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4ACA2" w14:textId="77777777" w:rsidR="00435DCE" w:rsidRDefault="00435DCE"/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5247"/>
        <w:gridCol w:w="3815"/>
      </w:tblGrid>
      <w:tr w:rsidR="00072CBC" w14:paraId="744716B7" w14:textId="77777777" w:rsidTr="000B2F25">
        <w:trPr>
          <w:trHeight w:val="269"/>
        </w:trPr>
        <w:tc>
          <w:tcPr>
            <w:tcW w:w="2895" w:type="pct"/>
            <w:vMerge w:val="restart"/>
          </w:tcPr>
          <w:p w14:paraId="2BACF654" w14:textId="77777777" w:rsidR="00072CBC" w:rsidRDefault="00072CBC" w:rsidP="00C15D1C">
            <w:bookmarkStart w:id="0" w:name="_Hlk86922317"/>
            <w:r>
              <w:t>[Adresregel 1]</w:t>
            </w:r>
          </w:p>
          <w:p w14:paraId="2572CD15" w14:textId="77777777" w:rsidR="00072CBC" w:rsidRDefault="00072CBC" w:rsidP="00C15D1C">
            <w:r>
              <w:t>[Adresregel 2]</w:t>
            </w:r>
          </w:p>
          <w:p w14:paraId="40326CEE" w14:textId="77777777" w:rsidR="00072CBC" w:rsidRDefault="00072CBC" w:rsidP="00C15D1C">
            <w:r>
              <w:t>[Adresregel 3]</w:t>
            </w:r>
          </w:p>
          <w:p w14:paraId="6989B92E" w14:textId="77777777" w:rsidR="00072CBC" w:rsidRDefault="00072CBC" w:rsidP="00C15D1C">
            <w:r>
              <w:t>[Adresregel 4]</w:t>
            </w:r>
          </w:p>
        </w:tc>
        <w:tc>
          <w:tcPr>
            <w:tcW w:w="2105" w:type="pct"/>
          </w:tcPr>
          <w:p w14:paraId="639207EE" w14:textId="77777777" w:rsidR="00072CBC" w:rsidRDefault="00072CBC" w:rsidP="00C15D1C">
            <w:pPr>
              <w:jc w:val="right"/>
            </w:pPr>
            <w:r w:rsidRPr="008773CB">
              <w:rPr>
                <w:b/>
                <w:bCs/>
                <w:color w:val="6C5A82"/>
              </w:rPr>
              <w:t>Datum:</w:t>
            </w:r>
          </w:p>
        </w:tc>
      </w:tr>
      <w:tr w:rsidR="00072CBC" w14:paraId="1E81940D" w14:textId="77777777" w:rsidTr="000B2F25">
        <w:trPr>
          <w:trHeight w:val="269"/>
        </w:trPr>
        <w:tc>
          <w:tcPr>
            <w:tcW w:w="2895" w:type="pct"/>
            <w:vMerge/>
          </w:tcPr>
          <w:p w14:paraId="663F61D7" w14:textId="77777777" w:rsidR="00072CBC" w:rsidRDefault="00072CBC" w:rsidP="00C15D1C"/>
        </w:tc>
        <w:tc>
          <w:tcPr>
            <w:tcW w:w="2105" w:type="pct"/>
          </w:tcPr>
          <w:p w14:paraId="28995C95" w14:textId="77777777" w:rsidR="00072CBC" w:rsidRDefault="00072CBC" w:rsidP="00C15D1C">
            <w:pPr>
              <w:jc w:val="right"/>
            </w:pPr>
            <w:r>
              <w:t>[vul datum in, volledig]</w:t>
            </w:r>
          </w:p>
        </w:tc>
      </w:tr>
      <w:tr w:rsidR="00072CBC" w14:paraId="31DA3D94" w14:textId="77777777" w:rsidTr="000B2F25">
        <w:trPr>
          <w:trHeight w:val="287"/>
        </w:trPr>
        <w:tc>
          <w:tcPr>
            <w:tcW w:w="2895" w:type="pct"/>
            <w:vMerge/>
          </w:tcPr>
          <w:p w14:paraId="6C197AFB" w14:textId="77777777" w:rsidR="00072CBC" w:rsidRDefault="00072CBC" w:rsidP="00C15D1C"/>
        </w:tc>
        <w:tc>
          <w:tcPr>
            <w:tcW w:w="2105" w:type="pct"/>
          </w:tcPr>
          <w:p w14:paraId="288FDB3B" w14:textId="77777777" w:rsidR="00072CBC" w:rsidRDefault="00072CBC" w:rsidP="00C15D1C">
            <w:pPr>
              <w:jc w:val="right"/>
            </w:pPr>
            <w:r w:rsidRPr="00AA33AD">
              <w:rPr>
                <w:b/>
                <w:bCs/>
                <w:color w:val="6C5A82"/>
              </w:rPr>
              <w:t>Kenmerk:</w:t>
            </w:r>
          </w:p>
        </w:tc>
      </w:tr>
      <w:tr w:rsidR="00072CBC" w14:paraId="1C9DE5AC" w14:textId="77777777" w:rsidTr="000B2F25">
        <w:trPr>
          <w:trHeight w:val="287"/>
        </w:trPr>
        <w:tc>
          <w:tcPr>
            <w:tcW w:w="2895" w:type="pct"/>
            <w:vMerge/>
          </w:tcPr>
          <w:p w14:paraId="1C7913C2" w14:textId="77777777" w:rsidR="00072CBC" w:rsidRDefault="00072CBC" w:rsidP="00C15D1C"/>
        </w:tc>
        <w:tc>
          <w:tcPr>
            <w:tcW w:w="2105" w:type="pct"/>
          </w:tcPr>
          <w:p w14:paraId="6BF7CDC5" w14:textId="77777777" w:rsidR="00072CBC" w:rsidRDefault="00072CBC" w:rsidP="00C15D1C">
            <w:pPr>
              <w:jc w:val="right"/>
            </w:pPr>
            <w:r>
              <w:t>[Vul kenmerk in]</w:t>
            </w:r>
          </w:p>
        </w:tc>
      </w:tr>
      <w:tr w:rsidR="00072CBC" w14:paraId="3BCF29AC" w14:textId="77777777" w:rsidTr="000B2F25">
        <w:trPr>
          <w:trHeight w:val="287"/>
        </w:trPr>
        <w:tc>
          <w:tcPr>
            <w:tcW w:w="2895" w:type="pct"/>
          </w:tcPr>
          <w:p w14:paraId="7080A88F" w14:textId="77777777" w:rsidR="00072CBC" w:rsidRDefault="00072CBC" w:rsidP="00C15D1C"/>
        </w:tc>
        <w:tc>
          <w:tcPr>
            <w:tcW w:w="2105" w:type="pct"/>
          </w:tcPr>
          <w:p w14:paraId="12CF752E" w14:textId="77777777" w:rsidR="00072CBC" w:rsidRDefault="00072CBC" w:rsidP="00C15D1C">
            <w:pPr>
              <w:jc w:val="right"/>
            </w:pPr>
            <w:r w:rsidRPr="00AA33AD">
              <w:rPr>
                <w:b/>
                <w:bCs/>
                <w:color w:val="6C5A82"/>
              </w:rPr>
              <w:t>Bijlagen:</w:t>
            </w:r>
          </w:p>
        </w:tc>
      </w:tr>
      <w:tr w:rsidR="00072CBC" w14:paraId="250B2626" w14:textId="77777777" w:rsidTr="000B2F25">
        <w:trPr>
          <w:trHeight w:val="287"/>
        </w:trPr>
        <w:tc>
          <w:tcPr>
            <w:tcW w:w="2895" w:type="pct"/>
          </w:tcPr>
          <w:p w14:paraId="157E7BA9" w14:textId="77777777" w:rsidR="00072CBC" w:rsidRDefault="00072CBC" w:rsidP="00C15D1C"/>
        </w:tc>
        <w:tc>
          <w:tcPr>
            <w:tcW w:w="2105" w:type="pct"/>
          </w:tcPr>
          <w:p w14:paraId="305AC382" w14:textId="77777777" w:rsidR="00072CBC" w:rsidRPr="00AA33AD" w:rsidRDefault="00072CBC" w:rsidP="00C15D1C">
            <w:pPr>
              <w:jc w:val="right"/>
              <w:rPr>
                <w:b/>
                <w:bCs/>
                <w:color w:val="6C5A82"/>
              </w:rPr>
            </w:pPr>
            <w:r>
              <w:t>[Vul aantal bijlagen in]</w:t>
            </w:r>
          </w:p>
        </w:tc>
      </w:tr>
    </w:tbl>
    <w:p w14:paraId="3162FF01" w14:textId="77777777" w:rsidR="00AB69F3" w:rsidRDefault="00AB69F3" w:rsidP="006042AF"/>
    <w:p w14:paraId="7863AF3C" w14:textId="77777777" w:rsidR="00AB69F3" w:rsidRDefault="00AB69F3" w:rsidP="006042AF"/>
    <w:p w14:paraId="6513004C" w14:textId="77777777" w:rsidR="00AB69F3" w:rsidRDefault="00AB69F3" w:rsidP="006042AF"/>
    <w:p w14:paraId="57787DDB" w14:textId="77777777" w:rsidR="00693876" w:rsidRDefault="00693876" w:rsidP="006042AF"/>
    <w:p w14:paraId="28BBAA6D" w14:textId="77777777" w:rsidR="00693876" w:rsidRDefault="00693876" w:rsidP="006042AF"/>
    <w:p w14:paraId="42B33F06" w14:textId="44812029" w:rsidR="006042AF" w:rsidRDefault="006042AF" w:rsidP="006042AF">
      <w:r>
        <w:t xml:space="preserve">As </w:t>
      </w:r>
      <w:proofErr w:type="spellStart"/>
      <w:r>
        <w:t>dfljasd</w:t>
      </w:r>
      <w:proofErr w:type="spellEnd"/>
      <w:r>
        <w:t xml:space="preserve"> </w:t>
      </w:r>
      <w:proofErr w:type="spellStart"/>
      <w:r>
        <w:t>lfáldjf</w:t>
      </w:r>
      <w:proofErr w:type="spellEnd"/>
      <w:r>
        <w:t xml:space="preserve"> </w:t>
      </w:r>
      <w:proofErr w:type="spellStart"/>
      <w:r>
        <w:t>a’sdfjlaslkjdfla</w:t>
      </w:r>
      <w:proofErr w:type="spellEnd"/>
      <w:r>
        <w:t xml:space="preserve"> </w:t>
      </w:r>
      <w:proofErr w:type="spellStart"/>
      <w:r>
        <w:t>sjdf</w:t>
      </w:r>
      <w:proofErr w:type="spellEnd"/>
      <w:r>
        <w:t xml:space="preserve"> </w:t>
      </w:r>
      <w:proofErr w:type="spellStart"/>
      <w:r>
        <w:t>alaskjkfla</w:t>
      </w:r>
      <w:proofErr w:type="spellEnd"/>
      <w:r>
        <w:t xml:space="preserve"> </w:t>
      </w:r>
      <w:proofErr w:type="spellStart"/>
      <w:r>
        <w:t>lajsdla</w:t>
      </w:r>
      <w:proofErr w:type="spellEnd"/>
      <w:r>
        <w:t xml:space="preserve"> </w:t>
      </w:r>
      <w:proofErr w:type="spellStart"/>
      <w:r>
        <w:t>jlajsflaslajsflajlall</w:t>
      </w:r>
      <w:proofErr w:type="spellEnd"/>
      <w:r>
        <w:t xml:space="preserve">  </w:t>
      </w:r>
      <w:proofErr w:type="spellStart"/>
      <w:r>
        <w:t>akh</w:t>
      </w:r>
      <w:proofErr w:type="spellEnd"/>
      <w:r>
        <w:t xml:space="preserve">  </w:t>
      </w:r>
      <w:proofErr w:type="spellStart"/>
      <w:r>
        <w:t>oah</w:t>
      </w:r>
      <w:proofErr w:type="spellEnd"/>
      <w:r>
        <w:t xml:space="preserve"> h </w:t>
      </w:r>
      <w:proofErr w:type="spellStart"/>
      <w:r>
        <w:t>aba</w:t>
      </w:r>
      <w:proofErr w:type="spellEnd"/>
      <w:r>
        <w:t xml:space="preserve"> </w:t>
      </w:r>
      <w:proofErr w:type="spellStart"/>
      <w:r>
        <w:t>wrk</w:t>
      </w:r>
      <w:proofErr w:type="spellEnd"/>
      <w:r>
        <w:t xml:space="preserve"> </w:t>
      </w:r>
      <w:proofErr w:type="spellStart"/>
      <w:r>
        <w:t>kakd</w:t>
      </w:r>
      <w:proofErr w:type="spellEnd"/>
      <w:r>
        <w:t xml:space="preserve"> al </w:t>
      </w:r>
      <w:proofErr w:type="spellStart"/>
      <w:r>
        <w:t>sdljka</w:t>
      </w:r>
      <w:proofErr w:type="spellEnd"/>
      <w:r>
        <w:t xml:space="preserve"> </w:t>
      </w:r>
      <w:proofErr w:type="spellStart"/>
      <w:r>
        <w:t>lskd</w:t>
      </w:r>
      <w:proofErr w:type="spellEnd"/>
      <w:r>
        <w:t xml:space="preserve"> lel er </w:t>
      </w:r>
      <w:proofErr w:type="spellStart"/>
      <w:r>
        <w:t>vj</w:t>
      </w:r>
      <w:proofErr w:type="spellEnd"/>
      <w:r>
        <w:t xml:space="preserve"> </w:t>
      </w:r>
      <w:proofErr w:type="spellStart"/>
      <w:r>
        <w:t>ljelr</w:t>
      </w:r>
      <w:proofErr w:type="spellEnd"/>
      <w:r>
        <w:t xml:space="preserve"> </w:t>
      </w:r>
      <w:proofErr w:type="spellStart"/>
      <w:r>
        <w:t>jlkejr</w:t>
      </w:r>
      <w:proofErr w:type="spellEnd"/>
      <w:r>
        <w:t xml:space="preserve"> </w:t>
      </w:r>
      <w:proofErr w:type="spellStart"/>
      <w:r>
        <w:t>ln</w:t>
      </w:r>
      <w:proofErr w:type="spellEnd"/>
      <w:r>
        <w:t xml:space="preserve"> </w:t>
      </w:r>
      <w:proofErr w:type="spellStart"/>
      <w:r>
        <w:t>laj</w:t>
      </w:r>
      <w:proofErr w:type="spellEnd"/>
      <w:r>
        <w:t xml:space="preserve"> </w:t>
      </w:r>
      <w:proofErr w:type="spellStart"/>
      <w:r>
        <w:t>ler</w:t>
      </w:r>
      <w:proofErr w:type="spellEnd"/>
      <w:r>
        <w:t xml:space="preserve"> </w:t>
      </w:r>
      <w:bookmarkEnd w:id="0"/>
      <w:proofErr w:type="spellStart"/>
      <w:r>
        <w:t>Ajfdlak</w:t>
      </w:r>
      <w:proofErr w:type="spellEnd"/>
      <w:r>
        <w:t xml:space="preserve"> </w:t>
      </w:r>
      <w:proofErr w:type="spellStart"/>
      <w:r>
        <w:t>sdfjlasjfasdfasldjfals</w:t>
      </w:r>
      <w:proofErr w:type="spellEnd"/>
      <w:r>
        <w:t xml:space="preserve"> </w:t>
      </w:r>
      <w:proofErr w:type="spellStart"/>
      <w:r>
        <w:t>jfda</w:t>
      </w:r>
      <w:proofErr w:type="spellEnd"/>
    </w:p>
    <w:p w14:paraId="7185ABC8" w14:textId="77777777" w:rsidR="0073682E" w:rsidRDefault="006042AF" w:rsidP="006042AF">
      <w:r>
        <w:t xml:space="preserve">As </w:t>
      </w:r>
      <w:proofErr w:type="spellStart"/>
      <w:r>
        <w:t>dfljasd</w:t>
      </w:r>
      <w:proofErr w:type="spellEnd"/>
      <w:r>
        <w:t xml:space="preserve"> </w:t>
      </w:r>
      <w:proofErr w:type="spellStart"/>
      <w:r>
        <w:t>lfáldjf</w:t>
      </w:r>
      <w:proofErr w:type="spellEnd"/>
      <w:r>
        <w:t xml:space="preserve"> </w:t>
      </w:r>
      <w:proofErr w:type="spellStart"/>
      <w:r>
        <w:t>a’sdfjlaslkjdfla</w:t>
      </w:r>
      <w:proofErr w:type="spellEnd"/>
      <w:r>
        <w:t xml:space="preserve"> </w:t>
      </w:r>
      <w:proofErr w:type="spellStart"/>
      <w:r>
        <w:t>sjdf</w:t>
      </w:r>
      <w:proofErr w:type="spellEnd"/>
      <w:r>
        <w:t xml:space="preserve"> </w:t>
      </w:r>
      <w:proofErr w:type="spellStart"/>
      <w:r>
        <w:t>alaskjkfla</w:t>
      </w:r>
      <w:proofErr w:type="spellEnd"/>
      <w:r>
        <w:t xml:space="preserve"> </w:t>
      </w:r>
      <w:proofErr w:type="spellStart"/>
      <w:r>
        <w:t>lajsdla</w:t>
      </w:r>
      <w:proofErr w:type="spellEnd"/>
      <w:r>
        <w:t xml:space="preserve"> </w:t>
      </w:r>
      <w:proofErr w:type="spellStart"/>
      <w:r>
        <w:t>jlajsflaslajsflajlall</w:t>
      </w:r>
      <w:proofErr w:type="spellEnd"/>
      <w:r>
        <w:t xml:space="preserve">  </w:t>
      </w:r>
      <w:proofErr w:type="spellStart"/>
      <w:r>
        <w:t>akh</w:t>
      </w:r>
      <w:proofErr w:type="spellEnd"/>
      <w:r>
        <w:t xml:space="preserve">  </w:t>
      </w:r>
      <w:proofErr w:type="spellStart"/>
      <w:r>
        <w:t>oah</w:t>
      </w:r>
      <w:proofErr w:type="spellEnd"/>
      <w:r>
        <w:t xml:space="preserve"> h </w:t>
      </w:r>
      <w:proofErr w:type="spellStart"/>
      <w:r>
        <w:t>aba</w:t>
      </w:r>
      <w:proofErr w:type="spellEnd"/>
      <w:r>
        <w:t xml:space="preserve"> </w:t>
      </w:r>
      <w:proofErr w:type="spellStart"/>
      <w:r>
        <w:t>wrk</w:t>
      </w:r>
      <w:proofErr w:type="spellEnd"/>
      <w:r>
        <w:t xml:space="preserve"> </w:t>
      </w:r>
      <w:proofErr w:type="spellStart"/>
      <w:r>
        <w:t>kakd</w:t>
      </w:r>
      <w:proofErr w:type="spellEnd"/>
      <w:r>
        <w:t xml:space="preserve"> al </w:t>
      </w:r>
      <w:proofErr w:type="spellStart"/>
      <w:r>
        <w:t>sdljka</w:t>
      </w:r>
      <w:proofErr w:type="spellEnd"/>
      <w:r>
        <w:t xml:space="preserve"> </w:t>
      </w:r>
      <w:proofErr w:type="spellStart"/>
      <w:r>
        <w:t>lskd</w:t>
      </w:r>
      <w:proofErr w:type="spellEnd"/>
      <w:r>
        <w:t xml:space="preserve"> lel er </w:t>
      </w:r>
      <w:proofErr w:type="spellStart"/>
      <w:r>
        <w:t>vj</w:t>
      </w:r>
      <w:proofErr w:type="spellEnd"/>
      <w:r>
        <w:t xml:space="preserve"> </w:t>
      </w:r>
      <w:proofErr w:type="spellStart"/>
      <w:r>
        <w:t>ljelr</w:t>
      </w:r>
      <w:proofErr w:type="spellEnd"/>
      <w:r>
        <w:t xml:space="preserve"> </w:t>
      </w:r>
      <w:proofErr w:type="spellStart"/>
      <w:r>
        <w:t>jlkejr</w:t>
      </w:r>
      <w:proofErr w:type="spellEnd"/>
      <w:r>
        <w:t xml:space="preserve"> </w:t>
      </w:r>
      <w:proofErr w:type="spellStart"/>
      <w:r>
        <w:t>ln</w:t>
      </w:r>
      <w:proofErr w:type="spellEnd"/>
      <w:r>
        <w:t xml:space="preserve"> </w:t>
      </w:r>
      <w:proofErr w:type="spellStart"/>
      <w:r>
        <w:t>laj</w:t>
      </w:r>
      <w:proofErr w:type="spellEnd"/>
      <w:r>
        <w:t xml:space="preserve"> </w:t>
      </w:r>
      <w:proofErr w:type="spellStart"/>
      <w:r>
        <w:t>ler</w:t>
      </w:r>
      <w:proofErr w:type="spellEnd"/>
      <w:r>
        <w:t xml:space="preserve"> </w:t>
      </w:r>
    </w:p>
    <w:p w14:paraId="25F0411F" w14:textId="77777777" w:rsidR="00693876" w:rsidRDefault="00693876">
      <w:pPr>
        <w:spacing w:after="160"/>
      </w:pPr>
    </w:p>
    <w:p w14:paraId="302E16E8" w14:textId="77777777" w:rsidR="00693876" w:rsidRDefault="00693876">
      <w:pPr>
        <w:spacing w:after="160"/>
      </w:pPr>
    </w:p>
    <w:p w14:paraId="5DC00D1D" w14:textId="77777777" w:rsidR="00DE160D" w:rsidRDefault="00DE160D">
      <w:pPr>
        <w:spacing w:after="160"/>
      </w:pPr>
    </w:p>
    <w:p w14:paraId="63EE40D7" w14:textId="0CFF10A4" w:rsidR="004F27FA" w:rsidRDefault="004F27FA">
      <w:pPr>
        <w:spacing w:after="160"/>
      </w:pPr>
      <w:r>
        <w:br w:type="page"/>
      </w:r>
    </w:p>
    <w:p w14:paraId="0B50983C" w14:textId="2B1E2A84" w:rsidR="006042AF" w:rsidRDefault="00DE160D">
      <w:proofErr w:type="spellStart"/>
      <w:r>
        <w:lastRenderedPageBreak/>
        <w:t>Adfa</w:t>
      </w:r>
      <w:proofErr w:type="spellEnd"/>
      <w:r>
        <w:t xml:space="preserve"> </w:t>
      </w:r>
    </w:p>
    <w:sectPr w:rsidR="006042AF" w:rsidSect="00B93A58">
      <w:head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506AB" w14:textId="77777777" w:rsidR="00990C09" w:rsidRDefault="00990C09" w:rsidP="005962E1">
      <w:pPr>
        <w:spacing w:line="240" w:lineRule="auto"/>
      </w:pPr>
      <w:r>
        <w:separator/>
      </w:r>
    </w:p>
  </w:endnote>
  <w:endnote w:type="continuationSeparator" w:id="0">
    <w:p w14:paraId="654DA8AB" w14:textId="77777777" w:rsidR="00990C09" w:rsidRDefault="00990C09" w:rsidP="005962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W w:w="111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39"/>
      <w:gridCol w:w="3493"/>
      <w:gridCol w:w="3677"/>
      <w:gridCol w:w="4140"/>
    </w:tblGrid>
    <w:tr w:rsidR="004F27FA" w:rsidRPr="004F27FA" w14:paraId="69B7B4C4" w14:textId="77777777" w:rsidTr="00C15D1C">
      <w:trPr>
        <w:trHeight w:val="699"/>
      </w:trPr>
      <w:tc>
        <w:tcPr>
          <w:tcW w:w="2724" w:type="dxa"/>
          <w:vAlign w:val="bottom"/>
        </w:tcPr>
        <w:p w14:paraId="2A35E63B" w14:textId="77777777" w:rsidR="004F27FA" w:rsidRDefault="004F27FA" w:rsidP="004F27FA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70CE38FA" w14:textId="77777777" w:rsidR="004F27FA" w:rsidRDefault="004F27FA" w:rsidP="004F27FA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326CBCF7" w14:textId="77777777" w:rsidR="004F27FA" w:rsidRDefault="004F27FA" w:rsidP="004F27FA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109A2A2C" w14:textId="77777777" w:rsidR="004F27FA" w:rsidRDefault="004F27FA" w:rsidP="004F27FA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055096AE" w14:textId="77777777" w:rsidR="004F27FA" w:rsidRDefault="004F27FA" w:rsidP="004F27FA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7FB149A1" w14:textId="77777777" w:rsidR="004F27FA" w:rsidRDefault="004F27FA" w:rsidP="004F27FA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4F629D13" w14:textId="77777777" w:rsidR="004F27FA" w:rsidRPr="00B3072C" w:rsidRDefault="004F27FA" w:rsidP="004F27FA">
          <w:pPr>
            <w:pStyle w:val="Voettekst"/>
            <w:rPr>
              <w:sz w:val="18"/>
            </w:rPr>
          </w:pPr>
        </w:p>
        <w:p w14:paraId="1530B7D9" w14:textId="77777777" w:rsidR="004F27FA" w:rsidRDefault="004F27FA" w:rsidP="004F27FA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0909C06D" w14:textId="77777777" w:rsidR="004F27FA" w:rsidRDefault="004F27FA" w:rsidP="004F27FA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671" w:type="dxa"/>
          <w:vAlign w:val="bottom"/>
        </w:tcPr>
        <w:p w14:paraId="5627B8BD" w14:textId="77777777" w:rsidR="004F27FA" w:rsidRPr="001E167B" w:rsidRDefault="004F27FA" w:rsidP="004F27FA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4CE70BC4" w14:textId="77777777" w:rsidR="004F27FA" w:rsidRPr="001E167B" w:rsidRDefault="004F27FA" w:rsidP="004F27FA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56BB47A0" w14:textId="77777777" w:rsidR="004F27FA" w:rsidRPr="001E167B" w:rsidRDefault="004F27FA" w:rsidP="004F27FA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5058B0CB" w14:textId="77777777" w:rsidR="00D44075" w:rsidRPr="004F27FA" w:rsidRDefault="00D44075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A70E4" w14:textId="77777777" w:rsidR="00990C09" w:rsidRDefault="00990C09" w:rsidP="005962E1">
      <w:pPr>
        <w:spacing w:line="240" w:lineRule="auto"/>
      </w:pPr>
      <w:r>
        <w:separator/>
      </w:r>
    </w:p>
  </w:footnote>
  <w:footnote w:type="continuationSeparator" w:id="0">
    <w:p w14:paraId="4D4562BA" w14:textId="77777777" w:rsidR="00990C09" w:rsidRDefault="00990C09" w:rsidP="005962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D381F" w14:textId="77777777" w:rsidR="005962E1" w:rsidRDefault="005962E1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B3B2CE0" wp14:editId="483544E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2225" cy="948690"/>
          <wp:effectExtent l="0" t="0" r="3175" b="3810"/>
          <wp:wrapNone/>
          <wp:docPr id="3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FBEE82F" w14:textId="77777777" w:rsidR="005962E1" w:rsidRDefault="005962E1">
    <w:pPr>
      <w:pStyle w:val="Koptekst"/>
    </w:pPr>
  </w:p>
  <w:p w14:paraId="69DE34A1" w14:textId="77777777" w:rsidR="005962E1" w:rsidRDefault="005962E1" w:rsidP="00D44075">
    <w:pPr>
      <w:pStyle w:val="Koptekst"/>
      <w:ind w:firstLine="708"/>
    </w:pPr>
  </w:p>
  <w:p w14:paraId="0C95F15D" w14:textId="77777777" w:rsidR="005962E1" w:rsidRDefault="005962E1">
    <w:pPr>
      <w:pStyle w:val="Koptekst"/>
    </w:pPr>
  </w:p>
  <w:p w14:paraId="6F592D56" w14:textId="77777777" w:rsidR="005962E1" w:rsidRDefault="005962E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86D9" w14:textId="0AAC4BA5" w:rsidR="00D44075" w:rsidRDefault="00B93A58">
    <w:pPr>
      <w:pStyle w:val="Kopteks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EDEA0CE" wp14:editId="0DCBCA9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2225" cy="948690"/>
          <wp:effectExtent l="0" t="0" r="3175" b="3810"/>
          <wp:wrapNone/>
          <wp:docPr id="5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63DFC2C" w14:textId="77777777" w:rsidR="00B93A58" w:rsidRDefault="00B93A58">
    <w:pPr>
      <w:pStyle w:val="Koptekst"/>
    </w:pPr>
  </w:p>
  <w:p w14:paraId="7B55C2E8" w14:textId="77777777" w:rsidR="00B93A58" w:rsidRDefault="00B93A58">
    <w:pPr>
      <w:pStyle w:val="Koptekst"/>
    </w:pPr>
  </w:p>
  <w:p w14:paraId="77C4C558" w14:textId="77777777" w:rsidR="00B93A58" w:rsidRDefault="00B93A58">
    <w:pPr>
      <w:pStyle w:val="Koptekst"/>
    </w:pPr>
  </w:p>
  <w:p w14:paraId="1FE02FBB" w14:textId="77777777" w:rsidR="00B93A58" w:rsidRDefault="00B93A58">
    <w:pPr>
      <w:pStyle w:val="Koptekst"/>
    </w:pPr>
  </w:p>
  <w:p w14:paraId="23799741" w14:textId="77777777" w:rsidR="00B93A58" w:rsidRDefault="00B93A5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C09"/>
    <w:rsid w:val="00061723"/>
    <w:rsid w:val="00072CBC"/>
    <w:rsid w:val="000B2F25"/>
    <w:rsid w:val="001776A7"/>
    <w:rsid w:val="00435DCE"/>
    <w:rsid w:val="004F27FA"/>
    <w:rsid w:val="0059065D"/>
    <w:rsid w:val="00590EA9"/>
    <w:rsid w:val="005962E1"/>
    <w:rsid w:val="005A557B"/>
    <w:rsid w:val="006042AF"/>
    <w:rsid w:val="00693876"/>
    <w:rsid w:val="0073682E"/>
    <w:rsid w:val="007B6DB1"/>
    <w:rsid w:val="00990C09"/>
    <w:rsid w:val="009F5BA2"/>
    <w:rsid w:val="00AB3390"/>
    <w:rsid w:val="00AB69F3"/>
    <w:rsid w:val="00B93A58"/>
    <w:rsid w:val="00C54C94"/>
    <w:rsid w:val="00D07576"/>
    <w:rsid w:val="00D44075"/>
    <w:rsid w:val="00DE160D"/>
    <w:rsid w:val="00F212DA"/>
    <w:rsid w:val="00F64C3C"/>
    <w:rsid w:val="00F7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5C022"/>
  <w15:chartTrackingRefBased/>
  <w15:docId w15:val="{2645A520-2310-41B7-960A-2DAF32D2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B69F3"/>
    <w:pPr>
      <w:spacing w:after="0"/>
      <w:ind w:left="1247" w:right="1247"/>
    </w:pPr>
  </w:style>
  <w:style w:type="paragraph" w:styleId="Kop1">
    <w:name w:val="heading 1"/>
    <w:basedOn w:val="Standaard"/>
    <w:next w:val="Standaard"/>
    <w:link w:val="Kop1Char"/>
    <w:uiPriority w:val="9"/>
    <w:qFormat/>
    <w:rsid w:val="00F64C3C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64C3C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962E1"/>
  </w:style>
  <w:style w:type="paragraph" w:styleId="Voettekst">
    <w:name w:val="footer"/>
    <w:basedOn w:val="Standaard"/>
    <w:link w:val="Voettekst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962E1"/>
  </w:style>
  <w:style w:type="character" w:customStyle="1" w:styleId="Kop1Char">
    <w:name w:val="Kop 1 Char"/>
    <w:basedOn w:val="Standaardalinea-lettertype"/>
    <w:link w:val="Kop1"/>
    <w:uiPriority w:val="9"/>
    <w:rsid w:val="00F64C3C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F64C3C"/>
    <w:rPr>
      <w:rFonts w:asciiTheme="majorHAnsi" w:eastAsiaTheme="majorEastAsia" w:hAnsiTheme="majorHAnsi" w:cstheme="majorBidi"/>
      <w:b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D07576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07576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4F2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kaHokke\ICT%20Dienst%20Houten\RAZU%20-%20Bedrijfsvoering\Bestuursvergaderingen\RAZU_2021\2021_tekst_sjabloon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13D6E5-88D0-4E7F-861B-4738AF07E0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1BF3FF-A975-4588-B93E-9F9392DB0D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156D24-26ED-4F1A-B3AF-39EE3DB52EBE}"/>
</file>

<file path=docProps/app.xml><?xml version="1.0" encoding="utf-8"?>
<Properties xmlns="http://schemas.openxmlformats.org/officeDocument/2006/extended-properties" xmlns:vt="http://schemas.openxmlformats.org/officeDocument/2006/docPropsVTypes">
  <Template>2021_tekst_sjabloon</Template>
  <TotalTime>8</TotalTime>
  <Pages>2</Pages>
  <Words>81</Words>
  <Characters>449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Hokke</dc:creator>
  <cp:keywords/>
  <dc:description/>
  <cp:lastModifiedBy>Erika Hokke</cp:lastModifiedBy>
  <cp:revision>10</cp:revision>
  <dcterms:created xsi:type="dcterms:W3CDTF">2021-12-16T14:30:00Z</dcterms:created>
  <dcterms:modified xsi:type="dcterms:W3CDTF">2021-12-16T14:38:00Z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Order">
    <vt:r8>7217400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