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072C" w:rsidP="33A4A502" w:rsidRDefault="00B3072C" w14:paraId="2479A35D" w14:textId="2A5A2CFA">
      <w:pPr>
        <w:ind w:left="1980"/>
        <w:rPr>
          <w:highlight w:val="green"/>
          <w:u w:val="single"/>
        </w:rPr>
      </w:pPr>
      <w:r w:rsidRPr="33A4A502" w:rsidR="54A0A644">
        <w:rPr>
          <w:highlight w:val="green"/>
          <w:u w:val="single"/>
        </w:rPr>
        <w:t>Met annotatie voor Hans van der Pas</w:t>
      </w:r>
    </w:p>
    <w:p w:rsidR="004B5DB2" w:rsidP="00FF5672" w:rsidRDefault="004B5DB2" w14:paraId="11AF57D8" w14:textId="77777777">
      <w:pPr>
        <w:ind w:left="1980"/>
        <w:rPr>
          <w:b/>
          <w:bCs/>
          <w:sz w:val="32"/>
          <w:szCs w:val="32"/>
        </w:rPr>
      </w:pPr>
    </w:p>
    <w:p w:rsidRPr="00734EC1" w:rsidR="005C72C6" w:rsidP="00FF5672" w:rsidRDefault="005C72C6" w14:paraId="131CC6E0" w14:textId="79216868">
      <w:pPr>
        <w:ind w:left="1980"/>
        <w:rPr>
          <w:b/>
          <w:bCs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691FDB">
        <w:rPr>
          <w:b/>
          <w:bCs/>
          <w:sz w:val="32"/>
          <w:szCs w:val="32"/>
        </w:rPr>
        <w:t>bestuursvergadering RAZU op 21 april 2021 (4)</w:t>
      </w:r>
    </w:p>
    <w:p w:rsidRPr="000030D3" w:rsidR="00662C28" w:rsidP="00662C28" w:rsidRDefault="00662C28" w14:paraId="5260B3AF" w14:textId="77777777">
      <w:pPr>
        <w:rPr>
          <w:sz w:val="24"/>
          <w:szCs w:val="24"/>
        </w:rPr>
      </w:pPr>
    </w:p>
    <w:p w:rsidRPr="000030D3" w:rsidR="00662C28" w:rsidP="00734EC1" w:rsidRDefault="00662C28" w14:paraId="497EBB69" w14:textId="5300DEC8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3D0D36">
        <w:rPr>
          <w:sz w:val="24"/>
          <w:szCs w:val="24"/>
        </w:rPr>
        <w:t>Woensdag</w:t>
      </w:r>
      <w:r w:rsidR="00792C50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21</w:t>
      </w:r>
      <w:r w:rsidR="00792C50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april</w:t>
      </w:r>
      <w:r w:rsidR="00792C50">
        <w:rPr>
          <w:sz w:val="24"/>
          <w:szCs w:val="24"/>
        </w:rPr>
        <w:t xml:space="preserve"> 2021</w:t>
      </w:r>
    </w:p>
    <w:p w:rsidRPr="000030D3" w:rsidR="00662C28" w:rsidP="00734EC1" w:rsidRDefault="00662C28" w14:paraId="18D54E9D" w14:textId="5CB3EFD3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3D0D36">
        <w:rPr>
          <w:sz w:val="24"/>
          <w:szCs w:val="24"/>
        </w:rPr>
        <w:t>9.00</w:t>
      </w:r>
      <w:r w:rsidR="0001159B">
        <w:rPr>
          <w:sz w:val="24"/>
          <w:szCs w:val="24"/>
        </w:rPr>
        <w:t xml:space="preserve"> </w:t>
      </w:r>
      <w:r w:rsidR="003D0D36">
        <w:rPr>
          <w:sz w:val="24"/>
          <w:szCs w:val="24"/>
        </w:rPr>
        <w:t>–</w:t>
      </w:r>
      <w:r w:rsidR="0001159B">
        <w:rPr>
          <w:sz w:val="24"/>
          <w:szCs w:val="24"/>
        </w:rPr>
        <w:t xml:space="preserve"> 1</w:t>
      </w:r>
      <w:r w:rsidR="003D0D36">
        <w:rPr>
          <w:sz w:val="24"/>
          <w:szCs w:val="24"/>
        </w:rPr>
        <w:t>1.00</w:t>
      </w:r>
      <w:r w:rsidRPr="000030D3">
        <w:rPr>
          <w:sz w:val="24"/>
          <w:szCs w:val="24"/>
        </w:rPr>
        <w:t xml:space="preserve"> uur</w:t>
      </w:r>
    </w:p>
    <w:p w:rsidR="00184A61" w:rsidP="00734EC1" w:rsidRDefault="00662C28" w14:paraId="02A5210B" w14:textId="77777777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:rsidR="005951EB" w:rsidP="00184A61" w:rsidRDefault="0089218D" w14:paraId="432CFA2B" w14:textId="3AD387BA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In verband met de coronacrisis vind</w:t>
      </w:r>
      <w:r w:rsidR="0071555B">
        <w:rPr>
          <w:sz w:val="24"/>
          <w:szCs w:val="24"/>
        </w:rPr>
        <w:t>t</w:t>
      </w:r>
      <w:r>
        <w:rPr>
          <w:sz w:val="24"/>
          <w:szCs w:val="24"/>
        </w:rPr>
        <w:t xml:space="preserve"> de vergadering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</w:p>
    <w:p w:rsidRPr="000030D3" w:rsidR="00892AB1" w:rsidP="00662C28" w:rsidRDefault="00892AB1" w14:paraId="5FE5A256" w14:textId="0791A1BA">
      <w:pPr>
        <w:spacing w:after="0"/>
        <w:rPr>
          <w:sz w:val="24"/>
          <w:szCs w:val="24"/>
        </w:rPr>
      </w:pPr>
    </w:p>
    <w:p w:rsidRPr="000030D3" w:rsidR="00892AB1" w:rsidP="00662C28" w:rsidRDefault="00892AB1" w14:paraId="78F5FFEF" w14:textId="59EFC4AE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:rsidRPr="000030D3" w:rsidR="00662C28" w:rsidP="00662C28" w:rsidRDefault="00662C28" w14:paraId="55DBADD8" w14:textId="67A914FA">
      <w:pPr>
        <w:spacing w:after="0"/>
        <w:rPr>
          <w:b/>
          <w:bCs/>
          <w:sz w:val="24"/>
          <w:szCs w:val="24"/>
        </w:rPr>
      </w:pPr>
    </w:p>
    <w:p w:rsidR="00662C28" w:rsidP="00662C28" w:rsidRDefault="00662C28" w14:paraId="5C96AF08" w14:textId="00AC94F3">
      <w:pPr>
        <w:spacing w:after="0"/>
        <w:rPr>
          <w:sz w:val="24"/>
          <w:szCs w:val="24"/>
        </w:rPr>
      </w:pPr>
    </w:p>
    <w:p w:rsidRPr="000030D3" w:rsidR="000030D3" w:rsidP="00662C28" w:rsidRDefault="000030D3" w14:paraId="77DAEC3D" w14:textId="77777777">
      <w:pPr>
        <w:spacing w:after="0"/>
        <w:rPr>
          <w:sz w:val="24"/>
          <w:szCs w:val="24"/>
        </w:rPr>
      </w:pPr>
    </w:p>
    <w:p w:rsidRPr="000030D3" w:rsidR="00662C28" w:rsidP="00662C28" w:rsidRDefault="00662C28" w14:paraId="0BB8A415" w14:textId="0E0E92F9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33A4A502" w:rsidR="00662C28">
        <w:rPr>
          <w:sz w:val="24"/>
          <w:szCs w:val="24"/>
        </w:rPr>
        <w:t>Opening en mededelingen/ingekomen stukken.</w:t>
      </w:r>
    </w:p>
    <w:p w:rsidR="33A4A502" w:rsidP="33A4A502" w:rsidRDefault="33A4A502" w14:paraId="72EF11DB" w14:textId="5836786F">
      <w:pPr>
        <w:pStyle w:val="Standaard"/>
        <w:spacing w:after="0"/>
        <w:ind w:left="1416"/>
        <w:rPr>
          <w:sz w:val="24"/>
          <w:szCs w:val="24"/>
        </w:rPr>
      </w:pPr>
    </w:p>
    <w:p w:rsidR="631D888B" w:rsidP="33A4A502" w:rsidRDefault="631D888B" w14:paraId="1EAB074D" w14:textId="6527F9E2">
      <w:pPr>
        <w:pStyle w:val="Standaard"/>
        <w:spacing w:after="0"/>
        <w:ind w:left="1416"/>
        <w:rPr>
          <w:rFonts w:ascii="Arial" w:hAnsi="Arial" w:eastAsia="Arial" w:cs="Arial"/>
          <w:sz w:val="24"/>
          <w:szCs w:val="24"/>
        </w:rPr>
      </w:pPr>
      <w:r w:rsidRPr="33A4A502" w:rsidR="631D888B">
        <w:rPr>
          <w:rFonts w:ascii="Arial" w:hAnsi="Arial" w:eastAsia="Arial" w:cs="Arial"/>
          <w:sz w:val="24"/>
          <w:szCs w:val="24"/>
        </w:rPr>
        <w:t xml:space="preserve">Hans Waaldijk </w:t>
      </w:r>
      <w:r w:rsidRPr="33A4A502" w:rsidR="631D888B">
        <w:rPr>
          <w:rFonts w:ascii="Arial" w:hAnsi="Arial" w:eastAsia="Arial" w:cs="Arial"/>
          <w:sz w:val="24"/>
          <w:szCs w:val="24"/>
        </w:rPr>
        <w:t>later i.v.m. spoedoverleg;</w:t>
      </w:r>
    </w:p>
    <w:p w:rsidR="631D888B" w:rsidP="33A4A502" w:rsidRDefault="631D888B" w14:paraId="7E6B17F5" w14:textId="3037ED11">
      <w:pPr>
        <w:pStyle w:val="Standaard"/>
        <w:spacing w:after="0"/>
        <w:ind w:left="1416"/>
        <w:rPr>
          <w:rFonts w:ascii="Arial" w:hAnsi="Arial" w:eastAsia="Arial" w:cs="Arial"/>
          <w:sz w:val="24"/>
          <w:szCs w:val="24"/>
        </w:rPr>
      </w:pPr>
      <w:r w:rsidRPr="33A4A502" w:rsidR="631D888B">
        <w:rPr>
          <w:rFonts w:ascii="Arial" w:hAnsi="Arial" w:eastAsia="Arial" w:cs="Arial"/>
          <w:sz w:val="24"/>
          <w:szCs w:val="24"/>
        </w:rPr>
        <w:t xml:space="preserve">Overlijden </w:t>
      </w:r>
      <w:proofErr w:type="spellStart"/>
      <w:r w:rsidRPr="33A4A502" w:rsidR="631D888B">
        <w:rPr>
          <w:rFonts w:ascii="Arial" w:hAnsi="Arial" w:eastAsia="Arial" w:cs="Arial"/>
          <w:sz w:val="24"/>
          <w:szCs w:val="24"/>
        </w:rPr>
        <w:t>achiefmedewerker</w:t>
      </w:r>
      <w:proofErr w:type="spellEnd"/>
      <w:r w:rsidRPr="33A4A502" w:rsidR="631D888B">
        <w:rPr>
          <w:rFonts w:ascii="Arial" w:hAnsi="Arial" w:eastAsia="Arial" w:cs="Arial"/>
          <w:sz w:val="24"/>
          <w:szCs w:val="24"/>
        </w:rPr>
        <w:t xml:space="preserve"> Dirk Ruiter;</w:t>
      </w:r>
    </w:p>
    <w:p w:rsidR="5B5044CF" w:rsidP="33A4A502" w:rsidRDefault="5B5044CF" w14:paraId="135885BE" w14:textId="1B6DBA5F">
      <w:pPr>
        <w:pStyle w:val="Standaard"/>
        <w:spacing w:after="0"/>
        <w:ind w:left="1416"/>
        <w:rPr>
          <w:rFonts w:ascii="Arial" w:hAnsi="Arial" w:eastAsia="Arial" w:cs="Arial"/>
          <w:sz w:val="24"/>
          <w:szCs w:val="24"/>
        </w:rPr>
      </w:pPr>
      <w:r w:rsidRPr="33A4A502" w:rsidR="5B5044CF">
        <w:rPr>
          <w:rFonts w:ascii="Arial" w:hAnsi="Arial" w:eastAsia="Arial" w:cs="Arial"/>
          <w:sz w:val="24"/>
          <w:szCs w:val="24"/>
        </w:rPr>
        <w:t xml:space="preserve">Opvolgingsprocedure </w:t>
      </w:r>
      <w:r w:rsidRPr="33A4A502" w:rsidR="5B5044CF">
        <w:rPr>
          <w:rFonts w:ascii="Arial" w:hAnsi="Arial" w:eastAsia="Arial" w:cs="Arial"/>
          <w:sz w:val="24"/>
          <w:szCs w:val="24"/>
        </w:rPr>
        <w:t>directeur</w:t>
      </w:r>
      <w:r w:rsidRPr="33A4A502" w:rsidR="5B5044CF">
        <w:rPr>
          <w:rFonts w:ascii="Arial" w:hAnsi="Arial" w:eastAsia="Arial" w:cs="Arial"/>
          <w:sz w:val="24"/>
          <w:szCs w:val="24"/>
        </w:rPr>
        <w:t>-archivaris.</w:t>
      </w:r>
    </w:p>
    <w:p w:rsidR="00662C28" w:rsidP="00662C28" w:rsidRDefault="00662C28" w14:paraId="602901DE" w14:textId="39EDB60F">
      <w:pPr>
        <w:spacing w:after="0"/>
        <w:rPr>
          <w:sz w:val="24"/>
          <w:szCs w:val="24"/>
        </w:rPr>
      </w:pPr>
    </w:p>
    <w:p w:rsidRPr="000030D3" w:rsidR="00752D41" w:rsidP="00662C28" w:rsidRDefault="00752D41" w14:paraId="6F6E3DE1" w14:textId="77777777">
      <w:pPr>
        <w:spacing w:after="0"/>
        <w:rPr>
          <w:sz w:val="24"/>
          <w:szCs w:val="24"/>
        </w:rPr>
      </w:pPr>
    </w:p>
    <w:p w:rsidRPr="00826031" w:rsidR="00690A78" w:rsidP="00690A78" w:rsidRDefault="00D34206" w14:paraId="522667BF" w14:textId="3B6173DA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33A4A502" w:rsidR="00D34206">
        <w:rPr>
          <w:sz w:val="24"/>
          <w:szCs w:val="24"/>
        </w:rPr>
        <w:t xml:space="preserve">Vaststelling </w:t>
      </w:r>
      <w:r w:rsidRPr="33A4A502" w:rsidR="00D0370F">
        <w:rPr>
          <w:sz w:val="24"/>
          <w:szCs w:val="24"/>
        </w:rPr>
        <w:t>C</w:t>
      </w:r>
      <w:r w:rsidRPr="33A4A502" w:rsidR="00662C28">
        <w:rPr>
          <w:sz w:val="24"/>
          <w:szCs w:val="24"/>
        </w:rPr>
        <w:t>oncept-</w:t>
      </w:r>
      <w:r w:rsidRPr="33A4A502" w:rsidR="00851BCE">
        <w:rPr>
          <w:sz w:val="24"/>
          <w:szCs w:val="24"/>
        </w:rPr>
        <w:t>V</w:t>
      </w:r>
      <w:r w:rsidRPr="33A4A502" w:rsidR="00662C28">
        <w:rPr>
          <w:sz w:val="24"/>
          <w:szCs w:val="24"/>
        </w:rPr>
        <w:t xml:space="preserve">erslag van de bestuursvergadering van </w:t>
      </w:r>
      <w:r w:rsidRPr="33A4A502" w:rsidR="002B45CB">
        <w:rPr>
          <w:sz w:val="24"/>
          <w:szCs w:val="24"/>
        </w:rPr>
        <w:t>1</w:t>
      </w:r>
      <w:r w:rsidRPr="33A4A502" w:rsidR="00493A3C">
        <w:rPr>
          <w:sz w:val="24"/>
          <w:szCs w:val="24"/>
        </w:rPr>
        <w:t>0</w:t>
      </w:r>
      <w:r w:rsidRPr="33A4A502" w:rsidR="002B45CB">
        <w:rPr>
          <w:sz w:val="24"/>
          <w:szCs w:val="24"/>
        </w:rPr>
        <w:t xml:space="preserve"> </w:t>
      </w:r>
      <w:r w:rsidRPr="33A4A502" w:rsidR="00493A3C">
        <w:rPr>
          <w:sz w:val="24"/>
          <w:szCs w:val="24"/>
        </w:rPr>
        <w:t>maart</w:t>
      </w:r>
      <w:r w:rsidRPr="33A4A502" w:rsidR="00662C28">
        <w:rPr>
          <w:sz w:val="24"/>
          <w:szCs w:val="24"/>
        </w:rPr>
        <w:t xml:space="preserve"> 20</w:t>
      </w:r>
      <w:r w:rsidRPr="33A4A502" w:rsidR="002B45CB">
        <w:rPr>
          <w:sz w:val="24"/>
          <w:szCs w:val="24"/>
        </w:rPr>
        <w:t>2</w:t>
      </w:r>
      <w:r w:rsidRPr="33A4A502" w:rsidR="00493A3C">
        <w:rPr>
          <w:sz w:val="24"/>
          <w:szCs w:val="24"/>
        </w:rPr>
        <w:t>1</w:t>
      </w:r>
      <w:r w:rsidRPr="33A4A502" w:rsidR="00662C28">
        <w:rPr>
          <w:sz w:val="24"/>
          <w:szCs w:val="24"/>
        </w:rPr>
        <w:t xml:space="preserve"> </w:t>
      </w:r>
    </w:p>
    <w:p w:rsidRPr="000030D3" w:rsidR="00662C28" w:rsidP="00734EC1" w:rsidRDefault="00662C28" w14:paraId="0C5594E7" w14:textId="3F94378F">
      <w:pPr>
        <w:pStyle w:val="Lijstalinea"/>
        <w:spacing w:after="0"/>
        <w:ind w:left="1428" w:firstLine="696"/>
        <w:rPr>
          <w:sz w:val="24"/>
          <w:szCs w:val="24"/>
        </w:rPr>
      </w:pPr>
      <w:r w:rsidRPr="715C72F5" w:rsidR="00662C28">
        <w:rPr>
          <w:sz w:val="24"/>
          <w:szCs w:val="24"/>
        </w:rPr>
        <w:t>(</w:t>
      </w:r>
      <w:proofErr w:type="gramStart"/>
      <w:r w:rsidRPr="715C72F5" w:rsidR="00662C28">
        <w:rPr>
          <w:sz w:val="24"/>
          <w:szCs w:val="24"/>
        </w:rPr>
        <w:t>bijlage</w:t>
      </w:r>
      <w:proofErr w:type="gramEnd"/>
      <w:r w:rsidRPr="715C72F5" w:rsidR="00662C28">
        <w:rPr>
          <w:sz w:val="24"/>
          <w:szCs w:val="24"/>
        </w:rPr>
        <w:t xml:space="preserve"> 1</w:t>
      </w:r>
      <w:r w:rsidRPr="715C72F5" w:rsidR="00826031">
        <w:rPr>
          <w:sz w:val="24"/>
          <w:szCs w:val="24"/>
        </w:rPr>
        <w:t>)</w:t>
      </w:r>
      <w:r w:rsidRPr="715C72F5" w:rsidR="00662C28">
        <w:rPr>
          <w:sz w:val="24"/>
          <w:szCs w:val="24"/>
        </w:rPr>
        <w:t>.</w:t>
      </w:r>
    </w:p>
    <w:p w:rsidR="715C72F5" w:rsidP="715C72F5" w:rsidRDefault="715C72F5" w14:paraId="15DBDA47" w14:textId="47BB82A9">
      <w:pPr>
        <w:pStyle w:val="Lijstalinea"/>
        <w:spacing w:after="0"/>
        <w:ind w:left="1428" w:firstLine="696"/>
        <w:rPr>
          <w:sz w:val="24"/>
          <w:szCs w:val="24"/>
        </w:rPr>
      </w:pPr>
    </w:p>
    <w:p w:rsidR="1AA1D49C" w:rsidP="715C72F5" w:rsidRDefault="1AA1D49C" w14:paraId="6235AFF5" w14:textId="3480105A">
      <w:pPr>
        <w:pStyle w:val="Lijstalinea"/>
        <w:spacing w:after="0"/>
        <w:ind w:left="1428" w:firstLine="0"/>
        <w:rPr>
          <w:rFonts w:ascii="Arial" w:hAnsi="Arial" w:eastAsia="Arial" w:cs="Arial"/>
          <w:sz w:val="24"/>
          <w:szCs w:val="24"/>
          <w:u w:val="none"/>
        </w:rPr>
      </w:pPr>
      <w:r w:rsidRPr="715C72F5" w:rsidR="3F07E20F">
        <w:rPr>
          <w:rFonts w:ascii="Arial" w:hAnsi="Arial" w:eastAsia="Arial" w:cs="Arial"/>
          <w:sz w:val="24"/>
          <w:szCs w:val="24"/>
          <w:u w:val="single"/>
        </w:rPr>
        <w:t>N.a.v.</w:t>
      </w:r>
      <w:r w:rsidRPr="715C72F5" w:rsidR="6E24D233">
        <w:rPr>
          <w:rFonts w:ascii="Arial" w:hAnsi="Arial" w:eastAsia="Arial" w:cs="Arial"/>
          <w:sz w:val="24"/>
          <w:szCs w:val="24"/>
          <w:u w:val="single"/>
        </w:rPr>
        <w:t>:</w:t>
      </w:r>
      <w:r w:rsidRPr="715C72F5" w:rsidR="6E24D233">
        <w:rPr>
          <w:rFonts w:ascii="Arial" w:hAnsi="Arial" w:eastAsia="Arial" w:cs="Arial"/>
          <w:sz w:val="24"/>
          <w:szCs w:val="24"/>
          <w:u w:val="none"/>
        </w:rPr>
        <w:t xml:space="preserve"> </w:t>
      </w:r>
      <w:r w:rsidRPr="715C72F5" w:rsidR="481C8ECB">
        <w:rPr>
          <w:rFonts w:ascii="Arial" w:hAnsi="Arial" w:eastAsia="Arial" w:cs="Arial"/>
          <w:sz w:val="24"/>
          <w:szCs w:val="24"/>
          <w:u w:val="none"/>
        </w:rPr>
        <w:t>p</w:t>
      </w:r>
      <w:r w:rsidRPr="715C72F5" w:rsidR="481C8ECB">
        <w:rPr>
          <w:rFonts w:ascii="Arial" w:hAnsi="Arial" w:eastAsia="Arial" w:cs="Arial"/>
          <w:sz w:val="24"/>
          <w:szCs w:val="24"/>
          <w:u w:val="none"/>
        </w:rPr>
        <w:t xml:space="preserve">. 1 </w:t>
      </w:r>
      <w:r w:rsidRPr="715C72F5" w:rsidR="1AA1D49C">
        <w:rPr>
          <w:rFonts w:ascii="Arial" w:hAnsi="Arial" w:eastAsia="Arial" w:cs="Arial"/>
          <w:sz w:val="24"/>
          <w:szCs w:val="24"/>
          <w:u w:val="none"/>
        </w:rPr>
        <w:t>werkbezoek UH uitgesteld</w:t>
      </w:r>
      <w:r w:rsidRPr="715C72F5" w:rsidR="3B2336B7">
        <w:rPr>
          <w:rFonts w:ascii="Arial" w:hAnsi="Arial" w:eastAsia="Arial" w:cs="Arial"/>
          <w:sz w:val="24"/>
          <w:szCs w:val="24"/>
          <w:u w:val="none"/>
        </w:rPr>
        <w:t>.</w:t>
      </w:r>
    </w:p>
    <w:p w:rsidR="1891CF98" w:rsidP="715C72F5" w:rsidRDefault="1891CF98" w14:paraId="6B6F0C4C" w14:textId="2B3FDA12">
      <w:pPr>
        <w:pStyle w:val="Lijstalinea"/>
        <w:spacing w:after="0"/>
        <w:ind w:left="1428" w:firstLine="0"/>
        <w:rPr>
          <w:rFonts w:ascii="Arial" w:hAnsi="Arial" w:eastAsia="Arial" w:cs="Arial"/>
          <w:sz w:val="24"/>
          <w:szCs w:val="24"/>
        </w:rPr>
      </w:pPr>
      <w:r w:rsidRPr="715C72F5" w:rsidR="3B2336B7">
        <w:rPr>
          <w:rFonts w:ascii="Arial" w:hAnsi="Arial" w:eastAsia="Arial" w:cs="Arial"/>
          <w:sz w:val="24"/>
          <w:szCs w:val="24"/>
          <w:u w:val="single"/>
        </w:rPr>
        <w:t>Actielijs</w:t>
      </w:r>
      <w:r w:rsidRPr="715C72F5" w:rsidR="3B2336B7">
        <w:rPr>
          <w:rFonts w:ascii="Arial" w:hAnsi="Arial" w:eastAsia="Arial" w:cs="Arial"/>
          <w:sz w:val="24"/>
          <w:szCs w:val="24"/>
        </w:rPr>
        <w:t>t</w:t>
      </w:r>
      <w:r w:rsidRPr="715C72F5" w:rsidR="723CBB41">
        <w:rPr>
          <w:rFonts w:ascii="Arial" w:hAnsi="Arial" w:eastAsia="Arial" w:cs="Arial"/>
          <w:sz w:val="24"/>
          <w:szCs w:val="24"/>
        </w:rPr>
        <w:t xml:space="preserve">: </w:t>
      </w:r>
      <w:r w:rsidRPr="715C72F5" w:rsidR="1EFC6B0D">
        <w:rPr>
          <w:rFonts w:ascii="Arial" w:hAnsi="Arial" w:eastAsia="Arial" w:cs="Arial"/>
          <w:sz w:val="24"/>
          <w:szCs w:val="24"/>
        </w:rPr>
        <w:t xml:space="preserve">alles </w:t>
      </w:r>
      <w:r w:rsidRPr="715C72F5" w:rsidR="612FA77C">
        <w:rPr>
          <w:rFonts w:ascii="Arial" w:hAnsi="Arial" w:eastAsia="Arial" w:cs="Arial"/>
          <w:sz w:val="24"/>
          <w:szCs w:val="24"/>
        </w:rPr>
        <w:t xml:space="preserve">is </w:t>
      </w:r>
      <w:r w:rsidRPr="715C72F5" w:rsidR="1EFC6B0D">
        <w:rPr>
          <w:rFonts w:ascii="Arial" w:hAnsi="Arial" w:eastAsia="Arial" w:cs="Arial"/>
          <w:sz w:val="24"/>
          <w:szCs w:val="24"/>
        </w:rPr>
        <w:t xml:space="preserve">uitgevoerd, alleen de eerste actie </w:t>
      </w:r>
      <w:r w:rsidRPr="715C72F5" w:rsidR="52DF6076">
        <w:rPr>
          <w:rFonts w:ascii="Arial" w:hAnsi="Arial" w:eastAsia="Arial" w:cs="Arial"/>
          <w:sz w:val="24"/>
          <w:szCs w:val="24"/>
        </w:rPr>
        <w:t>volgt</w:t>
      </w:r>
      <w:r w:rsidRPr="715C72F5" w:rsidR="1EFC6B0D">
        <w:rPr>
          <w:rFonts w:ascii="Arial" w:hAnsi="Arial" w:eastAsia="Arial" w:cs="Arial"/>
          <w:sz w:val="24"/>
          <w:szCs w:val="24"/>
        </w:rPr>
        <w:t xml:space="preserve"> nog eind april.</w:t>
      </w:r>
    </w:p>
    <w:p w:rsidR="33A4A502" w:rsidP="33A4A502" w:rsidRDefault="33A4A502" w14:paraId="34B6D306" w14:textId="138B6A4E">
      <w:pPr>
        <w:pStyle w:val="Lijstalinea"/>
        <w:spacing w:after="0"/>
        <w:ind w:left="1428" w:firstLine="0"/>
        <w:rPr>
          <w:sz w:val="24"/>
          <w:szCs w:val="24"/>
        </w:rPr>
      </w:pPr>
    </w:p>
    <w:p w:rsidR="00662C28" w:rsidP="00662C28" w:rsidRDefault="00662C28" w14:paraId="5A1A6408" w14:textId="7348D82C">
      <w:pPr>
        <w:pStyle w:val="Lijstalinea"/>
        <w:rPr>
          <w:sz w:val="24"/>
          <w:szCs w:val="24"/>
        </w:rPr>
      </w:pPr>
    </w:p>
    <w:p w:rsidR="00662C28" w:rsidP="00662C28" w:rsidRDefault="00D34206" w14:paraId="13EF303E" w14:textId="4EA98169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D34206">
        <w:rPr>
          <w:sz w:val="24"/>
          <w:szCs w:val="24"/>
        </w:rPr>
        <w:t xml:space="preserve">Vaststelling van de </w:t>
      </w:r>
      <w:r w:rsidRPr="715C72F5" w:rsidR="004847E4">
        <w:rPr>
          <w:sz w:val="24"/>
          <w:szCs w:val="24"/>
        </w:rPr>
        <w:t>Ontwerp-Jaarrekening 2020 (bijlage 2</w:t>
      </w:r>
      <w:r w:rsidRPr="715C72F5" w:rsidR="00D34206">
        <w:rPr>
          <w:sz w:val="24"/>
          <w:szCs w:val="24"/>
        </w:rPr>
        <w:t>).</w:t>
      </w:r>
    </w:p>
    <w:p w:rsidR="715C72F5" w:rsidP="715C72F5" w:rsidRDefault="715C72F5" w14:paraId="65639E5D" w14:textId="642897D8">
      <w:pPr>
        <w:pStyle w:val="Standaard"/>
        <w:spacing w:after="0"/>
        <w:rPr>
          <w:sz w:val="24"/>
          <w:szCs w:val="24"/>
        </w:rPr>
      </w:pPr>
    </w:p>
    <w:p w:rsidR="3E7ACDB5" w:rsidP="715C72F5" w:rsidRDefault="3E7ACDB5" w14:paraId="4D74D301" w14:textId="1DB09000">
      <w:pPr>
        <w:pStyle w:val="Standaard"/>
        <w:spacing w:after="0"/>
        <w:rPr>
          <w:sz w:val="24"/>
          <w:szCs w:val="24"/>
        </w:rPr>
      </w:pPr>
    </w:p>
    <w:p w:rsidR="00E0693E" w:rsidP="00E0693E" w:rsidRDefault="00E0693E" w14:paraId="6C45A11C" w14:textId="4AC571B4">
      <w:pPr>
        <w:pStyle w:val="Lijstalinea"/>
        <w:spacing w:after="0"/>
        <w:ind w:left="2136"/>
        <w:rPr>
          <w:sz w:val="24"/>
          <w:szCs w:val="24"/>
        </w:rPr>
      </w:pPr>
    </w:p>
    <w:p w:rsidR="00752D41" w:rsidP="00E0693E" w:rsidRDefault="00752D41" w14:paraId="13A7F43D" w14:textId="77777777">
      <w:pPr>
        <w:pStyle w:val="Lijstalinea"/>
        <w:spacing w:after="0"/>
        <w:ind w:left="2136"/>
        <w:rPr>
          <w:sz w:val="24"/>
          <w:szCs w:val="24"/>
        </w:rPr>
      </w:pPr>
    </w:p>
    <w:p w:rsidR="00E0693E" w:rsidP="00AA3DFA" w:rsidRDefault="00FC074E" w14:paraId="45CF9D16" w14:textId="233F015E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FC074E">
        <w:rPr>
          <w:sz w:val="24"/>
          <w:szCs w:val="24"/>
        </w:rPr>
        <w:t xml:space="preserve">Vaststelling van de </w:t>
      </w:r>
      <w:r w:rsidRPr="715C72F5" w:rsidR="004847E4">
        <w:rPr>
          <w:sz w:val="24"/>
          <w:szCs w:val="24"/>
        </w:rPr>
        <w:t>Ontwerp</w:t>
      </w:r>
      <w:r w:rsidRPr="715C72F5" w:rsidR="004847E4">
        <w:rPr>
          <w:sz w:val="24"/>
          <w:szCs w:val="24"/>
        </w:rPr>
        <w:t>-</w:t>
      </w:r>
      <w:r w:rsidRPr="715C72F5" w:rsidR="00D3278A">
        <w:rPr>
          <w:sz w:val="24"/>
          <w:szCs w:val="24"/>
        </w:rPr>
        <w:t xml:space="preserve">Eerste </w:t>
      </w:r>
      <w:r w:rsidRPr="715C72F5" w:rsidR="00EA1466">
        <w:rPr>
          <w:sz w:val="24"/>
          <w:szCs w:val="24"/>
        </w:rPr>
        <w:t>B</w:t>
      </w:r>
      <w:r w:rsidRPr="715C72F5" w:rsidR="004847E4">
        <w:rPr>
          <w:sz w:val="24"/>
          <w:szCs w:val="24"/>
        </w:rPr>
        <w:t>egrotingswijziging 2021 (bijlage 3)</w:t>
      </w:r>
      <w:r w:rsidRPr="715C72F5" w:rsidR="00E0693E">
        <w:rPr>
          <w:sz w:val="24"/>
          <w:szCs w:val="24"/>
        </w:rPr>
        <w:t>.</w:t>
      </w:r>
    </w:p>
    <w:p w:rsidR="00FC074E" w:rsidP="00FC074E" w:rsidRDefault="00FC074E" w14:paraId="43243C0E" w14:textId="54A1DA8E">
      <w:pPr>
        <w:pStyle w:val="Lijstalinea"/>
        <w:spacing w:after="0"/>
        <w:ind w:left="2136"/>
        <w:rPr>
          <w:sz w:val="24"/>
          <w:szCs w:val="24"/>
        </w:rPr>
      </w:pPr>
    </w:p>
    <w:p w:rsidR="00612D14" w:rsidP="00FC074E" w:rsidRDefault="00612D14" w14:paraId="604A4DE2" w14:textId="77777777">
      <w:pPr>
        <w:pStyle w:val="Lijstalinea"/>
        <w:spacing w:after="0"/>
        <w:ind w:left="2136"/>
        <w:rPr>
          <w:sz w:val="24"/>
          <w:szCs w:val="24"/>
        </w:rPr>
      </w:pPr>
    </w:p>
    <w:p w:rsidRPr="004847E4" w:rsidR="00FC074E" w:rsidP="00FC074E" w:rsidRDefault="005060DD" w14:paraId="44093A8E" w14:textId="0BB0ABFA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5060DD">
        <w:rPr>
          <w:sz w:val="24"/>
          <w:szCs w:val="24"/>
        </w:rPr>
        <w:t>Besprek</w:t>
      </w:r>
      <w:r w:rsidRPr="715C72F5" w:rsidR="0050014A">
        <w:rPr>
          <w:sz w:val="24"/>
          <w:szCs w:val="24"/>
        </w:rPr>
        <w:t xml:space="preserve">en van de </w:t>
      </w:r>
      <w:r w:rsidRPr="715C72F5" w:rsidR="00D15ACD">
        <w:rPr>
          <w:sz w:val="24"/>
          <w:szCs w:val="24"/>
        </w:rPr>
        <w:t xml:space="preserve">Notitie over mogelijke bezuinigingen bij het RAZU vanaf 2022 </w:t>
      </w:r>
      <w:r w:rsidRPr="715C72F5" w:rsidR="00D15ACD">
        <w:rPr>
          <w:sz w:val="24"/>
          <w:szCs w:val="24"/>
        </w:rPr>
        <w:t>(bijlage 4</w:t>
      </w:r>
      <w:r w:rsidRPr="715C72F5" w:rsidR="00D15ACD">
        <w:rPr>
          <w:sz w:val="24"/>
          <w:szCs w:val="24"/>
        </w:rPr>
        <w:t>).</w:t>
      </w:r>
      <w:r w:rsidRPr="715C72F5" w:rsidR="005060DD">
        <w:rPr>
          <w:sz w:val="24"/>
          <w:szCs w:val="24"/>
        </w:rPr>
        <w:t xml:space="preserve"> </w:t>
      </w:r>
    </w:p>
    <w:p w:rsidR="00BA4767" w:rsidP="00BA4767" w:rsidRDefault="00E53884" w14:paraId="5FB2C40D" w14:textId="60E000D9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Pr="00BA4767" w:rsidR="00752D41" w:rsidP="00BA4767" w:rsidRDefault="00752D41" w14:paraId="2BA49B02" w14:textId="77777777">
      <w:pPr>
        <w:pStyle w:val="Lijstalinea"/>
        <w:rPr>
          <w:sz w:val="24"/>
          <w:szCs w:val="24"/>
        </w:rPr>
      </w:pPr>
    </w:p>
    <w:p w:rsidRPr="00D15ACD" w:rsidR="00DE0BCA" w:rsidP="00BA4767" w:rsidRDefault="004B5DB2" w14:paraId="501A1D2D" w14:textId="69362CA2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4B5DB2">
        <w:rPr>
          <w:sz w:val="24"/>
          <w:szCs w:val="24"/>
        </w:rPr>
        <w:t xml:space="preserve">Vaststelling van de </w:t>
      </w:r>
      <w:r w:rsidRPr="715C72F5" w:rsidR="004847E4">
        <w:rPr>
          <w:sz w:val="24"/>
          <w:szCs w:val="24"/>
        </w:rPr>
        <w:t>Ontwerp</w:t>
      </w:r>
      <w:r w:rsidRPr="715C72F5" w:rsidR="003E338C">
        <w:rPr>
          <w:sz w:val="24"/>
          <w:szCs w:val="24"/>
        </w:rPr>
        <w:t>-</w:t>
      </w:r>
      <w:r w:rsidRPr="715C72F5" w:rsidR="004847E4">
        <w:rPr>
          <w:sz w:val="24"/>
          <w:szCs w:val="24"/>
        </w:rPr>
        <w:t>Programmabegroting 2022-2025</w:t>
      </w:r>
      <w:r w:rsidRPr="715C72F5" w:rsidR="00145940">
        <w:rPr>
          <w:sz w:val="24"/>
          <w:szCs w:val="24"/>
        </w:rPr>
        <w:t xml:space="preserve"> (bijlage </w:t>
      </w:r>
      <w:r w:rsidRPr="715C72F5" w:rsidR="00D15ACD">
        <w:rPr>
          <w:sz w:val="24"/>
          <w:szCs w:val="24"/>
        </w:rPr>
        <w:t>5</w:t>
      </w:r>
      <w:r w:rsidRPr="715C72F5" w:rsidR="004B5DB2">
        <w:rPr>
          <w:sz w:val="24"/>
          <w:szCs w:val="24"/>
        </w:rPr>
        <w:t>).</w:t>
      </w:r>
    </w:p>
    <w:p w:rsidR="00F7280D" w:rsidP="00F7280D" w:rsidRDefault="00F7280D" w14:paraId="4CB10E8E" w14:textId="51BF06B4">
      <w:pPr>
        <w:pStyle w:val="Lijstalinea"/>
        <w:spacing w:after="0"/>
        <w:ind w:left="2136"/>
        <w:rPr>
          <w:sz w:val="24"/>
          <w:szCs w:val="24"/>
        </w:rPr>
      </w:pPr>
    </w:p>
    <w:p w:rsidR="001D4EF5" w:rsidP="00F7280D" w:rsidRDefault="001D4EF5" w14:paraId="2871026E" w14:textId="77777777">
      <w:pPr>
        <w:pStyle w:val="Lijstalinea"/>
        <w:spacing w:after="0"/>
        <w:ind w:left="2136"/>
        <w:rPr>
          <w:sz w:val="24"/>
          <w:szCs w:val="24"/>
        </w:rPr>
      </w:pPr>
    </w:p>
    <w:p w:rsidRPr="00200134" w:rsidR="00D3278A" w:rsidP="00BA4767" w:rsidRDefault="00453CC8" w14:paraId="0216731F" w14:textId="6CFA8F8B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453CC8">
        <w:rPr>
          <w:sz w:val="24"/>
          <w:szCs w:val="24"/>
        </w:rPr>
        <w:t xml:space="preserve">Bespreken </w:t>
      </w:r>
      <w:r w:rsidRPr="715C72F5" w:rsidR="00851BCE">
        <w:rPr>
          <w:sz w:val="24"/>
          <w:szCs w:val="24"/>
        </w:rPr>
        <w:t xml:space="preserve">van de </w:t>
      </w:r>
      <w:r w:rsidRPr="715C72F5" w:rsidR="00F7280D">
        <w:rPr>
          <w:sz w:val="24"/>
          <w:szCs w:val="24"/>
        </w:rPr>
        <w:t>Memo</w:t>
      </w:r>
      <w:r w:rsidRPr="715C72F5" w:rsidR="00200134">
        <w:rPr>
          <w:sz w:val="24"/>
          <w:szCs w:val="24"/>
        </w:rPr>
        <w:t xml:space="preserve">: Common </w:t>
      </w:r>
      <w:r w:rsidRPr="715C72F5" w:rsidR="00200134">
        <w:rPr>
          <w:sz w:val="24"/>
          <w:szCs w:val="24"/>
        </w:rPr>
        <w:t>Ground</w:t>
      </w:r>
      <w:r w:rsidRPr="715C72F5" w:rsidR="00200134">
        <w:rPr>
          <w:sz w:val="24"/>
          <w:szCs w:val="24"/>
        </w:rPr>
        <w:t xml:space="preserve"> en het e-de</w:t>
      </w:r>
      <w:r w:rsidRPr="715C72F5" w:rsidR="00200134">
        <w:rPr>
          <w:sz w:val="24"/>
          <w:szCs w:val="24"/>
        </w:rPr>
        <w:t>pot</w:t>
      </w:r>
      <w:r w:rsidRPr="715C72F5" w:rsidR="00072627">
        <w:rPr>
          <w:sz w:val="24"/>
          <w:szCs w:val="24"/>
        </w:rPr>
        <w:t xml:space="preserve"> </w:t>
      </w:r>
      <w:r w:rsidRPr="715C72F5" w:rsidR="00072627">
        <w:rPr>
          <w:sz w:val="24"/>
          <w:szCs w:val="24"/>
        </w:rPr>
        <w:t>(</w:t>
      </w:r>
      <w:r w:rsidRPr="715C72F5" w:rsidR="00072627">
        <w:rPr>
          <w:sz w:val="24"/>
          <w:szCs w:val="24"/>
        </w:rPr>
        <w:t xml:space="preserve">bijlage </w:t>
      </w:r>
      <w:r w:rsidRPr="715C72F5" w:rsidR="004B5DB2">
        <w:rPr>
          <w:sz w:val="24"/>
          <w:szCs w:val="24"/>
        </w:rPr>
        <w:t>6</w:t>
      </w:r>
      <w:r w:rsidRPr="715C72F5" w:rsidR="79BB4F25">
        <w:rPr>
          <w:sz w:val="24"/>
          <w:szCs w:val="24"/>
        </w:rPr>
        <w:t>)</w:t>
      </w:r>
      <w:r w:rsidRPr="715C72F5" w:rsidR="00EF06C7">
        <w:rPr>
          <w:sz w:val="24"/>
          <w:szCs w:val="24"/>
        </w:rPr>
        <w:t xml:space="preserve"> </w:t>
      </w:r>
      <w:r w:rsidRPr="715C72F5" w:rsidR="00200134">
        <w:rPr>
          <w:sz w:val="24"/>
          <w:szCs w:val="24"/>
        </w:rPr>
        <w:t xml:space="preserve">+ </w:t>
      </w:r>
      <w:r w:rsidRPr="715C72F5" w:rsidR="004B5DB2">
        <w:rPr>
          <w:sz w:val="24"/>
          <w:szCs w:val="24"/>
        </w:rPr>
        <w:t>6</w:t>
      </w:r>
      <w:r w:rsidRPr="715C72F5" w:rsidR="00200134">
        <w:rPr>
          <w:sz w:val="24"/>
          <w:szCs w:val="24"/>
        </w:rPr>
        <w:t xml:space="preserve">A en </w:t>
      </w:r>
      <w:r w:rsidRPr="715C72F5" w:rsidR="004B5DB2">
        <w:rPr>
          <w:sz w:val="24"/>
          <w:szCs w:val="24"/>
        </w:rPr>
        <w:t>6</w:t>
      </w:r>
      <w:r w:rsidRPr="715C72F5" w:rsidR="00200134">
        <w:rPr>
          <w:sz w:val="24"/>
          <w:szCs w:val="24"/>
        </w:rPr>
        <w:t>B</w:t>
      </w:r>
      <w:r w:rsidRPr="715C72F5" w:rsidR="001D4EF5">
        <w:rPr>
          <w:sz w:val="24"/>
          <w:szCs w:val="24"/>
        </w:rPr>
        <w:t>).</w:t>
      </w:r>
    </w:p>
    <w:p w:rsidRPr="00200134" w:rsidR="001D4EF5" w:rsidP="001D4EF5" w:rsidRDefault="001D4EF5" w14:paraId="0B1D528F" w14:textId="3108E322" w14:noSpellErr="1">
      <w:pPr>
        <w:pStyle w:val="Lijstalinea"/>
        <w:rPr>
          <w:sz w:val="24"/>
          <w:szCs w:val="24"/>
        </w:rPr>
      </w:pPr>
    </w:p>
    <w:p w:rsidRPr="00200134" w:rsidR="00D82132" w:rsidP="001D4EF5" w:rsidRDefault="00D82132" w14:paraId="3CFE5FAD" w14:textId="77777777">
      <w:pPr>
        <w:pStyle w:val="Lijstalinea"/>
        <w:rPr>
          <w:sz w:val="24"/>
          <w:szCs w:val="24"/>
        </w:rPr>
      </w:pPr>
    </w:p>
    <w:p w:rsidRPr="00200134" w:rsidR="001D4EF5" w:rsidP="00BA4767" w:rsidRDefault="006A09D4" w14:paraId="6CDD9155" w14:textId="0A7F628D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6A09D4">
        <w:rPr>
          <w:sz w:val="24"/>
          <w:szCs w:val="24"/>
        </w:rPr>
        <w:t xml:space="preserve">Vaststelling </w:t>
      </w:r>
      <w:r w:rsidRPr="715C72F5" w:rsidR="00BB2C2D">
        <w:rPr>
          <w:sz w:val="24"/>
          <w:szCs w:val="24"/>
        </w:rPr>
        <w:t xml:space="preserve">Ongewijzigd </w:t>
      </w:r>
      <w:r w:rsidRPr="715C72F5" w:rsidR="00587BC0">
        <w:rPr>
          <w:sz w:val="24"/>
          <w:szCs w:val="24"/>
        </w:rPr>
        <w:t xml:space="preserve">Normenkader 2021 (bijlage </w:t>
      </w:r>
      <w:r w:rsidRPr="715C72F5" w:rsidR="004B5DB2">
        <w:rPr>
          <w:sz w:val="24"/>
          <w:szCs w:val="24"/>
        </w:rPr>
        <w:t>7</w:t>
      </w:r>
      <w:r w:rsidRPr="715C72F5" w:rsidR="006207A7">
        <w:rPr>
          <w:sz w:val="24"/>
          <w:szCs w:val="24"/>
        </w:rPr>
        <w:t xml:space="preserve">A en </w:t>
      </w:r>
      <w:r w:rsidRPr="715C72F5" w:rsidR="004B5DB2">
        <w:rPr>
          <w:sz w:val="24"/>
          <w:szCs w:val="24"/>
        </w:rPr>
        <w:t>7</w:t>
      </w:r>
      <w:r w:rsidRPr="715C72F5" w:rsidR="006207A7">
        <w:rPr>
          <w:sz w:val="24"/>
          <w:szCs w:val="24"/>
        </w:rPr>
        <w:t>B</w:t>
      </w:r>
      <w:r w:rsidRPr="715C72F5" w:rsidR="00587BC0">
        <w:rPr>
          <w:sz w:val="24"/>
          <w:szCs w:val="24"/>
        </w:rPr>
        <w:t>)</w:t>
      </w:r>
    </w:p>
    <w:p w:rsidRPr="00200134" w:rsidR="003E338C" w:rsidP="003E338C" w:rsidRDefault="003E338C" w14:paraId="2DD178E7" w14:textId="77777777">
      <w:pPr>
        <w:spacing w:after="0"/>
        <w:rPr>
          <w:sz w:val="24"/>
          <w:szCs w:val="24"/>
        </w:rPr>
      </w:pPr>
    </w:p>
    <w:p w:rsidRPr="00200134" w:rsidR="00CC5203" w:rsidP="00CC5203" w:rsidRDefault="00CC5203" w14:paraId="3B3DF894" w14:textId="77777777">
      <w:pPr>
        <w:pStyle w:val="Lijstalinea"/>
        <w:rPr>
          <w:sz w:val="24"/>
          <w:szCs w:val="24"/>
        </w:rPr>
      </w:pPr>
    </w:p>
    <w:p w:rsidRPr="000030D3" w:rsidR="00892AB1" w:rsidP="00662C28" w:rsidRDefault="00892AB1" w14:paraId="64DAF105" w14:textId="35570AF2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715C72F5" w:rsidR="00892AB1">
        <w:rPr>
          <w:sz w:val="24"/>
          <w:szCs w:val="24"/>
        </w:rPr>
        <w:t>Rondvraag en sluiting.</w:t>
      </w:r>
    </w:p>
    <w:sectPr w:rsidRPr="000030D3" w:rsidR="00892AB1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5DBE" w:rsidP="00B3072C" w:rsidRDefault="00FE5DBE" w14:paraId="5F421DE4" w14:textId="77777777">
      <w:pPr>
        <w:spacing w:after="0" w:line="240" w:lineRule="auto"/>
      </w:pPr>
      <w:r>
        <w:separator/>
      </w:r>
    </w:p>
  </w:endnote>
  <w:endnote w:type="continuationSeparator" w:id="0">
    <w:p w:rsidR="00FE5DBE" w:rsidP="00B3072C" w:rsidRDefault="00FE5DBE" w14:paraId="33C5A3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Pr="00EF06C7" w:rsidR="00B3072C" w:rsidTr="00FF5672" w14:paraId="37530D6B" w14:textId="77777777">
      <w:trPr>
        <w:trHeight w:val="699"/>
      </w:trPr>
      <w:tc>
        <w:tcPr>
          <w:tcW w:w="2724" w:type="dxa"/>
          <w:vAlign w:val="bottom"/>
        </w:tcPr>
        <w:p w:rsidR="00B3072C" w:rsidP="00FF5672" w:rsidRDefault="00B3072C" w14:paraId="3F0ED199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Bezoekadres</w:t>
          </w:r>
        </w:p>
        <w:p w:rsidR="00B3072C" w:rsidP="00FF5672" w:rsidRDefault="00B3072C" w14:paraId="368BBEE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Karel de Grotestraat 30</w:t>
          </w:r>
        </w:p>
        <w:p w:rsidR="00B3072C" w:rsidP="00FF5672" w:rsidRDefault="00B3072C" w14:paraId="2A27D2CD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:rsidR="00B3072C" w:rsidP="00FF5672" w:rsidRDefault="00B3072C" w14:paraId="54CEDA5D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Postadres</w:t>
          </w:r>
        </w:p>
        <w:p w:rsidR="00B3072C" w:rsidP="00FF5672" w:rsidRDefault="00B3072C" w14:paraId="1E9BFE1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Regionaal Archief Zuid-Utrecht</w:t>
          </w:r>
        </w:p>
        <w:p w:rsidR="00B3072C" w:rsidP="00FF5672" w:rsidRDefault="00B3072C" w14:paraId="616FD687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:rsidRPr="00B3072C" w:rsidR="00B3072C" w:rsidP="00FF5672" w:rsidRDefault="00B3072C" w14:paraId="1A85E3E5" w14:textId="77777777">
          <w:pPr>
            <w:pStyle w:val="Voettekst"/>
            <w:rPr>
              <w:sz w:val="18"/>
            </w:rPr>
          </w:pPr>
        </w:p>
        <w:p w:rsidR="00B3072C" w:rsidP="00FF5672" w:rsidRDefault="00B3072C" w14:paraId="1D847C6B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Telefoon: 088 5300 170</w:t>
          </w:r>
        </w:p>
        <w:p w:rsidR="00B3072C" w:rsidP="00FF5672" w:rsidRDefault="00B3072C" w14:paraId="7EA5DF7F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:rsidRPr="001E167B" w:rsidR="00FF5672" w:rsidP="00FF5672" w:rsidRDefault="00FF5672" w14:paraId="3C7C080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IBAN NL 18 BNGH 028.51.48.699</w:t>
          </w:r>
        </w:p>
        <w:p w:rsidRPr="001E167B" w:rsidR="00FF5672" w:rsidP="00FF5672" w:rsidRDefault="00FF5672" w14:paraId="7D4D600A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 xml:space="preserve"> 50907905</w:t>
          </w:r>
        </w:p>
        <w:p w:rsidRPr="001E167B" w:rsidR="00B3072C" w:rsidP="00FF5672" w:rsidRDefault="00FF5672" w14:paraId="1C6A5BDE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:rsidRPr="001E167B" w:rsidR="00B3072C" w:rsidRDefault="00B3072C" w14:paraId="08369D70" w14:textId="77777777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Pr="00EF06C7" w:rsidR="005F0F98" w:rsidTr="00771ADC" w14:paraId="64B3C72F" w14:textId="77777777">
      <w:trPr>
        <w:trHeight w:val="699"/>
      </w:trPr>
      <w:tc>
        <w:tcPr>
          <w:tcW w:w="2724" w:type="dxa"/>
          <w:vAlign w:val="bottom"/>
        </w:tcPr>
        <w:p w:rsidR="005F0F98" w:rsidP="005F0F98" w:rsidRDefault="005F0F98" w14:paraId="47C301C5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Bezoekadres</w:t>
          </w:r>
        </w:p>
        <w:p w:rsidR="005F0F98" w:rsidP="005F0F98" w:rsidRDefault="005F0F98" w14:paraId="1F27C759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Karel de Grotestraat 30</w:t>
          </w:r>
        </w:p>
        <w:p w:rsidR="005F0F98" w:rsidP="005F0F98" w:rsidRDefault="005F0F98" w14:paraId="54176092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:rsidR="005F0F98" w:rsidP="005F0F98" w:rsidRDefault="005F0F98" w14:paraId="1FE0A692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</w:rPr>
          </w:pPr>
          <w:r>
            <w:rPr>
              <w:rFonts w:ascii="Calibri" w:hAnsi="Calibri" w:eastAsia="Calibri" w:cs="Calibri"/>
              <w:color w:val="C0AB78"/>
              <w:sz w:val="18"/>
            </w:rPr>
            <w:t>Postadres</w:t>
          </w:r>
        </w:p>
        <w:p w:rsidR="005F0F98" w:rsidP="005F0F98" w:rsidRDefault="005F0F98" w14:paraId="0862E73D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Regionaal Archief Zuid-Utrecht</w:t>
          </w:r>
        </w:p>
        <w:p w:rsidR="005F0F98" w:rsidP="005F0F98" w:rsidRDefault="005F0F98" w14:paraId="554DCB7A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:rsidRPr="00B3072C" w:rsidR="005F0F98" w:rsidP="005F0F98" w:rsidRDefault="005F0F98" w14:paraId="2483E9A1" w14:textId="77777777">
          <w:pPr>
            <w:pStyle w:val="Voettekst"/>
            <w:rPr>
              <w:sz w:val="18"/>
            </w:rPr>
          </w:pPr>
        </w:p>
        <w:p w:rsidR="005F0F98" w:rsidP="005F0F98" w:rsidRDefault="005F0F98" w14:paraId="73A684F3" w14:textId="77777777">
          <w:pPr>
            <w:pStyle w:val="Voettekst"/>
            <w:rPr>
              <w:rFonts w:ascii="Calibri" w:hAnsi="Calibri" w:eastAsia="Calibri" w:cs="Calibri"/>
              <w:b/>
              <w:color w:val="735873"/>
              <w:sz w:val="18"/>
            </w:rPr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Telefoon: 088 5300 170</w:t>
          </w:r>
        </w:p>
        <w:p w:rsidR="005F0F98" w:rsidP="005F0F98" w:rsidRDefault="005F0F98" w14:paraId="564758B6" w14:textId="77777777">
          <w:pPr>
            <w:pStyle w:val="Voettekst"/>
          </w:pPr>
          <w:r>
            <w:rPr>
              <w:rFonts w:ascii="Calibri" w:hAnsi="Calibri" w:eastAsia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:rsidRPr="001E167B" w:rsidR="005F0F98" w:rsidP="005F0F98" w:rsidRDefault="005F0F98" w14:paraId="0A231078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IBAN NL 18 BNGH 028.51.48.699</w:t>
          </w:r>
        </w:p>
        <w:p w:rsidRPr="001E167B" w:rsidR="005F0F98" w:rsidP="005F0F98" w:rsidRDefault="005F0F98" w14:paraId="7E3B709B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 xml:space="preserve"> 50907905</w:t>
          </w:r>
        </w:p>
        <w:p w:rsidRPr="001E167B" w:rsidR="005F0F98" w:rsidP="005F0F98" w:rsidRDefault="005F0F98" w14:paraId="495BE02C" w14:textId="77777777">
          <w:pPr>
            <w:pStyle w:val="Voettekst"/>
            <w:rPr>
              <w:rFonts w:ascii="Calibri" w:hAnsi="Calibri" w:eastAsia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hAnsi="Calibri" w:eastAsia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:rsidRPr="005F0F98" w:rsidR="005F0F98" w:rsidP="00771ADC" w:rsidRDefault="005F0F98" w14:paraId="5FED2FB0" w14:textId="77777777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5DBE" w:rsidP="00B3072C" w:rsidRDefault="00FE5DBE" w14:paraId="0DA03919" w14:textId="77777777">
      <w:pPr>
        <w:spacing w:after="0" w:line="240" w:lineRule="auto"/>
      </w:pPr>
      <w:r>
        <w:separator/>
      </w:r>
    </w:p>
  </w:footnote>
  <w:footnote w:type="continuationSeparator" w:id="0">
    <w:p w:rsidR="00FE5DBE" w:rsidP="00B3072C" w:rsidRDefault="00FE5DBE" w14:paraId="66EED3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6B0BA7" w:rsidRDefault="005F0F98" w14:paraId="6C4AF70C" w14:textId="77777777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0469"/>
    </w:tblGrid>
    <w:tr w:rsidR="006B0BA7" w:rsidTr="006B0BA7" w14:paraId="46557B46" w14:textId="77777777">
      <w:trPr>
        <w:trHeight w:val="797"/>
      </w:trPr>
      <w:tc>
        <w:tcPr>
          <w:tcW w:w="10469" w:type="dxa"/>
        </w:tcPr>
        <w:p w:rsidR="006B0BA7" w:rsidRDefault="006B0BA7" w14:paraId="12F46F10" w14:textId="77777777">
          <w:pPr>
            <w:pStyle w:val="Koptekst"/>
          </w:pPr>
        </w:p>
      </w:tc>
    </w:tr>
  </w:tbl>
  <w:p w:rsidR="00B3072C" w:rsidRDefault="00B3072C" w14:paraId="58670AB0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1F6F64" w:rsidRDefault="005F0F98" w14:paraId="3CC7B042" w14:textId="77777777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MTA2sLA0sjCzNDdV0lEKTi0uzszPAykwrAUAPMZIPywAAAA="/>
  </w:docVars>
  <w:rsids>
    <w:rsidRoot w:val="00E63B5B"/>
    <w:rsid w:val="0000274E"/>
    <w:rsid w:val="000030D3"/>
    <w:rsid w:val="0001159B"/>
    <w:rsid w:val="00072627"/>
    <w:rsid w:val="000B4321"/>
    <w:rsid w:val="00124CA2"/>
    <w:rsid w:val="001308BF"/>
    <w:rsid w:val="00145940"/>
    <w:rsid w:val="00155F52"/>
    <w:rsid w:val="001827D3"/>
    <w:rsid w:val="00184A61"/>
    <w:rsid w:val="0019394E"/>
    <w:rsid w:val="001D4EF5"/>
    <w:rsid w:val="001E167B"/>
    <w:rsid w:val="001F6F64"/>
    <w:rsid w:val="001F7C00"/>
    <w:rsid w:val="00200134"/>
    <w:rsid w:val="002133B4"/>
    <w:rsid w:val="00257E6C"/>
    <w:rsid w:val="0026779F"/>
    <w:rsid w:val="00284BA9"/>
    <w:rsid w:val="002B3600"/>
    <w:rsid w:val="002B45CB"/>
    <w:rsid w:val="002C18B5"/>
    <w:rsid w:val="002D0807"/>
    <w:rsid w:val="002E5DDB"/>
    <w:rsid w:val="0030755A"/>
    <w:rsid w:val="003D0D36"/>
    <w:rsid w:val="003D5BBD"/>
    <w:rsid w:val="003E338C"/>
    <w:rsid w:val="003E6B32"/>
    <w:rsid w:val="00424053"/>
    <w:rsid w:val="00426A81"/>
    <w:rsid w:val="00437687"/>
    <w:rsid w:val="00453CC8"/>
    <w:rsid w:val="00456FC2"/>
    <w:rsid w:val="004847E4"/>
    <w:rsid w:val="00484E55"/>
    <w:rsid w:val="00493A3C"/>
    <w:rsid w:val="004B0D52"/>
    <w:rsid w:val="004B5D5B"/>
    <w:rsid w:val="004B5DB2"/>
    <w:rsid w:val="0050014A"/>
    <w:rsid w:val="005060DD"/>
    <w:rsid w:val="00517A65"/>
    <w:rsid w:val="00535E62"/>
    <w:rsid w:val="005518D4"/>
    <w:rsid w:val="00587BC0"/>
    <w:rsid w:val="005951EB"/>
    <w:rsid w:val="005A662B"/>
    <w:rsid w:val="005C72C6"/>
    <w:rsid w:val="005F0F98"/>
    <w:rsid w:val="00612D14"/>
    <w:rsid w:val="006207A7"/>
    <w:rsid w:val="00642B66"/>
    <w:rsid w:val="00644581"/>
    <w:rsid w:val="00656E07"/>
    <w:rsid w:val="00662C28"/>
    <w:rsid w:val="00690A78"/>
    <w:rsid w:val="00691FDB"/>
    <w:rsid w:val="006A09D4"/>
    <w:rsid w:val="006B0BA7"/>
    <w:rsid w:val="006D1F79"/>
    <w:rsid w:val="0071555B"/>
    <w:rsid w:val="00715DA0"/>
    <w:rsid w:val="00723D54"/>
    <w:rsid w:val="0073089B"/>
    <w:rsid w:val="00734EC1"/>
    <w:rsid w:val="00752D41"/>
    <w:rsid w:val="007530C1"/>
    <w:rsid w:val="00771ADC"/>
    <w:rsid w:val="00791DB5"/>
    <w:rsid w:val="00792C50"/>
    <w:rsid w:val="00796DF7"/>
    <w:rsid w:val="007A2733"/>
    <w:rsid w:val="007F0981"/>
    <w:rsid w:val="007F20EE"/>
    <w:rsid w:val="007F770D"/>
    <w:rsid w:val="00826031"/>
    <w:rsid w:val="00851BCE"/>
    <w:rsid w:val="0089218D"/>
    <w:rsid w:val="00892AB1"/>
    <w:rsid w:val="008C70D7"/>
    <w:rsid w:val="00947D8C"/>
    <w:rsid w:val="00957217"/>
    <w:rsid w:val="0097561D"/>
    <w:rsid w:val="00985617"/>
    <w:rsid w:val="00993FB1"/>
    <w:rsid w:val="009B382C"/>
    <w:rsid w:val="00A023D4"/>
    <w:rsid w:val="00A5550C"/>
    <w:rsid w:val="00B1443A"/>
    <w:rsid w:val="00B3072C"/>
    <w:rsid w:val="00B56155"/>
    <w:rsid w:val="00B613EB"/>
    <w:rsid w:val="00B64A25"/>
    <w:rsid w:val="00B64F0F"/>
    <w:rsid w:val="00BA4767"/>
    <w:rsid w:val="00BB2C2D"/>
    <w:rsid w:val="00BE1BEC"/>
    <w:rsid w:val="00BE4319"/>
    <w:rsid w:val="00BF2896"/>
    <w:rsid w:val="00C158B7"/>
    <w:rsid w:val="00C50CFD"/>
    <w:rsid w:val="00C610FA"/>
    <w:rsid w:val="00C64E46"/>
    <w:rsid w:val="00CC5203"/>
    <w:rsid w:val="00D0370F"/>
    <w:rsid w:val="00D15ACD"/>
    <w:rsid w:val="00D3278A"/>
    <w:rsid w:val="00D34206"/>
    <w:rsid w:val="00D35C2F"/>
    <w:rsid w:val="00D43DFB"/>
    <w:rsid w:val="00D82132"/>
    <w:rsid w:val="00D948C2"/>
    <w:rsid w:val="00DB3B7B"/>
    <w:rsid w:val="00DB53C3"/>
    <w:rsid w:val="00DE0BCA"/>
    <w:rsid w:val="00E0693E"/>
    <w:rsid w:val="00E12539"/>
    <w:rsid w:val="00E433CA"/>
    <w:rsid w:val="00E53884"/>
    <w:rsid w:val="00E63B5B"/>
    <w:rsid w:val="00E6722B"/>
    <w:rsid w:val="00EA1466"/>
    <w:rsid w:val="00EE41E4"/>
    <w:rsid w:val="00EF06C7"/>
    <w:rsid w:val="00EF5C2A"/>
    <w:rsid w:val="00F63776"/>
    <w:rsid w:val="00F7280D"/>
    <w:rsid w:val="00F779DB"/>
    <w:rsid w:val="00F96707"/>
    <w:rsid w:val="00FC074E"/>
    <w:rsid w:val="00FD1A65"/>
    <w:rsid w:val="00FE5DBE"/>
    <w:rsid w:val="00FF3392"/>
    <w:rsid w:val="00FF5672"/>
    <w:rsid w:val="01A053B3"/>
    <w:rsid w:val="042A92AC"/>
    <w:rsid w:val="06189D04"/>
    <w:rsid w:val="0AD80C89"/>
    <w:rsid w:val="1891CF98"/>
    <w:rsid w:val="1AA1D49C"/>
    <w:rsid w:val="1EFC6B0D"/>
    <w:rsid w:val="217E2CB0"/>
    <w:rsid w:val="23D8A326"/>
    <w:rsid w:val="29EBBD9C"/>
    <w:rsid w:val="33A4A502"/>
    <w:rsid w:val="37510754"/>
    <w:rsid w:val="379F4C8F"/>
    <w:rsid w:val="3B2336B7"/>
    <w:rsid w:val="3E7ACDB5"/>
    <w:rsid w:val="3F07E20F"/>
    <w:rsid w:val="3FFD690C"/>
    <w:rsid w:val="481C8ECB"/>
    <w:rsid w:val="4B359E77"/>
    <w:rsid w:val="4CD16ED8"/>
    <w:rsid w:val="52DF6076"/>
    <w:rsid w:val="54A0A644"/>
    <w:rsid w:val="56C4D24F"/>
    <w:rsid w:val="5B5044CF"/>
    <w:rsid w:val="5E95CCCA"/>
    <w:rsid w:val="60668833"/>
    <w:rsid w:val="612FA77C"/>
    <w:rsid w:val="631D888B"/>
    <w:rsid w:val="6D038BD5"/>
    <w:rsid w:val="6E24D233"/>
    <w:rsid w:val="715C72F5"/>
    <w:rsid w:val="723CBB41"/>
    <w:rsid w:val="79BB4F25"/>
    <w:rsid w:val="7FD5E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RAZU20191" w:customStyle="1">
    <w:name w:val="RAZU_2019_1"/>
    <w:next w:val="Standaard"/>
    <w:autoRedefine/>
    <w:qFormat/>
    <w:rsid w:val="00124CA2"/>
    <w:pPr>
      <w:pBdr>
        <w:left w:val="single" w:color="C2B280" w:sz="18" w:space="4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94A1-1B3C-4F5B-985E-9BD5CD3C6773}"/>
</file>

<file path=customXml/itemProps2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Briefpapier_RAZU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22</cp:revision>
  <cp:lastPrinted>2021-04-06T08:13:00Z</cp:lastPrinted>
  <dcterms:created xsi:type="dcterms:W3CDTF">2021-04-06T07:52:00Z</dcterms:created>
  <dcterms:modified xsi:type="dcterms:W3CDTF">2021-04-18T08:25:15Z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7214800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