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072C" w:rsidP="00FF5672" w:rsidRDefault="00B3072C" w14:paraId="2479A35D" w14:textId="380D903C">
      <w:pPr>
        <w:ind w:left="1980"/>
      </w:pPr>
    </w:p>
    <w:p w:rsidR="005C72C6" w:rsidP="00FF5672" w:rsidRDefault="005C72C6" w14:paraId="7B630DC9" w14:textId="2214CD82">
      <w:pPr>
        <w:ind w:left="1980"/>
      </w:pPr>
    </w:p>
    <w:p w:rsidR="00F316BE" w:rsidP="00FF5672" w:rsidRDefault="00F316BE" w14:paraId="05D28245" w14:textId="77777777">
      <w:pPr>
        <w:ind w:left="1980"/>
        <w:rPr>
          <w:b/>
          <w:bCs/>
          <w:sz w:val="32"/>
          <w:szCs w:val="32"/>
        </w:rPr>
      </w:pPr>
    </w:p>
    <w:p w:rsidRPr="00734EC1" w:rsidR="005C72C6" w:rsidP="00FF5672" w:rsidRDefault="005C72C6" w14:paraId="131CC6E0" w14:textId="42B71CA3">
      <w:pPr>
        <w:ind w:left="1980"/>
        <w:rPr>
          <w:b/>
          <w:bCs/>
          <w:sz w:val="32"/>
          <w:szCs w:val="32"/>
        </w:rPr>
      </w:pPr>
      <w:r w:rsidRPr="0EAC8EFD" w:rsidR="005C72C6">
        <w:rPr>
          <w:b w:val="1"/>
          <w:bCs w:val="1"/>
          <w:sz w:val="32"/>
          <w:szCs w:val="32"/>
        </w:rPr>
        <w:t xml:space="preserve">Agenda </w:t>
      </w:r>
      <w:r w:rsidRPr="0EAC8EFD" w:rsidR="00201AFB">
        <w:rPr>
          <w:b w:val="1"/>
          <w:bCs w:val="1"/>
          <w:sz w:val="32"/>
          <w:szCs w:val="32"/>
        </w:rPr>
        <w:t>bestuursvergadering</w:t>
      </w:r>
      <w:r w:rsidRPr="0EAC8EFD" w:rsidR="00662C28">
        <w:rPr>
          <w:b w:val="1"/>
          <w:bCs w:val="1"/>
          <w:sz w:val="32"/>
          <w:szCs w:val="32"/>
        </w:rPr>
        <w:t xml:space="preserve"> </w:t>
      </w:r>
      <w:r w:rsidRPr="0EAC8EFD" w:rsidR="00CE71CB">
        <w:rPr>
          <w:b w:val="1"/>
          <w:bCs w:val="1"/>
          <w:sz w:val="32"/>
          <w:szCs w:val="32"/>
        </w:rPr>
        <w:t xml:space="preserve">RAZU op </w:t>
      </w:r>
      <w:r w:rsidRPr="0EAC8EFD" w:rsidR="00201AFB">
        <w:rPr>
          <w:b w:val="1"/>
          <w:bCs w:val="1"/>
          <w:sz w:val="32"/>
          <w:szCs w:val="32"/>
        </w:rPr>
        <w:t>10 maart 2021 (3)</w:t>
      </w:r>
    </w:p>
    <w:p w:rsidR="1749E954" w:rsidP="0EAC8EFD" w:rsidRDefault="1749E954" w14:paraId="4E74E340" w14:textId="45FEF570">
      <w:pPr>
        <w:pStyle w:val="Standaard"/>
        <w:ind w:left="1980"/>
        <w:rPr>
          <w:b w:val="1"/>
          <w:bCs w:val="1"/>
          <w:color w:val="FF0000"/>
          <w:sz w:val="24"/>
          <w:szCs w:val="24"/>
        </w:rPr>
      </w:pPr>
      <w:r w:rsidRPr="0EAC8EFD" w:rsidR="1749E954">
        <w:rPr>
          <w:b w:val="1"/>
          <w:bCs w:val="1"/>
          <w:color w:val="FF0000"/>
          <w:sz w:val="24"/>
          <w:szCs w:val="24"/>
        </w:rPr>
        <w:t>(m</w:t>
      </w:r>
      <w:r w:rsidRPr="0EAC8EFD" w:rsidR="727D327B">
        <w:rPr>
          <w:b w:val="1"/>
          <w:bCs w:val="1"/>
          <w:color w:val="FF0000"/>
          <w:sz w:val="24"/>
          <w:szCs w:val="24"/>
        </w:rPr>
        <w:t xml:space="preserve">et aantekeningen voor </w:t>
      </w:r>
      <w:r w:rsidRPr="0EAC8EFD" w:rsidR="6D8DC905">
        <w:rPr>
          <w:b w:val="1"/>
          <w:bCs w:val="1"/>
          <w:color w:val="FF0000"/>
          <w:sz w:val="24"/>
          <w:szCs w:val="24"/>
        </w:rPr>
        <w:t xml:space="preserve">de </w:t>
      </w:r>
      <w:r w:rsidRPr="0EAC8EFD" w:rsidR="727D327B">
        <w:rPr>
          <w:b w:val="1"/>
          <w:bCs w:val="1"/>
          <w:color w:val="FF0000"/>
          <w:sz w:val="24"/>
          <w:szCs w:val="24"/>
        </w:rPr>
        <w:t>voorzitter)</w:t>
      </w:r>
    </w:p>
    <w:p w:rsidRPr="000030D3" w:rsidR="00662C28" w:rsidP="0EAC8EFD" w:rsidRDefault="00662C28" w14:paraId="5260B3AF" w14:textId="77777777" w14:noSpellErr="1">
      <w:pPr>
        <w:rPr>
          <w:b w:val="1"/>
          <w:bCs w:val="1"/>
          <w:color w:val="FF0000"/>
          <w:sz w:val="24"/>
          <w:szCs w:val="24"/>
        </w:rPr>
      </w:pPr>
    </w:p>
    <w:p w:rsidRPr="000030D3" w:rsidR="00662C28" w:rsidP="00734EC1" w:rsidRDefault="00662C28" w14:paraId="497EBB69" w14:textId="12C7BFBB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792C50">
        <w:rPr>
          <w:sz w:val="24"/>
          <w:szCs w:val="24"/>
        </w:rPr>
        <w:t>Woensdag 1</w:t>
      </w:r>
      <w:r w:rsidR="00201AFB">
        <w:rPr>
          <w:sz w:val="24"/>
          <w:szCs w:val="24"/>
        </w:rPr>
        <w:t>0 maart 2021</w:t>
      </w:r>
    </w:p>
    <w:p w:rsidRPr="000030D3" w:rsidR="00662C28" w:rsidP="00734EC1" w:rsidRDefault="00662C28" w14:paraId="18D54E9D" w14:textId="2E89E367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01159B">
        <w:rPr>
          <w:sz w:val="24"/>
          <w:szCs w:val="24"/>
        </w:rPr>
        <w:t>1</w:t>
      </w:r>
      <w:r w:rsidR="00201AFB">
        <w:rPr>
          <w:sz w:val="24"/>
          <w:szCs w:val="24"/>
        </w:rPr>
        <w:t>3</w:t>
      </w:r>
      <w:r w:rsidR="0001159B">
        <w:rPr>
          <w:sz w:val="24"/>
          <w:szCs w:val="24"/>
        </w:rPr>
        <w:t>.</w:t>
      </w:r>
      <w:r w:rsidR="00201AFB">
        <w:rPr>
          <w:sz w:val="24"/>
          <w:szCs w:val="24"/>
        </w:rPr>
        <w:t>30</w:t>
      </w:r>
      <w:r w:rsidR="0001159B">
        <w:rPr>
          <w:sz w:val="24"/>
          <w:szCs w:val="24"/>
        </w:rPr>
        <w:t xml:space="preserve"> - 15.00</w:t>
      </w:r>
      <w:r w:rsidRPr="000030D3">
        <w:rPr>
          <w:sz w:val="24"/>
          <w:szCs w:val="24"/>
        </w:rPr>
        <w:t xml:space="preserve"> uur</w:t>
      </w:r>
    </w:p>
    <w:p w:rsidR="00184A61" w:rsidP="00734EC1" w:rsidRDefault="00662C28" w14:paraId="02A5210B" w14:textId="77777777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:rsidR="005951EB" w:rsidP="00184A61" w:rsidRDefault="0089218D" w14:paraId="432CFA2B" w14:textId="5BF798AF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In verband met de coronacrisis vind</w:t>
      </w:r>
      <w:r w:rsidR="00201AFB">
        <w:rPr>
          <w:sz w:val="24"/>
          <w:szCs w:val="24"/>
        </w:rPr>
        <w:t>t</w:t>
      </w:r>
      <w:r>
        <w:rPr>
          <w:sz w:val="24"/>
          <w:szCs w:val="24"/>
        </w:rPr>
        <w:t xml:space="preserve"> de vergadering</w:t>
      </w:r>
      <w:r w:rsidR="00DE0BCA">
        <w:rPr>
          <w:sz w:val="24"/>
          <w:szCs w:val="24"/>
        </w:rPr>
        <w:t>en</w:t>
      </w:r>
      <w:r>
        <w:rPr>
          <w:sz w:val="24"/>
          <w:szCs w:val="24"/>
        </w:rPr>
        <w:t xml:space="preserve">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</w:p>
    <w:p w:rsidRPr="000030D3" w:rsidR="00892AB1" w:rsidP="00662C28" w:rsidRDefault="00892AB1" w14:paraId="5FE5A256" w14:textId="0791A1BA">
      <w:pPr>
        <w:spacing w:after="0"/>
        <w:rPr>
          <w:sz w:val="24"/>
          <w:szCs w:val="24"/>
        </w:rPr>
      </w:pPr>
    </w:p>
    <w:p w:rsidRPr="000030D3" w:rsidR="00892AB1" w:rsidP="00662C28" w:rsidRDefault="00892AB1" w14:paraId="78F5FFEF" w14:textId="59EFC4AE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:rsidRPr="000030D3" w:rsidR="00662C28" w:rsidP="00662C28" w:rsidRDefault="00662C28" w14:paraId="55DBADD8" w14:textId="67A914FA">
      <w:pPr>
        <w:spacing w:after="0"/>
        <w:rPr>
          <w:b/>
          <w:bCs/>
          <w:sz w:val="24"/>
          <w:szCs w:val="24"/>
        </w:rPr>
      </w:pPr>
    </w:p>
    <w:p w:rsidR="00662C28" w:rsidP="00662C28" w:rsidRDefault="00662C28" w14:paraId="5C96AF08" w14:textId="00AC94F3">
      <w:pPr>
        <w:spacing w:after="0"/>
        <w:rPr>
          <w:sz w:val="24"/>
          <w:szCs w:val="24"/>
        </w:rPr>
      </w:pPr>
    </w:p>
    <w:p w:rsidRPr="000030D3" w:rsidR="000030D3" w:rsidP="00662C28" w:rsidRDefault="000030D3" w14:paraId="77DAEC3D" w14:textId="77777777">
      <w:pPr>
        <w:spacing w:after="0"/>
        <w:rPr>
          <w:sz w:val="24"/>
          <w:szCs w:val="24"/>
        </w:rPr>
      </w:pPr>
    </w:p>
    <w:p w:rsidRPr="000030D3" w:rsidR="00662C28" w:rsidP="00662C28" w:rsidRDefault="00662C28" w14:paraId="0BB8A415" w14:textId="0E0E92F9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 w:rsidR="00662C28">
        <w:rPr>
          <w:sz w:val="24"/>
          <w:szCs w:val="24"/>
        </w:rPr>
        <w:t>Opening en mededelingen/ingekomen stukken.</w:t>
      </w:r>
    </w:p>
    <w:p w:rsidR="00662C28" w:rsidP="0EAC8EFD" w:rsidRDefault="00662C28" w14:paraId="602901DE" w14:textId="6189FA4C">
      <w:pPr>
        <w:pStyle w:val="Standaard"/>
        <w:spacing w:after="0"/>
        <w:ind w:left="1416"/>
        <w:rPr>
          <w:color w:val="FF0000"/>
          <w:sz w:val="24"/>
          <w:szCs w:val="24"/>
        </w:rPr>
      </w:pPr>
      <w:r w:rsidRPr="0EAC8EFD" w:rsidR="3B31DE7A">
        <w:rPr>
          <w:color w:val="FF0000"/>
          <w:sz w:val="24"/>
          <w:szCs w:val="24"/>
        </w:rPr>
        <w:t xml:space="preserve">Twee zienswijzebrieven </w:t>
      </w:r>
      <w:r w:rsidRPr="0EAC8EFD" w:rsidR="4A2A0601">
        <w:rPr>
          <w:color w:val="FF0000"/>
          <w:sz w:val="24"/>
          <w:szCs w:val="24"/>
        </w:rPr>
        <w:t>o</w:t>
      </w:r>
      <w:r w:rsidRPr="0EAC8EFD" w:rsidR="3B31DE7A">
        <w:rPr>
          <w:color w:val="FF0000"/>
          <w:sz w:val="24"/>
          <w:szCs w:val="24"/>
        </w:rPr>
        <w:t xml:space="preserve">ver de </w:t>
      </w:r>
      <w:r w:rsidRPr="0EAC8EFD" w:rsidR="5DA1BEE7">
        <w:rPr>
          <w:color w:val="FF0000"/>
          <w:sz w:val="24"/>
          <w:szCs w:val="24"/>
        </w:rPr>
        <w:t>O</w:t>
      </w:r>
      <w:r w:rsidRPr="0EAC8EFD" w:rsidR="3B31DE7A">
        <w:rPr>
          <w:color w:val="FF0000"/>
          <w:sz w:val="24"/>
          <w:szCs w:val="24"/>
        </w:rPr>
        <w:t>ntwerpkadernota 2022 (zie</w:t>
      </w:r>
      <w:r w:rsidRPr="0EAC8EFD" w:rsidR="03084EF9">
        <w:rPr>
          <w:color w:val="FF0000"/>
          <w:sz w:val="24"/>
          <w:szCs w:val="24"/>
        </w:rPr>
        <w:t xml:space="preserve"> verder</w:t>
      </w:r>
      <w:r w:rsidRPr="0EAC8EFD" w:rsidR="3B31DE7A">
        <w:rPr>
          <w:color w:val="FF0000"/>
          <w:sz w:val="24"/>
          <w:szCs w:val="24"/>
        </w:rPr>
        <w:t>: 3)</w:t>
      </w:r>
      <w:r w:rsidRPr="0EAC8EFD" w:rsidR="4EFF8805">
        <w:rPr>
          <w:color w:val="FF0000"/>
          <w:sz w:val="24"/>
          <w:szCs w:val="24"/>
        </w:rPr>
        <w:t>.</w:t>
      </w:r>
    </w:p>
    <w:p w:rsidRPr="000030D3" w:rsidR="00752D41" w:rsidP="00662C28" w:rsidRDefault="00752D41" w14:paraId="6F6E3DE1" w14:textId="77777777">
      <w:pPr>
        <w:spacing w:after="0"/>
        <w:rPr>
          <w:sz w:val="24"/>
          <w:szCs w:val="24"/>
        </w:rPr>
      </w:pPr>
    </w:p>
    <w:p w:rsidRPr="000030D3" w:rsidR="00690A78" w:rsidP="00690A78" w:rsidRDefault="008673C8" w14:paraId="522667BF" w14:textId="01BB9EEA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 w:rsidR="008673C8">
        <w:rPr>
          <w:sz w:val="24"/>
          <w:szCs w:val="24"/>
        </w:rPr>
        <w:t xml:space="preserve">Vaststelling </w:t>
      </w:r>
      <w:r w:rsidRPr="0EAC8EFD" w:rsidR="004874EC">
        <w:rPr>
          <w:sz w:val="24"/>
          <w:szCs w:val="24"/>
        </w:rPr>
        <w:t>C</w:t>
      </w:r>
      <w:r w:rsidRPr="0EAC8EFD" w:rsidR="00662C28">
        <w:rPr>
          <w:sz w:val="24"/>
          <w:szCs w:val="24"/>
        </w:rPr>
        <w:t xml:space="preserve">oncept-verslag van de bestuursvergadering van </w:t>
      </w:r>
      <w:r w:rsidRPr="0EAC8EFD" w:rsidR="002B45CB">
        <w:rPr>
          <w:sz w:val="24"/>
          <w:szCs w:val="24"/>
        </w:rPr>
        <w:t xml:space="preserve">16 </w:t>
      </w:r>
      <w:r w:rsidRPr="0EAC8EFD" w:rsidR="0019394E">
        <w:rPr>
          <w:sz w:val="24"/>
          <w:szCs w:val="24"/>
        </w:rPr>
        <w:t>december</w:t>
      </w:r>
      <w:r w:rsidRPr="0EAC8EFD" w:rsidR="00662C28">
        <w:rPr>
          <w:sz w:val="24"/>
          <w:szCs w:val="24"/>
        </w:rPr>
        <w:t xml:space="preserve"> 20</w:t>
      </w:r>
      <w:r w:rsidRPr="0EAC8EFD" w:rsidR="002B45CB">
        <w:rPr>
          <w:sz w:val="24"/>
          <w:szCs w:val="24"/>
        </w:rPr>
        <w:t>20</w:t>
      </w:r>
      <w:r w:rsidRPr="0EAC8EFD" w:rsidR="00662C28">
        <w:rPr>
          <w:sz w:val="24"/>
          <w:szCs w:val="24"/>
        </w:rPr>
        <w:t xml:space="preserve"> </w:t>
      </w:r>
    </w:p>
    <w:p w:rsidR="00662C28" w:rsidP="0EAC8EFD" w:rsidRDefault="00662C28" w14:paraId="5A1A6408" w14:textId="52E9DDE5">
      <w:pPr>
        <w:pStyle w:val="Lijstalinea"/>
        <w:spacing w:after="0"/>
        <w:ind w:left="1428" w:firstLine="696"/>
        <w:rPr>
          <w:sz w:val="24"/>
          <w:szCs w:val="24"/>
        </w:rPr>
      </w:pPr>
      <w:r w:rsidRPr="0EAC8EFD" w:rsidR="00662C28">
        <w:rPr>
          <w:sz w:val="24"/>
          <w:szCs w:val="24"/>
        </w:rPr>
        <w:t>(bijlage 1).</w:t>
      </w:r>
    </w:p>
    <w:p w:rsidR="6E80C3D1" w:rsidP="0EAC8EFD" w:rsidRDefault="6E80C3D1" w14:paraId="6FC5BDE0" w14:textId="2BA686AA">
      <w:pPr>
        <w:pStyle w:val="Lijstalinea"/>
        <w:spacing w:after="0"/>
        <w:ind w:left="1428" w:firstLine="696"/>
        <w:rPr>
          <w:color w:val="FF0000"/>
          <w:sz w:val="24"/>
          <w:szCs w:val="24"/>
        </w:rPr>
      </w:pPr>
      <w:r w:rsidRPr="0EAC8EFD" w:rsidR="6E80C3D1">
        <w:rPr>
          <w:color w:val="FF0000"/>
          <w:sz w:val="24"/>
          <w:szCs w:val="24"/>
        </w:rPr>
        <w:t>Alle actiepunten zijn of worden uitgevoerd.</w:t>
      </w:r>
    </w:p>
    <w:p w:rsidRPr="000030D3" w:rsidR="00752D41" w:rsidP="00662C28" w:rsidRDefault="00752D41" w14:paraId="4C99FE81" w14:textId="77777777" w14:noSpellErr="1">
      <w:pPr>
        <w:pStyle w:val="Lijstalinea"/>
        <w:rPr>
          <w:sz w:val="24"/>
          <w:szCs w:val="24"/>
        </w:rPr>
      </w:pPr>
    </w:p>
    <w:p w:rsidR="00662C28" w:rsidP="00662C28" w:rsidRDefault="00201AFB" w14:paraId="13EF303E" w14:textId="21A69A2C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 w:rsidR="00201AFB">
        <w:rPr>
          <w:sz w:val="24"/>
          <w:szCs w:val="24"/>
        </w:rPr>
        <w:t>Vaststell</w:t>
      </w:r>
      <w:r w:rsidRPr="0EAC8EFD" w:rsidR="007F1E41">
        <w:rPr>
          <w:sz w:val="24"/>
          <w:szCs w:val="24"/>
        </w:rPr>
        <w:t>ing</w:t>
      </w:r>
      <w:r w:rsidRPr="0EAC8EFD" w:rsidR="00201AFB">
        <w:rPr>
          <w:sz w:val="24"/>
          <w:szCs w:val="24"/>
        </w:rPr>
        <w:t xml:space="preserve"> Ka</w:t>
      </w:r>
      <w:r w:rsidRPr="0EAC8EFD" w:rsidR="00437687">
        <w:rPr>
          <w:sz w:val="24"/>
          <w:szCs w:val="24"/>
        </w:rPr>
        <w:t>dernota 2022</w:t>
      </w:r>
      <w:r w:rsidRPr="0EAC8EFD" w:rsidR="00201AFB">
        <w:rPr>
          <w:sz w:val="24"/>
          <w:szCs w:val="24"/>
        </w:rPr>
        <w:t xml:space="preserve"> (bijlage 2)</w:t>
      </w:r>
      <w:r w:rsidRPr="0EAC8EFD" w:rsidR="00155F52">
        <w:rPr>
          <w:sz w:val="24"/>
          <w:szCs w:val="24"/>
        </w:rPr>
        <w:t>.</w:t>
      </w:r>
    </w:p>
    <w:p w:rsidR="11A07D21" w:rsidP="0EAC8EFD" w:rsidRDefault="11A07D21" w14:paraId="774601E4" w14:textId="36A2D565">
      <w:pPr>
        <w:pStyle w:val="Standaard"/>
        <w:spacing w:after="0"/>
        <w:ind w:left="1416"/>
        <w:rPr>
          <w:color w:val="FF0000"/>
          <w:sz w:val="24"/>
          <w:szCs w:val="24"/>
        </w:rPr>
      </w:pPr>
      <w:r w:rsidRPr="0EAC8EFD" w:rsidR="582B0230">
        <w:rPr>
          <w:color w:val="FF0000"/>
          <w:sz w:val="24"/>
          <w:szCs w:val="24"/>
        </w:rPr>
        <w:t>Zienswijze UH over Common-</w:t>
      </w:r>
      <w:proofErr w:type="spellStart"/>
      <w:r w:rsidRPr="0EAC8EFD" w:rsidR="582B0230">
        <w:rPr>
          <w:color w:val="FF0000"/>
          <w:sz w:val="24"/>
          <w:szCs w:val="24"/>
        </w:rPr>
        <w:t>ground</w:t>
      </w:r>
      <w:proofErr w:type="spellEnd"/>
      <w:r w:rsidRPr="0EAC8EFD" w:rsidR="582B0230">
        <w:rPr>
          <w:color w:val="FF0000"/>
          <w:sz w:val="24"/>
          <w:szCs w:val="24"/>
        </w:rPr>
        <w:t xml:space="preserve"> en </w:t>
      </w:r>
      <w:proofErr w:type="spellStart"/>
      <w:r w:rsidRPr="0EAC8EFD" w:rsidR="582B0230">
        <w:rPr>
          <w:color w:val="FF0000"/>
          <w:sz w:val="24"/>
          <w:szCs w:val="24"/>
        </w:rPr>
        <w:t>WbD</w:t>
      </w:r>
      <w:proofErr w:type="spellEnd"/>
      <w:r w:rsidRPr="0EAC8EFD" w:rsidR="582B0230">
        <w:rPr>
          <w:color w:val="FF0000"/>
          <w:sz w:val="24"/>
          <w:szCs w:val="24"/>
        </w:rPr>
        <w:t xml:space="preserve"> met 5% </w:t>
      </w:r>
      <w:proofErr w:type="spellStart"/>
      <w:r w:rsidRPr="0EAC8EFD" w:rsidR="582B0230">
        <w:rPr>
          <w:color w:val="FF0000"/>
          <w:sz w:val="24"/>
          <w:szCs w:val="24"/>
        </w:rPr>
        <w:t>bezui</w:t>
      </w:r>
      <w:r w:rsidRPr="0EAC8EFD" w:rsidR="6FBBC396">
        <w:rPr>
          <w:color w:val="FF0000"/>
          <w:sz w:val="24"/>
          <w:szCs w:val="24"/>
        </w:rPr>
        <w:t>n</w:t>
      </w:r>
      <w:r w:rsidRPr="0EAC8EFD" w:rsidR="582B0230">
        <w:rPr>
          <w:color w:val="FF0000"/>
          <w:sz w:val="24"/>
          <w:szCs w:val="24"/>
        </w:rPr>
        <w:t>ingingstaakstelling</w:t>
      </w:r>
      <w:proofErr w:type="spellEnd"/>
      <w:r w:rsidRPr="0EAC8EFD" w:rsidR="582B0230">
        <w:rPr>
          <w:color w:val="FF0000"/>
          <w:sz w:val="24"/>
          <w:szCs w:val="24"/>
        </w:rPr>
        <w:t xml:space="preserve"> vanaf </w:t>
      </w:r>
      <w:r>
        <w:tab/>
      </w:r>
      <w:r>
        <w:tab/>
      </w:r>
      <w:r w:rsidRPr="0EAC8EFD" w:rsidR="295E61FC">
        <w:rPr>
          <w:color w:val="FF0000"/>
          <w:sz w:val="24"/>
          <w:szCs w:val="24"/>
        </w:rPr>
        <w:t>2022.</w:t>
      </w:r>
      <w:r w:rsidRPr="0EAC8EFD" w:rsidR="69D95F54">
        <w:rPr>
          <w:color w:val="FF0000"/>
          <w:sz w:val="24"/>
          <w:szCs w:val="24"/>
        </w:rPr>
        <w:t xml:space="preserve"> Andere vier akkoord, maar raadsprocedure pas op 23 maart afgero</w:t>
      </w:r>
      <w:r w:rsidRPr="0EAC8EFD" w:rsidR="03CA6931">
        <w:rPr>
          <w:color w:val="FF0000"/>
          <w:sz w:val="24"/>
          <w:szCs w:val="24"/>
        </w:rPr>
        <w:t>nd.</w:t>
      </w:r>
    </w:p>
    <w:p w:rsidR="00E0693E" w:rsidP="00E0693E" w:rsidRDefault="00E0693E" w14:paraId="6C45A11C" w14:textId="4AC571B4">
      <w:pPr>
        <w:pStyle w:val="Lijstalinea"/>
        <w:spacing w:after="0"/>
        <w:ind w:left="2136"/>
        <w:rPr>
          <w:sz w:val="24"/>
          <w:szCs w:val="24"/>
        </w:rPr>
      </w:pPr>
    </w:p>
    <w:p w:rsidR="00752D41" w:rsidP="00E0693E" w:rsidRDefault="00752D41" w14:paraId="13A7F43D" w14:textId="77777777">
      <w:pPr>
        <w:pStyle w:val="Lijstalinea"/>
        <w:spacing w:after="0"/>
        <w:ind w:left="2136"/>
        <w:rPr>
          <w:sz w:val="24"/>
          <w:szCs w:val="24"/>
        </w:rPr>
      </w:pPr>
    </w:p>
    <w:p w:rsidR="00DE0BCA" w:rsidP="00BA4767" w:rsidRDefault="004874EC" w14:paraId="2100BB9C" w14:textId="4798BD51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 w:rsidR="004874EC">
        <w:rPr>
          <w:sz w:val="24"/>
          <w:szCs w:val="24"/>
        </w:rPr>
        <w:t xml:space="preserve">Vaststelling </w:t>
      </w:r>
      <w:r w:rsidRPr="0EAC8EFD" w:rsidR="00155F52">
        <w:rPr>
          <w:sz w:val="24"/>
          <w:szCs w:val="24"/>
        </w:rPr>
        <w:t>Bestuursvoorstel Privacy Programma</w:t>
      </w:r>
      <w:r w:rsidRPr="0EAC8EFD" w:rsidR="003D5BBD">
        <w:rPr>
          <w:sz w:val="24"/>
          <w:szCs w:val="24"/>
        </w:rPr>
        <w:t xml:space="preserve"> </w:t>
      </w:r>
    </w:p>
    <w:p w:rsidR="00E0693E" w:rsidP="00DE0BCA" w:rsidRDefault="003D5BBD" w14:paraId="45CF9D16" w14:textId="724E9B35">
      <w:pPr>
        <w:pStyle w:val="Lijstalinea"/>
        <w:spacing w:after="0"/>
        <w:ind w:left="2136"/>
        <w:rPr>
          <w:sz w:val="24"/>
          <w:szCs w:val="24"/>
        </w:rPr>
      </w:pPr>
      <w:r>
        <w:rPr>
          <w:sz w:val="24"/>
          <w:szCs w:val="24"/>
        </w:rPr>
        <w:t xml:space="preserve">(bijlage </w:t>
      </w:r>
      <w:r w:rsidR="00201AFB">
        <w:rPr>
          <w:sz w:val="24"/>
          <w:szCs w:val="24"/>
        </w:rPr>
        <w:t>3</w:t>
      </w:r>
      <w:r>
        <w:rPr>
          <w:sz w:val="24"/>
          <w:szCs w:val="24"/>
        </w:rPr>
        <w:t xml:space="preserve"> met de twee projectopdrachten</w:t>
      </w:r>
      <w:r w:rsidR="007530C1">
        <w:rPr>
          <w:sz w:val="24"/>
          <w:szCs w:val="24"/>
        </w:rPr>
        <w:t xml:space="preserve"> als </w:t>
      </w:r>
      <w:r w:rsidR="003E6B32">
        <w:rPr>
          <w:sz w:val="24"/>
          <w:szCs w:val="24"/>
        </w:rPr>
        <w:t xml:space="preserve">bijlagen </w:t>
      </w:r>
      <w:r w:rsidR="00201AFB">
        <w:rPr>
          <w:sz w:val="24"/>
          <w:szCs w:val="24"/>
        </w:rPr>
        <w:t>3</w:t>
      </w:r>
      <w:r w:rsidR="007530C1">
        <w:rPr>
          <w:sz w:val="24"/>
          <w:szCs w:val="24"/>
        </w:rPr>
        <w:t xml:space="preserve">.1 en </w:t>
      </w:r>
      <w:r w:rsidR="00201AFB">
        <w:rPr>
          <w:sz w:val="24"/>
          <w:szCs w:val="24"/>
        </w:rPr>
        <w:t>3</w:t>
      </w:r>
      <w:r w:rsidR="007530C1">
        <w:rPr>
          <w:sz w:val="24"/>
          <w:szCs w:val="24"/>
        </w:rPr>
        <w:t>.2</w:t>
      </w:r>
      <w:r>
        <w:rPr>
          <w:sz w:val="24"/>
          <w:szCs w:val="24"/>
        </w:rPr>
        <w:t>)</w:t>
      </w:r>
      <w:r w:rsidRPr="00BA4767" w:rsidR="00E0693E">
        <w:rPr>
          <w:sz w:val="24"/>
          <w:szCs w:val="24"/>
        </w:rPr>
        <w:t>.</w:t>
      </w:r>
    </w:p>
    <w:p w:rsidR="00BA4767" w:rsidP="00BA4767" w:rsidRDefault="00E53884" w14:paraId="5FB2C40D" w14:textId="60E000D9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Pr="00BA4767" w:rsidR="00752D41" w:rsidP="00BA4767" w:rsidRDefault="00752D41" w14:paraId="2BA49B02" w14:textId="77777777">
      <w:pPr>
        <w:pStyle w:val="Lijstalinea"/>
        <w:rPr>
          <w:sz w:val="24"/>
          <w:szCs w:val="24"/>
        </w:rPr>
      </w:pPr>
    </w:p>
    <w:p w:rsidR="00DE0BCA" w:rsidP="00BA4767" w:rsidRDefault="00E02A38" w14:paraId="501A1D2D" w14:textId="01A026C9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 w:rsidR="00E02A38">
        <w:rPr>
          <w:sz w:val="24"/>
          <w:szCs w:val="24"/>
        </w:rPr>
        <w:t xml:space="preserve">Vaststelling </w:t>
      </w:r>
      <w:r w:rsidRPr="0EAC8EFD" w:rsidR="00E12539">
        <w:rPr>
          <w:sz w:val="24"/>
          <w:szCs w:val="24"/>
        </w:rPr>
        <w:t xml:space="preserve">Bestuursvoorstel </w:t>
      </w:r>
      <w:r w:rsidRPr="0EAC8EFD" w:rsidR="00257E6C">
        <w:rPr>
          <w:sz w:val="24"/>
          <w:szCs w:val="24"/>
        </w:rPr>
        <w:t>vertrek en opvolging directeur-archivaris en jubileumviering archiefdienst in tweede helft van 2021</w:t>
      </w:r>
      <w:r w:rsidRPr="0EAC8EFD" w:rsidR="007530C1">
        <w:rPr>
          <w:sz w:val="24"/>
          <w:szCs w:val="24"/>
        </w:rPr>
        <w:t xml:space="preserve"> </w:t>
      </w:r>
    </w:p>
    <w:p w:rsidRPr="00BA4767" w:rsidR="00BA4767" w:rsidP="00DE0BCA" w:rsidRDefault="00BA4767" w14:paraId="09EC0919" w14:textId="2F47BAEF">
      <w:pPr>
        <w:pStyle w:val="Lijstalinea"/>
        <w:spacing w:after="0"/>
        <w:ind w:left="2136"/>
        <w:rPr>
          <w:sz w:val="24"/>
          <w:szCs w:val="24"/>
        </w:rPr>
      </w:pPr>
      <w:r w:rsidRPr="00BA4767">
        <w:rPr>
          <w:sz w:val="24"/>
          <w:szCs w:val="24"/>
        </w:rPr>
        <w:t xml:space="preserve">(bijlage </w:t>
      </w:r>
      <w:r w:rsidR="00201AFB">
        <w:rPr>
          <w:sz w:val="24"/>
          <w:szCs w:val="24"/>
        </w:rPr>
        <w:t>4</w:t>
      </w:r>
      <w:r w:rsidR="007530C1">
        <w:rPr>
          <w:sz w:val="24"/>
          <w:szCs w:val="24"/>
        </w:rPr>
        <w:t xml:space="preserve"> en </w:t>
      </w:r>
      <w:r w:rsidR="00201AFB">
        <w:rPr>
          <w:sz w:val="24"/>
          <w:szCs w:val="24"/>
        </w:rPr>
        <w:t>4</w:t>
      </w:r>
      <w:r w:rsidR="007530C1">
        <w:rPr>
          <w:sz w:val="24"/>
          <w:szCs w:val="24"/>
        </w:rPr>
        <w:t>.1</w:t>
      </w:r>
      <w:r w:rsidRPr="00BA4767">
        <w:rPr>
          <w:sz w:val="24"/>
          <w:szCs w:val="24"/>
        </w:rPr>
        <w:t>).</w:t>
      </w:r>
    </w:p>
    <w:p w:rsidRPr="00BA4767" w:rsidR="00BA4767" w:rsidP="00BA4767" w:rsidRDefault="00BA4767" w14:paraId="1DAF0DD7" w14:textId="77777777">
      <w:pPr>
        <w:spacing w:after="0"/>
        <w:rPr>
          <w:sz w:val="24"/>
          <w:szCs w:val="24"/>
        </w:rPr>
      </w:pPr>
    </w:p>
    <w:p w:rsidRPr="00CC5203" w:rsidR="00CC5203" w:rsidP="00CC5203" w:rsidRDefault="00CC5203" w14:paraId="3B3DF894" w14:textId="77777777">
      <w:pPr>
        <w:pStyle w:val="Lijstalinea"/>
        <w:rPr>
          <w:sz w:val="24"/>
          <w:szCs w:val="24"/>
        </w:rPr>
      </w:pPr>
    </w:p>
    <w:p w:rsidRPr="000030D3" w:rsidR="00892AB1" w:rsidP="00662C28" w:rsidRDefault="00892AB1" w14:paraId="64DAF105" w14:textId="35570AF2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 w:rsidR="00892AB1">
        <w:rPr>
          <w:sz w:val="24"/>
          <w:szCs w:val="24"/>
        </w:rPr>
        <w:t>Rondvraag en sluiting.</w:t>
      </w:r>
    </w:p>
    <w:sectPr w:rsidRPr="000030D3" w:rsidR="00892AB1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0879" w:rsidP="00B3072C" w:rsidRDefault="005A0879" w14:paraId="0F8959C6" w14:textId="77777777">
      <w:pPr>
        <w:spacing w:after="0" w:line="240" w:lineRule="auto"/>
      </w:pPr>
      <w:r>
        <w:separator/>
      </w:r>
    </w:p>
  </w:endnote>
  <w:endnote w:type="continuationSeparator" w:id="0">
    <w:p w:rsidR="005A0879" w:rsidP="00B3072C" w:rsidRDefault="005A0879" w14:paraId="44B964D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Pr="001D73E7" w:rsidR="00B3072C" w:rsidTr="00FF5672" w14:paraId="37530D6B" w14:textId="77777777">
      <w:trPr>
        <w:trHeight w:val="699"/>
      </w:trPr>
      <w:tc>
        <w:tcPr>
          <w:tcW w:w="2724" w:type="dxa"/>
          <w:vAlign w:val="bottom"/>
        </w:tcPr>
        <w:p w:rsidR="00B3072C" w:rsidP="00FF5672" w:rsidRDefault="00B3072C" w14:paraId="3F0ED199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Bezoekadres</w:t>
          </w:r>
        </w:p>
        <w:p w:rsidR="00B3072C" w:rsidP="00FF5672" w:rsidRDefault="00B3072C" w14:paraId="368BBEE9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Karel de Grotestraat 30</w:t>
          </w:r>
        </w:p>
        <w:p w:rsidR="00B3072C" w:rsidP="00FF5672" w:rsidRDefault="00B3072C" w14:paraId="2A27D2CD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:rsidR="00B3072C" w:rsidP="00FF5672" w:rsidRDefault="00B3072C" w14:paraId="54CEDA5D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Postadres</w:t>
          </w:r>
        </w:p>
        <w:p w:rsidR="00B3072C" w:rsidP="00FF5672" w:rsidRDefault="00B3072C" w14:paraId="1E9BFE19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Regionaal Archief Zuid-Utrecht</w:t>
          </w:r>
        </w:p>
        <w:p w:rsidR="00B3072C" w:rsidP="00FF5672" w:rsidRDefault="00B3072C" w14:paraId="616FD687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:rsidRPr="00B3072C" w:rsidR="00B3072C" w:rsidP="00FF5672" w:rsidRDefault="00B3072C" w14:paraId="1A85E3E5" w14:textId="77777777">
          <w:pPr>
            <w:pStyle w:val="Voettekst"/>
            <w:rPr>
              <w:sz w:val="18"/>
            </w:rPr>
          </w:pPr>
        </w:p>
        <w:p w:rsidR="00B3072C" w:rsidP="00FF5672" w:rsidRDefault="00B3072C" w14:paraId="1D847C6B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Telefoon: 088 5300 170</w:t>
          </w:r>
        </w:p>
        <w:p w:rsidR="00B3072C" w:rsidP="00FF5672" w:rsidRDefault="00B3072C" w14:paraId="7EA5DF7F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:rsidRPr="001E167B" w:rsidR="00FF5672" w:rsidP="00FF5672" w:rsidRDefault="00FF5672" w14:paraId="3C7C080B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IBAN NL 18 BNGH 028.51.48.699</w:t>
          </w:r>
        </w:p>
        <w:p w:rsidRPr="001E167B" w:rsidR="00FF5672" w:rsidP="00FF5672" w:rsidRDefault="00FF5672" w14:paraId="7D4D600A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 xml:space="preserve"> 50907905</w:t>
          </w:r>
        </w:p>
        <w:p w:rsidRPr="001E167B" w:rsidR="00B3072C" w:rsidP="00FF5672" w:rsidRDefault="00FF5672" w14:paraId="1C6A5BDE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:rsidRPr="001E167B" w:rsidR="00B3072C" w:rsidRDefault="00B3072C" w14:paraId="08369D70" w14:textId="77777777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Pr="001D73E7" w:rsidR="005F0F98" w:rsidTr="00771ADC" w14:paraId="64B3C72F" w14:textId="77777777">
      <w:trPr>
        <w:trHeight w:val="699"/>
      </w:trPr>
      <w:tc>
        <w:tcPr>
          <w:tcW w:w="2724" w:type="dxa"/>
          <w:vAlign w:val="bottom"/>
        </w:tcPr>
        <w:p w:rsidR="005F0F98" w:rsidP="005F0F98" w:rsidRDefault="005F0F98" w14:paraId="47C301C5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Bezoekadres</w:t>
          </w:r>
        </w:p>
        <w:p w:rsidR="005F0F98" w:rsidP="005F0F98" w:rsidRDefault="005F0F98" w14:paraId="1F27C759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Karel de Grotestraat 30</w:t>
          </w:r>
        </w:p>
        <w:p w:rsidR="005F0F98" w:rsidP="005F0F98" w:rsidRDefault="005F0F98" w14:paraId="54176092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:rsidR="005F0F98" w:rsidP="005F0F98" w:rsidRDefault="005F0F98" w14:paraId="1FE0A692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Postadres</w:t>
          </w:r>
        </w:p>
        <w:p w:rsidR="005F0F98" w:rsidP="005F0F98" w:rsidRDefault="005F0F98" w14:paraId="0862E73D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Regionaal Archief Zuid-Utrecht</w:t>
          </w:r>
        </w:p>
        <w:p w:rsidR="005F0F98" w:rsidP="005F0F98" w:rsidRDefault="005F0F98" w14:paraId="554DCB7A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:rsidRPr="00B3072C" w:rsidR="005F0F98" w:rsidP="005F0F98" w:rsidRDefault="005F0F98" w14:paraId="2483E9A1" w14:textId="77777777">
          <w:pPr>
            <w:pStyle w:val="Voettekst"/>
            <w:rPr>
              <w:sz w:val="18"/>
            </w:rPr>
          </w:pPr>
        </w:p>
        <w:p w:rsidR="005F0F98" w:rsidP="005F0F98" w:rsidRDefault="005F0F98" w14:paraId="73A684F3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Telefoon: 088 5300 170</w:t>
          </w:r>
        </w:p>
        <w:p w:rsidR="005F0F98" w:rsidP="005F0F98" w:rsidRDefault="005F0F98" w14:paraId="564758B6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:rsidRPr="001E167B" w:rsidR="005F0F98" w:rsidP="005F0F98" w:rsidRDefault="005F0F98" w14:paraId="0A231078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IBAN NL 18 BNGH 028.51.48.699</w:t>
          </w:r>
        </w:p>
        <w:p w:rsidRPr="001E167B" w:rsidR="005F0F98" w:rsidP="005F0F98" w:rsidRDefault="005F0F98" w14:paraId="7E3B709B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 xml:space="preserve"> 50907905</w:t>
          </w:r>
        </w:p>
        <w:p w:rsidRPr="001E167B" w:rsidR="005F0F98" w:rsidP="005F0F98" w:rsidRDefault="005F0F98" w14:paraId="495BE02C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:rsidRPr="005F0F98" w:rsidR="005F0F98" w:rsidP="00771ADC" w:rsidRDefault="005F0F98" w14:paraId="5FED2FB0" w14:textId="77777777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0879" w:rsidP="00B3072C" w:rsidRDefault="005A0879" w14:paraId="4B5557DE" w14:textId="77777777">
      <w:pPr>
        <w:spacing w:after="0" w:line="240" w:lineRule="auto"/>
      </w:pPr>
      <w:r>
        <w:separator/>
      </w:r>
    </w:p>
  </w:footnote>
  <w:footnote w:type="continuationSeparator" w:id="0">
    <w:p w:rsidR="005A0879" w:rsidP="00B3072C" w:rsidRDefault="005A0879" w14:paraId="65B5C96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6B0BA7" w:rsidRDefault="005F0F98" w14:paraId="6C4AF70C" w14:textId="77777777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0469"/>
    </w:tblGrid>
    <w:tr w:rsidR="006B0BA7" w:rsidTr="006B0BA7" w14:paraId="46557B46" w14:textId="77777777">
      <w:trPr>
        <w:trHeight w:val="797"/>
      </w:trPr>
      <w:tc>
        <w:tcPr>
          <w:tcW w:w="10469" w:type="dxa"/>
        </w:tcPr>
        <w:p w:rsidR="006B0BA7" w:rsidRDefault="006B0BA7" w14:paraId="12F46F10" w14:textId="77777777">
          <w:pPr>
            <w:pStyle w:val="Koptekst"/>
          </w:pPr>
        </w:p>
      </w:tc>
    </w:tr>
  </w:tbl>
  <w:p w:rsidR="00B3072C" w:rsidRDefault="00B3072C" w14:paraId="58670AB0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1F6F64" w:rsidRDefault="005F0F98" w14:paraId="3CC7B042" w14:textId="77777777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attachedTemplate r:id="rId1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MTA2sLA0sjCzNDdV0lEKTi0uzszPAykwrAUAPMZIPywAAAA="/>
  </w:docVars>
  <w:rsids>
    <w:rsidRoot w:val="00E63B5B"/>
    <w:rsid w:val="0000274E"/>
    <w:rsid w:val="000030D3"/>
    <w:rsid w:val="0001159B"/>
    <w:rsid w:val="000B4321"/>
    <w:rsid w:val="00124CA2"/>
    <w:rsid w:val="001308BF"/>
    <w:rsid w:val="00155F52"/>
    <w:rsid w:val="00184A61"/>
    <w:rsid w:val="0019394E"/>
    <w:rsid w:val="001D73E7"/>
    <w:rsid w:val="001E167B"/>
    <w:rsid w:val="001F6F64"/>
    <w:rsid w:val="001F7C00"/>
    <w:rsid w:val="00201AFB"/>
    <w:rsid w:val="002133B4"/>
    <w:rsid w:val="00257E6C"/>
    <w:rsid w:val="00284BA9"/>
    <w:rsid w:val="002B45CB"/>
    <w:rsid w:val="002C18B5"/>
    <w:rsid w:val="002D0807"/>
    <w:rsid w:val="002E5DDB"/>
    <w:rsid w:val="0030755A"/>
    <w:rsid w:val="003D5BBD"/>
    <w:rsid w:val="003E6B32"/>
    <w:rsid w:val="00424053"/>
    <w:rsid w:val="00437687"/>
    <w:rsid w:val="00456FC2"/>
    <w:rsid w:val="0048429B"/>
    <w:rsid w:val="00484E55"/>
    <w:rsid w:val="004874EC"/>
    <w:rsid w:val="004B0D52"/>
    <w:rsid w:val="004B5D5B"/>
    <w:rsid w:val="00517A65"/>
    <w:rsid w:val="005518D4"/>
    <w:rsid w:val="005951EB"/>
    <w:rsid w:val="005A0879"/>
    <w:rsid w:val="005A662B"/>
    <w:rsid w:val="005C72C6"/>
    <w:rsid w:val="005F0F98"/>
    <w:rsid w:val="0061460B"/>
    <w:rsid w:val="00642B66"/>
    <w:rsid w:val="00644581"/>
    <w:rsid w:val="00662C28"/>
    <w:rsid w:val="00690A78"/>
    <w:rsid w:val="006B0BA7"/>
    <w:rsid w:val="00715DA0"/>
    <w:rsid w:val="00723D54"/>
    <w:rsid w:val="0073089B"/>
    <w:rsid w:val="00734EC1"/>
    <w:rsid w:val="00752D41"/>
    <w:rsid w:val="007530C1"/>
    <w:rsid w:val="00771ADC"/>
    <w:rsid w:val="00791DB5"/>
    <w:rsid w:val="00792C50"/>
    <w:rsid w:val="00796DF7"/>
    <w:rsid w:val="007A2733"/>
    <w:rsid w:val="007F0981"/>
    <w:rsid w:val="007F1E41"/>
    <w:rsid w:val="007F20EE"/>
    <w:rsid w:val="007F770D"/>
    <w:rsid w:val="008673C8"/>
    <w:rsid w:val="0089218D"/>
    <w:rsid w:val="00892AB1"/>
    <w:rsid w:val="008C70D7"/>
    <w:rsid w:val="00947D8C"/>
    <w:rsid w:val="00957217"/>
    <w:rsid w:val="0097561D"/>
    <w:rsid w:val="00985617"/>
    <w:rsid w:val="00993FB1"/>
    <w:rsid w:val="00A5550C"/>
    <w:rsid w:val="00B0003E"/>
    <w:rsid w:val="00B3072C"/>
    <w:rsid w:val="00B56155"/>
    <w:rsid w:val="00B613EB"/>
    <w:rsid w:val="00B64A25"/>
    <w:rsid w:val="00B64F0F"/>
    <w:rsid w:val="00BA4767"/>
    <w:rsid w:val="00BE1BEC"/>
    <w:rsid w:val="00BE4319"/>
    <w:rsid w:val="00BF2896"/>
    <w:rsid w:val="00C158B7"/>
    <w:rsid w:val="00C50CFD"/>
    <w:rsid w:val="00C610FA"/>
    <w:rsid w:val="00C64E46"/>
    <w:rsid w:val="00CC5203"/>
    <w:rsid w:val="00CE71CB"/>
    <w:rsid w:val="00D35C2F"/>
    <w:rsid w:val="00D43DFB"/>
    <w:rsid w:val="00DB3B7B"/>
    <w:rsid w:val="00DB53C3"/>
    <w:rsid w:val="00DE0BCA"/>
    <w:rsid w:val="00E02A38"/>
    <w:rsid w:val="00E0693E"/>
    <w:rsid w:val="00E12539"/>
    <w:rsid w:val="00E433CA"/>
    <w:rsid w:val="00E53884"/>
    <w:rsid w:val="00E63B5B"/>
    <w:rsid w:val="00E6722B"/>
    <w:rsid w:val="00EE41E4"/>
    <w:rsid w:val="00EF5C2A"/>
    <w:rsid w:val="00F316BE"/>
    <w:rsid w:val="00F63776"/>
    <w:rsid w:val="00F779DB"/>
    <w:rsid w:val="00F96707"/>
    <w:rsid w:val="00FF3392"/>
    <w:rsid w:val="00FF5672"/>
    <w:rsid w:val="03084EF9"/>
    <w:rsid w:val="0351199B"/>
    <w:rsid w:val="03CA6931"/>
    <w:rsid w:val="09A732C2"/>
    <w:rsid w:val="0B74EE3B"/>
    <w:rsid w:val="0EAC8EFD"/>
    <w:rsid w:val="11A07D21"/>
    <w:rsid w:val="1749E954"/>
    <w:rsid w:val="1BFC2C80"/>
    <w:rsid w:val="1F9D4D5D"/>
    <w:rsid w:val="1FF186E5"/>
    <w:rsid w:val="283F977B"/>
    <w:rsid w:val="287E4486"/>
    <w:rsid w:val="295E61FC"/>
    <w:rsid w:val="362AA031"/>
    <w:rsid w:val="38805AE7"/>
    <w:rsid w:val="395D32BF"/>
    <w:rsid w:val="3B31DE7A"/>
    <w:rsid w:val="4A2A0601"/>
    <w:rsid w:val="4EFF8805"/>
    <w:rsid w:val="50C240D7"/>
    <w:rsid w:val="56FF9743"/>
    <w:rsid w:val="582B0230"/>
    <w:rsid w:val="5C2FF8C2"/>
    <w:rsid w:val="5DA1BEE7"/>
    <w:rsid w:val="69D95F54"/>
    <w:rsid w:val="6CF5B1DE"/>
    <w:rsid w:val="6D8DC905"/>
    <w:rsid w:val="6E80C3D1"/>
    <w:rsid w:val="6F0F921B"/>
    <w:rsid w:val="6FBBC396"/>
    <w:rsid w:val="724732DD"/>
    <w:rsid w:val="727D327B"/>
    <w:rsid w:val="73E3033E"/>
    <w:rsid w:val="7492FE32"/>
    <w:rsid w:val="7BEE1523"/>
    <w:rsid w:val="7CEBB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RAZU20191" w:customStyle="1">
    <w:name w:val="RAZU_2019_1"/>
    <w:next w:val="Standaard"/>
    <w:autoRedefine/>
    <w:qFormat/>
    <w:rsid w:val="00124CA2"/>
    <w:pPr>
      <w:pBdr>
        <w:left w:val="single" w:color="C2B280" w:sz="18" w:space="4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BB4EA-3347-4250-85EB-95DEAA0B687D}"/>
</file>

<file path=customXml/itemProps3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Briefpapier_RAZU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10</cp:revision>
  <cp:lastPrinted>2021-02-23T15:57:00Z</cp:lastPrinted>
  <dcterms:created xsi:type="dcterms:W3CDTF">2021-02-23T12:09:00Z</dcterms:created>
  <dcterms:modified xsi:type="dcterms:W3CDTF">2021-02-28T09:29:54Z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7213900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