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9A35D" w14:textId="380D903C" w:rsidR="00B3072C" w:rsidRDefault="00B3072C" w:rsidP="00FF5672">
      <w:pPr>
        <w:ind w:left="1980"/>
      </w:pPr>
    </w:p>
    <w:p w14:paraId="7B630DC9" w14:textId="2214CD82" w:rsidR="005C72C6" w:rsidRDefault="005C72C6" w:rsidP="00FF5672">
      <w:pPr>
        <w:ind w:left="1980"/>
      </w:pPr>
    </w:p>
    <w:p w14:paraId="131CC6E0" w14:textId="5323331C" w:rsidR="005C72C6" w:rsidRPr="00734EC1" w:rsidRDefault="005C72C6" w:rsidP="00FF5672">
      <w:pPr>
        <w:ind w:left="1980"/>
        <w:rPr>
          <w:b/>
          <w:bCs/>
          <w:sz w:val="32"/>
          <w:szCs w:val="32"/>
        </w:rPr>
      </w:pPr>
      <w:r w:rsidRPr="00734EC1">
        <w:rPr>
          <w:b/>
          <w:bCs/>
          <w:sz w:val="32"/>
          <w:szCs w:val="32"/>
        </w:rPr>
        <w:t xml:space="preserve">Agenda </w:t>
      </w:r>
      <w:r w:rsidR="00A466FF">
        <w:rPr>
          <w:b/>
          <w:bCs/>
          <w:sz w:val="32"/>
          <w:szCs w:val="32"/>
        </w:rPr>
        <w:t>bestuursvergadering</w:t>
      </w:r>
      <w:r w:rsidR="00662C28" w:rsidRPr="00734EC1">
        <w:rPr>
          <w:b/>
          <w:bCs/>
          <w:sz w:val="32"/>
          <w:szCs w:val="32"/>
        </w:rPr>
        <w:t xml:space="preserve"> </w:t>
      </w:r>
      <w:r w:rsidR="001373F5">
        <w:rPr>
          <w:b/>
          <w:bCs/>
          <w:sz w:val="32"/>
          <w:szCs w:val="32"/>
        </w:rPr>
        <w:t xml:space="preserve">RAZU </w:t>
      </w:r>
      <w:r w:rsidR="00662C28" w:rsidRPr="00734EC1">
        <w:rPr>
          <w:b/>
          <w:bCs/>
          <w:sz w:val="32"/>
          <w:szCs w:val="32"/>
        </w:rPr>
        <w:t xml:space="preserve">op </w:t>
      </w:r>
      <w:r w:rsidR="007A2733">
        <w:rPr>
          <w:b/>
          <w:bCs/>
          <w:sz w:val="32"/>
          <w:szCs w:val="32"/>
        </w:rPr>
        <w:t>1</w:t>
      </w:r>
      <w:r w:rsidR="00A466FF">
        <w:rPr>
          <w:b/>
          <w:bCs/>
          <w:sz w:val="32"/>
          <w:szCs w:val="32"/>
        </w:rPr>
        <w:t>6</w:t>
      </w:r>
      <w:r w:rsidR="002133B4">
        <w:rPr>
          <w:b/>
          <w:bCs/>
          <w:sz w:val="32"/>
          <w:szCs w:val="32"/>
        </w:rPr>
        <w:t xml:space="preserve"> december </w:t>
      </w:r>
      <w:r w:rsidR="007A2733">
        <w:rPr>
          <w:b/>
          <w:bCs/>
          <w:sz w:val="32"/>
          <w:szCs w:val="32"/>
        </w:rPr>
        <w:t>2020</w:t>
      </w:r>
      <w:r w:rsidR="001373F5">
        <w:rPr>
          <w:b/>
          <w:bCs/>
          <w:sz w:val="32"/>
          <w:szCs w:val="32"/>
        </w:rPr>
        <w:t xml:space="preserve"> (2)</w:t>
      </w:r>
    </w:p>
    <w:p w14:paraId="5260B3AF" w14:textId="77777777" w:rsidR="00662C28" w:rsidRPr="000030D3" w:rsidRDefault="00662C28" w:rsidP="00662C28">
      <w:pPr>
        <w:rPr>
          <w:sz w:val="24"/>
          <w:szCs w:val="24"/>
        </w:rPr>
      </w:pPr>
    </w:p>
    <w:p w14:paraId="497EBB69" w14:textId="1C33517E" w:rsidR="00662C28" w:rsidRPr="000030D3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Datum:</w:t>
      </w:r>
      <w:r w:rsidRPr="000030D3">
        <w:rPr>
          <w:sz w:val="24"/>
          <w:szCs w:val="24"/>
        </w:rPr>
        <w:tab/>
      </w:r>
      <w:r w:rsidR="00A466FF">
        <w:rPr>
          <w:sz w:val="24"/>
          <w:szCs w:val="24"/>
        </w:rPr>
        <w:t>woensdag</w:t>
      </w:r>
      <w:r w:rsidR="00A5550C">
        <w:rPr>
          <w:sz w:val="24"/>
          <w:szCs w:val="24"/>
        </w:rPr>
        <w:t xml:space="preserve"> </w:t>
      </w:r>
      <w:r w:rsidR="00284BA9">
        <w:rPr>
          <w:sz w:val="24"/>
          <w:szCs w:val="24"/>
        </w:rPr>
        <w:t>1</w:t>
      </w:r>
      <w:r w:rsidR="00A466FF">
        <w:rPr>
          <w:sz w:val="24"/>
          <w:szCs w:val="24"/>
        </w:rPr>
        <w:t>6</w:t>
      </w:r>
      <w:r w:rsidR="002133B4">
        <w:rPr>
          <w:sz w:val="24"/>
          <w:szCs w:val="24"/>
        </w:rPr>
        <w:t xml:space="preserve"> december </w:t>
      </w:r>
      <w:r w:rsidRPr="000030D3">
        <w:rPr>
          <w:sz w:val="24"/>
          <w:szCs w:val="24"/>
        </w:rPr>
        <w:t>2020</w:t>
      </w:r>
    </w:p>
    <w:p w14:paraId="18D54E9D" w14:textId="50EB2F9F" w:rsidR="00662C28" w:rsidRPr="000030D3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Tijdstip:</w:t>
      </w:r>
      <w:r w:rsidRPr="000030D3">
        <w:rPr>
          <w:sz w:val="24"/>
          <w:szCs w:val="24"/>
        </w:rPr>
        <w:tab/>
      </w:r>
      <w:r w:rsidR="00982602">
        <w:rPr>
          <w:sz w:val="24"/>
          <w:szCs w:val="24"/>
        </w:rPr>
        <w:t>15.00</w:t>
      </w:r>
      <w:r w:rsidR="002133B4">
        <w:rPr>
          <w:sz w:val="24"/>
          <w:szCs w:val="24"/>
        </w:rPr>
        <w:t xml:space="preserve"> - </w:t>
      </w:r>
      <w:r w:rsidRPr="000030D3">
        <w:rPr>
          <w:sz w:val="24"/>
          <w:szCs w:val="24"/>
        </w:rPr>
        <w:t>1</w:t>
      </w:r>
      <w:r w:rsidR="00982602">
        <w:rPr>
          <w:sz w:val="24"/>
          <w:szCs w:val="24"/>
        </w:rPr>
        <w:t>7</w:t>
      </w:r>
      <w:r w:rsidRPr="000030D3">
        <w:rPr>
          <w:sz w:val="24"/>
          <w:szCs w:val="24"/>
        </w:rPr>
        <w:t>.00 uur</w:t>
      </w:r>
    </w:p>
    <w:p w14:paraId="02A5210B" w14:textId="77777777" w:rsidR="00184A61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Plaats:</w:t>
      </w:r>
      <w:r w:rsidRPr="000030D3">
        <w:rPr>
          <w:sz w:val="24"/>
          <w:szCs w:val="24"/>
        </w:rPr>
        <w:t xml:space="preserve"> </w:t>
      </w:r>
      <w:r w:rsidRPr="000030D3">
        <w:rPr>
          <w:sz w:val="24"/>
          <w:szCs w:val="24"/>
        </w:rPr>
        <w:tab/>
      </w:r>
      <w:r w:rsidR="002133B4">
        <w:rPr>
          <w:sz w:val="24"/>
          <w:szCs w:val="24"/>
        </w:rPr>
        <w:t xml:space="preserve">n.v.t. </w:t>
      </w:r>
    </w:p>
    <w:p w14:paraId="1635E925" w14:textId="6BC42245" w:rsidR="00662C28" w:rsidRDefault="0089218D" w:rsidP="000F7B14">
      <w:pPr>
        <w:shd w:val="clear" w:color="auto" w:fill="E7E6E6" w:themeFill="background2"/>
        <w:spacing w:after="0"/>
        <w:ind w:left="2124"/>
        <w:rPr>
          <w:sz w:val="24"/>
          <w:szCs w:val="24"/>
        </w:rPr>
      </w:pPr>
      <w:r>
        <w:rPr>
          <w:sz w:val="24"/>
          <w:szCs w:val="24"/>
        </w:rPr>
        <w:t xml:space="preserve">In verband met de coronacrisis vindt de vergadering </w:t>
      </w:r>
      <w:r w:rsidR="0000274E">
        <w:rPr>
          <w:sz w:val="24"/>
          <w:szCs w:val="24"/>
        </w:rPr>
        <w:t xml:space="preserve">digitaal </w:t>
      </w:r>
      <w:r>
        <w:rPr>
          <w:sz w:val="24"/>
          <w:szCs w:val="24"/>
        </w:rPr>
        <w:t>via Teams plaats.</w:t>
      </w:r>
      <w:r w:rsidR="00424053">
        <w:rPr>
          <w:sz w:val="24"/>
          <w:szCs w:val="24"/>
        </w:rPr>
        <w:t xml:space="preserve"> </w:t>
      </w:r>
    </w:p>
    <w:p w14:paraId="5E639B50" w14:textId="77777777" w:rsidR="00B7363A" w:rsidRPr="000030D3" w:rsidRDefault="00B7363A" w:rsidP="000F7B14">
      <w:pPr>
        <w:shd w:val="clear" w:color="auto" w:fill="E7E6E6" w:themeFill="background2"/>
        <w:spacing w:after="0"/>
        <w:ind w:left="2124"/>
        <w:rPr>
          <w:sz w:val="24"/>
          <w:szCs w:val="24"/>
        </w:rPr>
      </w:pPr>
    </w:p>
    <w:p w14:paraId="5FE5A256" w14:textId="0791A1BA" w:rsidR="00892AB1" w:rsidRPr="000030D3" w:rsidRDefault="00892AB1" w:rsidP="00662C28">
      <w:pPr>
        <w:spacing w:after="0"/>
        <w:rPr>
          <w:sz w:val="24"/>
          <w:szCs w:val="24"/>
        </w:rPr>
      </w:pPr>
    </w:p>
    <w:p w14:paraId="78F5FFEF" w14:textId="59EFC4AE" w:rsidR="00892AB1" w:rsidRPr="000030D3" w:rsidRDefault="00892AB1" w:rsidP="00662C28">
      <w:pPr>
        <w:spacing w:after="0"/>
        <w:rPr>
          <w:b/>
          <w:bCs/>
          <w:sz w:val="24"/>
          <w:szCs w:val="24"/>
        </w:rPr>
      </w:pPr>
      <w:r w:rsidRPr="000030D3">
        <w:rPr>
          <w:b/>
          <w:bCs/>
          <w:sz w:val="24"/>
          <w:szCs w:val="24"/>
        </w:rPr>
        <w:t>_____________________________</w:t>
      </w:r>
    </w:p>
    <w:p w14:paraId="55DBADD8" w14:textId="67A914FA" w:rsidR="00662C28" w:rsidRPr="000030D3" w:rsidRDefault="00662C28" w:rsidP="00662C28">
      <w:pPr>
        <w:spacing w:after="0"/>
        <w:rPr>
          <w:b/>
          <w:bCs/>
          <w:sz w:val="24"/>
          <w:szCs w:val="24"/>
        </w:rPr>
      </w:pPr>
    </w:p>
    <w:p w14:paraId="5C96AF08" w14:textId="00AC94F3" w:rsidR="00662C28" w:rsidRDefault="00662C28" w:rsidP="00662C28">
      <w:pPr>
        <w:spacing w:after="0"/>
        <w:rPr>
          <w:sz w:val="24"/>
          <w:szCs w:val="24"/>
        </w:rPr>
      </w:pPr>
    </w:p>
    <w:p w14:paraId="77DAEC3D" w14:textId="77777777" w:rsidR="000030D3" w:rsidRPr="000030D3" w:rsidRDefault="000030D3" w:rsidP="00662C28">
      <w:pPr>
        <w:spacing w:after="0"/>
        <w:rPr>
          <w:sz w:val="24"/>
          <w:szCs w:val="24"/>
        </w:rPr>
      </w:pPr>
    </w:p>
    <w:p w14:paraId="0BB8A415" w14:textId="0E0E92F9" w:rsidR="00662C28" w:rsidRPr="000030D3" w:rsidRDefault="00662C28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00030D3">
        <w:rPr>
          <w:sz w:val="24"/>
          <w:szCs w:val="24"/>
        </w:rPr>
        <w:t>Opening en mededelingen/ingekomen stukken.</w:t>
      </w:r>
    </w:p>
    <w:p w14:paraId="602901DE" w14:textId="2D2BF795" w:rsidR="00662C28" w:rsidRPr="000030D3" w:rsidRDefault="00662C28" w:rsidP="00662C28">
      <w:pPr>
        <w:spacing w:after="0"/>
        <w:rPr>
          <w:sz w:val="24"/>
          <w:szCs w:val="24"/>
        </w:rPr>
      </w:pPr>
    </w:p>
    <w:p w14:paraId="53E6DBAC" w14:textId="77777777" w:rsidR="00B9411C" w:rsidRPr="00B9411C" w:rsidRDefault="00B9411C" w:rsidP="00B9411C">
      <w:pPr>
        <w:pStyle w:val="Lijstalinea"/>
        <w:rPr>
          <w:sz w:val="24"/>
          <w:szCs w:val="24"/>
        </w:rPr>
      </w:pPr>
    </w:p>
    <w:p w14:paraId="522667BF" w14:textId="1EADD498" w:rsidR="00690A78" w:rsidRPr="000030D3" w:rsidRDefault="00F379D7" w:rsidP="00690A7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Vaststelling </w:t>
      </w:r>
      <w:r w:rsidR="00A95474">
        <w:rPr>
          <w:sz w:val="24"/>
          <w:szCs w:val="24"/>
        </w:rPr>
        <w:t>C</w:t>
      </w:r>
      <w:r w:rsidR="00662C28" w:rsidRPr="000030D3">
        <w:rPr>
          <w:sz w:val="24"/>
          <w:szCs w:val="24"/>
        </w:rPr>
        <w:t xml:space="preserve">oncept-verslag van de bestuursvergadering van </w:t>
      </w:r>
      <w:r w:rsidR="002B45CB">
        <w:rPr>
          <w:sz w:val="24"/>
          <w:szCs w:val="24"/>
        </w:rPr>
        <w:t>16 april</w:t>
      </w:r>
      <w:r w:rsidR="00662C28" w:rsidRPr="000030D3">
        <w:rPr>
          <w:sz w:val="24"/>
          <w:szCs w:val="24"/>
        </w:rPr>
        <w:t xml:space="preserve"> 20</w:t>
      </w:r>
      <w:r w:rsidR="002B45CB">
        <w:rPr>
          <w:sz w:val="24"/>
          <w:szCs w:val="24"/>
        </w:rPr>
        <w:t>20</w:t>
      </w:r>
      <w:r w:rsidR="00662C28" w:rsidRPr="000030D3">
        <w:rPr>
          <w:sz w:val="24"/>
          <w:szCs w:val="24"/>
        </w:rPr>
        <w:t xml:space="preserve"> </w:t>
      </w:r>
    </w:p>
    <w:p w14:paraId="0C5594E7" w14:textId="3102C1DB" w:rsidR="00662C28" w:rsidRDefault="00662C28" w:rsidP="00734EC1">
      <w:pPr>
        <w:pStyle w:val="Lijstalinea"/>
        <w:spacing w:after="0"/>
        <w:ind w:left="1428" w:firstLine="696"/>
        <w:rPr>
          <w:sz w:val="24"/>
          <w:szCs w:val="24"/>
        </w:rPr>
      </w:pPr>
      <w:r w:rsidRPr="000030D3">
        <w:rPr>
          <w:sz w:val="24"/>
          <w:szCs w:val="24"/>
        </w:rPr>
        <w:t>(bijlage 1).</w:t>
      </w:r>
    </w:p>
    <w:p w14:paraId="51D3C6D3" w14:textId="77777777" w:rsidR="00B9411C" w:rsidRPr="000030D3" w:rsidRDefault="00B9411C" w:rsidP="00734EC1">
      <w:pPr>
        <w:pStyle w:val="Lijstalinea"/>
        <w:spacing w:after="0"/>
        <w:ind w:left="1428" w:firstLine="696"/>
        <w:rPr>
          <w:sz w:val="24"/>
          <w:szCs w:val="24"/>
        </w:rPr>
      </w:pPr>
    </w:p>
    <w:p w14:paraId="5A1A6408" w14:textId="77777777" w:rsidR="00662C28" w:rsidRPr="000030D3" w:rsidRDefault="00662C28" w:rsidP="00662C28">
      <w:pPr>
        <w:pStyle w:val="Lijstalinea"/>
        <w:rPr>
          <w:sz w:val="24"/>
          <w:szCs w:val="24"/>
        </w:rPr>
      </w:pPr>
    </w:p>
    <w:p w14:paraId="13EF303E" w14:textId="447F6571" w:rsidR="00662C28" w:rsidRDefault="00A95474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Vaststelling </w:t>
      </w:r>
      <w:r w:rsidR="00437687">
        <w:rPr>
          <w:sz w:val="24"/>
          <w:szCs w:val="24"/>
        </w:rPr>
        <w:t>Ontwerp</w:t>
      </w:r>
      <w:r w:rsidR="001308BF">
        <w:rPr>
          <w:sz w:val="24"/>
          <w:szCs w:val="24"/>
        </w:rPr>
        <w:t>k</w:t>
      </w:r>
      <w:r w:rsidR="00437687">
        <w:rPr>
          <w:sz w:val="24"/>
          <w:szCs w:val="24"/>
        </w:rPr>
        <w:t>adernota 2022</w:t>
      </w:r>
      <w:r w:rsidR="00662C28" w:rsidRPr="000030D3">
        <w:rPr>
          <w:sz w:val="24"/>
          <w:szCs w:val="24"/>
        </w:rPr>
        <w:t xml:space="preserve"> (bijlage 2).</w:t>
      </w:r>
    </w:p>
    <w:p w14:paraId="66638341" w14:textId="77777777" w:rsidR="00B9411C" w:rsidRDefault="00B9411C" w:rsidP="00B9411C">
      <w:pPr>
        <w:pStyle w:val="Lijstalinea"/>
        <w:spacing w:after="0"/>
        <w:ind w:left="2136"/>
        <w:rPr>
          <w:sz w:val="24"/>
          <w:szCs w:val="24"/>
        </w:rPr>
      </w:pPr>
    </w:p>
    <w:p w14:paraId="6C45A11C" w14:textId="77777777" w:rsidR="00E0693E" w:rsidRDefault="00E0693E" w:rsidP="00E0693E">
      <w:pPr>
        <w:pStyle w:val="Lijstalinea"/>
        <w:spacing w:after="0"/>
        <w:ind w:left="2136"/>
        <w:rPr>
          <w:sz w:val="24"/>
          <w:szCs w:val="24"/>
        </w:rPr>
      </w:pPr>
    </w:p>
    <w:p w14:paraId="45CF9D16" w14:textId="39C75BF8" w:rsidR="00E0693E" w:rsidRDefault="00DD7032" w:rsidP="00BA4767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Bespreking van het </w:t>
      </w:r>
      <w:r w:rsidR="00EA5081">
        <w:rPr>
          <w:sz w:val="24"/>
          <w:szCs w:val="24"/>
        </w:rPr>
        <w:t xml:space="preserve">externe onderzoeksrapport </w:t>
      </w:r>
      <w:r w:rsidR="003439BE">
        <w:rPr>
          <w:sz w:val="24"/>
          <w:szCs w:val="24"/>
        </w:rPr>
        <w:t xml:space="preserve">naar het mogelijke </w:t>
      </w:r>
      <w:proofErr w:type="spellStart"/>
      <w:r w:rsidR="003439BE">
        <w:rPr>
          <w:sz w:val="24"/>
          <w:szCs w:val="24"/>
        </w:rPr>
        <w:t>datalek</w:t>
      </w:r>
      <w:proofErr w:type="spellEnd"/>
      <w:r w:rsidR="003439BE">
        <w:rPr>
          <w:sz w:val="24"/>
          <w:szCs w:val="24"/>
        </w:rPr>
        <w:t xml:space="preserve"> bij het RAZU</w:t>
      </w:r>
      <w:r w:rsidR="004473E0">
        <w:rPr>
          <w:sz w:val="24"/>
          <w:szCs w:val="24"/>
        </w:rPr>
        <w:t>.</w:t>
      </w:r>
    </w:p>
    <w:p w14:paraId="0D72EAE1" w14:textId="77777777" w:rsidR="00B7363A" w:rsidRDefault="00B7363A" w:rsidP="005A1F4A">
      <w:pPr>
        <w:pStyle w:val="Lijstalinea"/>
        <w:shd w:val="clear" w:color="auto" w:fill="E7E6E6" w:themeFill="background2"/>
        <w:ind w:left="2124"/>
        <w:rPr>
          <w:sz w:val="24"/>
          <w:szCs w:val="24"/>
        </w:rPr>
      </w:pPr>
    </w:p>
    <w:p w14:paraId="57866363" w14:textId="308B1B4C" w:rsidR="004473E0" w:rsidRDefault="005036ED" w:rsidP="005A1F4A">
      <w:pPr>
        <w:pStyle w:val="Lijstalinea"/>
        <w:shd w:val="clear" w:color="auto" w:fill="E7E6E6" w:themeFill="background2"/>
        <w:ind w:left="2124"/>
        <w:rPr>
          <w:sz w:val="24"/>
          <w:szCs w:val="24"/>
        </w:rPr>
      </w:pPr>
      <w:r>
        <w:rPr>
          <w:sz w:val="24"/>
          <w:szCs w:val="24"/>
        </w:rPr>
        <w:t xml:space="preserve">NB </w:t>
      </w:r>
      <w:r w:rsidR="004473E0">
        <w:rPr>
          <w:sz w:val="24"/>
          <w:szCs w:val="24"/>
        </w:rPr>
        <w:t xml:space="preserve">Het rapport wordt </w:t>
      </w:r>
      <w:r w:rsidR="008A52CD">
        <w:rPr>
          <w:sz w:val="24"/>
          <w:szCs w:val="24"/>
        </w:rPr>
        <w:t xml:space="preserve">op 10 of 11 december nagezonden. </w:t>
      </w:r>
      <w:r w:rsidR="004B700F">
        <w:rPr>
          <w:sz w:val="24"/>
          <w:szCs w:val="24"/>
        </w:rPr>
        <w:t xml:space="preserve">Bij dit agendapunt is </w:t>
      </w:r>
      <w:r w:rsidR="00055664">
        <w:rPr>
          <w:sz w:val="24"/>
          <w:szCs w:val="24"/>
        </w:rPr>
        <w:t xml:space="preserve">de </w:t>
      </w:r>
      <w:r w:rsidR="004B700F">
        <w:rPr>
          <w:sz w:val="24"/>
          <w:szCs w:val="24"/>
        </w:rPr>
        <w:t>onderzoeker Marianne Loef aanwezig</w:t>
      </w:r>
      <w:r w:rsidR="005A1F4A">
        <w:rPr>
          <w:sz w:val="24"/>
          <w:szCs w:val="24"/>
        </w:rPr>
        <w:t>.</w:t>
      </w:r>
    </w:p>
    <w:p w14:paraId="5959F977" w14:textId="77777777" w:rsidR="00B7363A" w:rsidRPr="004473E0" w:rsidRDefault="00B7363A" w:rsidP="005A1F4A">
      <w:pPr>
        <w:pStyle w:val="Lijstalinea"/>
        <w:shd w:val="clear" w:color="auto" w:fill="E7E6E6" w:themeFill="background2"/>
        <w:ind w:left="2124"/>
        <w:rPr>
          <w:sz w:val="24"/>
          <w:szCs w:val="24"/>
        </w:rPr>
      </w:pPr>
    </w:p>
    <w:p w14:paraId="302005AC" w14:textId="77777777" w:rsidR="004473E0" w:rsidRDefault="004473E0" w:rsidP="004473E0">
      <w:pPr>
        <w:pStyle w:val="Lijstalinea"/>
        <w:spacing w:after="0"/>
        <w:ind w:left="2136"/>
        <w:rPr>
          <w:sz w:val="24"/>
          <w:szCs w:val="24"/>
        </w:rPr>
      </w:pPr>
    </w:p>
    <w:p w14:paraId="09EC0919" w14:textId="12AF4156" w:rsidR="00BA4767" w:rsidRDefault="00BA4767" w:rsidP="00BA4767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0BA4767">
        <w:rPr>
          <w:sz w:val="24"/>
          <w:szCs w:val="24"/>
        </w:rPr>
        <w:t xml:space="preserve">Memo over de coronacrisis en het RAZU in 2020 </w:t>
      </w:r>
      <w:r w:rsidR="00B0767A">
        <w:rPr>
          <w:sz w:val="24"/>
          <w:szCs w:val="24"/>
        </w:rPr>
        <w:t xml:space="preserve">ter informatie </w:t>
      </w:r>
      <w:r w:rsidRPr="00BA4767">
        <w:rPr>
          <w:sz w:val="24"/>
          <w:szCs w:val="24"/>
        </w:rPr>
        <w:t>(bijlage 3).</w:t>
      </w:r>
    </w:p>
    <w:p w14:paraId="686A4938" w14:textId="77777777" w:rsidR="00B9411C" w:rsidRPr="00BA4767" w:rsidRDefault="00B9411C" w:rsidP="00B9411C">
      <w:pPr>
        <w:pStyle w:val="Lijstalinea"/>
        <w:spacing w:after="0"/>
        <w:ind w:left="2136"/>
        <w:rPr>
          <w:sz w:val="24"/>
          <w:szCs w:val="24"/>
        </w:rPr>
      </w:pPr>
    </w:p>
    <w:p w14:paraId="1DAF0DD7" w14:textId="77777777" w:rsidR="00BA4767" w:rsidRPr="00BA4767" w:rsidRDefault="00BA4767" w:rsidP="00BA4767">
      <w:pPr>
        <w:spacing w:after="0"/>
        <w:rPr>
          <w:sz w:val="24"/>
          <w:szCs w:val="24"/>
        </w:rPr>
      </w:pPr>
    </w:p>
    <w:p w14:paraId="3D8775A9" w14:textId="5087E666" w:rsidR="00E0693E" w:rsidRDefault="00B0767A" w:rsidP="00E0693E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Vaststelling </w:t>
      </w:r>
      <w:r w:rsidR="00CC5203">
        <w:rPr>
          <w:sz w:val="24"/>
          <w:szCs w:val="24"/>
        </w:rPr>
        <w:t>Tarievenregeling RAZU 2021 (bijlage 4).</w:t>
      </w:r>
    </w:p>
    <w:p w14:paraId="089EB6F7" w14:textId="77777777" w:rsidR="00B9411C" w:rsidRDefault="00B9411C" w:rsidP="00C14F86">
      <w:pPr>
        <w:pStyle w:val="Lijstalinea"/>
        <w:spacing w:after="0"/>
        <w:ind w:left="2136"/>
        <w:rPr>
          <w:sz w:val="24"/>
          <w:szCs w:val="24"/>
        </w:rPr>
      </w:pPr>
    </w:p>
    <w:p w14:paraId="3B3DF894" w14:textId="77777777" w:rsidR="00CC5203" w:rsidRPr="00CC5203" w:rsidRDefault="00CC5203" w:rsidP="00CC5203">
      <w:pPr>
        <w:pStyle w:val="Lijstalinea"/>
        <w:rPr>
          <w:sz w:val="24"/>
          <w:szCs w:val="24"/>
        </w:rPr>
      </w:pPr>
    </w:p>
    <w:p w14:paraId="64DAF105" w14:textId="47615F7F" w:rsidR="00892AB1" w:rsidRDefault="00A957BA" w:rsidP="00B9411C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W.v.t.k</w:t>
      </w:r>
      <w:proofErr w:type="spellEnd"/>
      <w:r>
        <w:rPr>
          <w:sz w:val="24"/>
          <w:szCs w:val="24"/>
        </w:rPr>
        <w:t xml:space="preserve">. </w:t>
      </w:r>
      <w:r w:rsidR="00892AB1" w:rsidRPr="000030D3">
        <w:rPr>
          <w:sz w:val="24"/>
          <w:szCs w:val="24"/>
        </w:rPr>
        <w:t>en sluiting</w:t>
      </w:r>
      <w:r>
        <w:rPr>
          <w:sz w:val="24"/>
          <w:szCs w:val="24"/>
        </w:rPr>
        <w:t>:</w:t>
      </w:r>
    </w:p>
    <w:p w14:paraId="2E1285BC" w14:textId="77777777" w:rsidR="00A957BA" w:rsidRPr="00A957BA" w:rsidRDefault="00A957BA" w:rsidP="00B9411C">
      <w:pPr>
        <w:pStyle w:val="Lijstalinea"/>
        <w:spacing w:after="0"/>
        <w:rPr>
          <w:sz w:val="24"/>
          <w:szCs w:val="24"/>
        </w:rPr>
      </w:pPr>
    </w:p>
    <w:p w14:paraId="5111AC79" w14:textId="5A79D39C" w:rsidR="00A957BA" w:rsidRDefault="00A957BA" w:rsidP="00B9411C">
      <w:pPr>
        <w:pStyle w:val="Lijstalinea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Vertrek directeur-archivaris en opvolging</w:t>
      </w:r>
      <w:r w:rsidR="00655964">
        <w:rPr>
          <w:sz w:val="24"/>
          <w:szCs w:val="24"/>
        </w:rPr>
        <w:t xml:space="preserve"> in 2021</w:t>
      </w:r>
    </w:p>
    <w:p w14:paraId="35D47936" w14:textId="77777777" w:rsidR="005E5068" w:rsidRPr="005E5068" w:rsidRDefault="005E5068" w:rsidP="005E5068">
      <w:pPr>
        <w:pStyle w:val="Lijstalinea"/>
        <w:rPr>
          <w:sz w:val="24"/>
          <w:szCs w:val="24"/>
        </w:rPr>
      </w:pPr>
    </w:p>
    <w:p w14:paraId="128D6CD0" w14:textId="1D48F881" w:rsidR="005E5068" w:rsidRPr="005E5068" w:rsidRDefault="005E5068" w:rsidP="005E5068">
      <w:pPr>
        <w:spacing w:after="0"/>
        <w:rPr>
          <w:sz w:val="24"/>
          <w:szCs w:val="24"/>
        </w:rPr>
      </w:pPr>
    </w:p>
    <w:p w14:paraId="77A39B3B" w14:textId="77777777" w:rsidR="00C0473D" w:rsidRPr="00C0473D" w:rsidRDefault="00C0473D" w:rsidP="00C0473D">
      <w:pPr>
        <w:pStyle w:val="Lijstalinea"/>
        <w:rPr>
          <w:sz w:val="24"/>
          <w:szCs w:val="24"/>
        </w:rPr>
      </w:pPr>
    </w:p>
    <w:p w14:paraId="7CE4FBFA" w14:textId="77777777" w:rsidR="00C0473D" w:rsidRDefault="00C0473D" w:rsidP="00C0473D">
      <w:pPr>
        <w:pStyle w:val="Lijstalinea"/>
        <w:spacing w:after="0"/>
        <w:ind w:left="2136"/>
        <w:rPr>
          <w:sz w:val="24"/>
          <w:szCs w:val="24"/>
        </w:rPr>
      </w:pPr>
    </w:p>
    <w:p w14:paraId="6781276C" w14:textId="77777777" w:rsidR="00C0473D" w:rsidRPr="00C0473D" w:rsidRDefault="00C0473D" w:rsidP="00C0473D">
      <w:pPr>
        <w:pStyle w:val="Lijstalinea"/>
        <w:rPr>
          <w:sz w:val="24"/>
          <w:szCs w:val="24"/>
        </w:rPr>
      </w:pPr>
    </w:p>
    <w:p w14:paraId="47BE3842" w14:textId="77777777" w:rsidR="00C0473D" w:rsidRPr="000030D3" w:rsidRDefault="00C0473D" w:rsidP="00C0473D">
      <w:pPr>
        <w:pStyle w:val="Lijstalinea"/>
        <w:spacing w:after="0"/>
        <w:ind w:left="2136"/>
        <w:rPr>
          <w:sz w:val="24"/>
          <w:szCs w:val="24"/>
        </w:rPr>
      </w:pPr>
    </w:p>
    <w:sectPr w:rsidR="00C0473D" w:rsidRPr="000030D3" w:rsidSect="008C70D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07" w:bottom="1440" w:left="720" w:header="708" w:footer="2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3EE70" w14:textId="77777777" w:rsidR="004D2624" w:rsidRDefault="004D2624" w:rsidP="00B3072C">
      <w:pPr>
        <w:spacing w:after="0" w:line="240" w:lineRule="auto"/>
      </w:pPr>
      <w:r>
        <w:separator/>
      </w:r>
    </w:p>
  </w:endnote>
  <w:endnote w:type="continuationSeparator" w:id="0">
    <w:p w14:paraId="14BCBEB7" w14:textId="77777777" w:rsidR="004D2624" w:rsidRDefault="004D2624" w:rsidP="00B30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13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871"/>
    </w:tblGrid>
    <w:tr w:rsidR="00B3072C" w:rsidRPr="00C0473D" w14:paraId="37530D6B" w14:textId="77777777" w:rsidTr="00FF5672">
      <w:trPr>
        <w:trHeight w:val="699"/>
      </w:trPr>
      <w:tc>
        <w:tcPr>
          <w:tcW w:w="2724" w:type="dxa"/>
          <w:vAlign w:val="bottom"/>
        </w:tcPr>
        <w:p w14:paraId="3F0ED19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368BBEE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2A27D2CD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54CEDA5D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1E9BFE1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616FD687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1A85E3E5" w14:textId="77777777" w:rsidR="00B3072C" w:rsidRPr="00B3072C" w:rsidRDefault="00B3072C" w:rsidP="00FF5672">
          <w:pPr>
            <w:pStyle w:val="Voettekst"/>
            <w:rPr>
              <w:sz w:val="18"/>
            </w:rPr>
          </w:pPr>
        </w:p>
        <w:p w14:paraId="1D847C6B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7EA5DF7F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871" w:type="dxa"/>
          <w:vAlign w:val="bottom"/>
        </w:tcPr>
        <w:p w14:paraId="3C7C080B" w14:textId="77777777" w:rsidR="00FF5672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7D4D600A" w14:textId="77777777" w:rsidR="00FF5672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1C6A5BDE" w14:textId="77777777" w:rsidR="00B3072C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08369D70" w14:textId="77777777" w:rsidR="00B3072C" w:rsidRPr="001E167B" w:rsidRDefault="00B3072C">
    <w:pPr>
      <w:pStyle w:val="Voettekst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11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671"/>
    </w:tblGrid>
    <w:tr w:rsidR="005F0F98" w:rsidRPr="00C0473D" w14:paraId="64B3C72F" w14:textId="77777777" w:rsidTr="00771ADC">
      <w:trPr>
        <w:trHeight w:val="699"/>
      </w:trPr>
      <w:tc>
        <w:tcPr>
          <w:tcW w:w="2724" w:type="dxa"/>
          <w:vAlign w:val="bottom"/>
        </w:tcPr>
        <w:p w14:paraId="47C301C5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1F27C759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54176092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1FE0A692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0862E73D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554DCB7A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2483E9A1" w14:textId="77777777" w:rsidR="005F0F98" w:rsidRPr="00B3072C" w:rsidRDefault="005F0F98" w:rsidP="005F0F98">
          <w:pPr>
            <w:pStyle w:val="Voettekst"/>
            <w:rPr>
              <w:sz w:val="18"/>
            </w:rPr>
          </w:pPr>
        </w:p>
        <w:p w14:paraId="73A684F3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564758B6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671" w:type="dxa"/>
          <w:vAlign w:val="bottom"/>
        </w:tcPr>
        <w:p w14:paraId="0A231078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7E3B709B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495BE02C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5FED2FB0" w14:textId="77777777" w:rsidR="005F0F98" w:rsidRPr="005F0F98" w:rsidRDefault="005F0F98" w:rsidP="00771ADC">
    <w:pPr>
      <w:pStyle w:val="Voettekst"/>
      <w:ind w:left="18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88B5B" w14:textId="77777777" w:rsidR="004D2624" w:rsidRDefault="004D2624" w:rsidP="00B3072C">
      <w:pPr>
        <w:spacing w:after="0" w:line="240" w:lineRule="auto"/>
      </w:pPr>
      <w:r>
        <w:separator/>
      </w:r>
    </w:p>
  </w:footnote>
  <w:footnote w:type="continuationSeparator" w:id="0">
    <w:p w14:paraId="41A486E6" w14:textId="77777777" w:rsidR="004D2624" w:rsidRDefault="004D2624" w:rsidP="00B30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AF70C" w14:textId="77777777" w:rsidR="006B0BA7" w:rsidRDefault="005F0F98">
    <w:pPr>
      <w:pStyle w:val="Koptekst"/>
    </w:pPr>
    <w:r>
      <w:rPr>
        <w:noProof/>
      </w:rPr>
      <w:drawing>
        <wp:anchor distT="0" distB="0" distL="114300" distR="114300" simplePos="0" relativeHeight="251663872" behindDoc="1" locked="1" layoutInCell="1" allowOverlap="1" wp14:anchorId="2973F69C" wp14:editId="55DE2D38">
          <wp:simplePos x="0" y="0"/>
          <wp:positionH relativeFrom="column">
            <wp:posOffset>-114300</wp:posOffset>
          </wp:positionH>
          <wp:positionV relativeFrom="page">
            <wp:posOffset>374650</wp:posOffset>
          </wp:positionV>
          <wp:extent cx="1289304" cy="950976"/>
          <wp:effectExtent l="0" t="0" r="6350" b="1905"/>
          <wp:wrapNone/>
          <wp:docPr id="743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304" cy="950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5672">
      <w:rPr>
        <w:noProof/>
      </w:rPr>
      <w:softHyphen/>
    </w:r>
    <w:r w:rsidR="00FF5672">
      <w:rPr>
        <w:noProof/>
      </w:rPr>
      <w:softHyphen/>
    </w:r>
  </w:p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69"/>
    </w:tblGrid>
    <w:tr w:rsidR="006B0BA7" w14:paraId="46557B46" w14:textId="77777777" w:rsidTr="006B0BA7">
      <w:trPr>
        <w:trHeight w:val="797"/>
      </w:trPr>
      <w:tc>
        <w:tcPr>
          <w:tcW w:w="10469" w:type="dxa"/>
        </w:tcPr>
        <w:p w14:paraId="12F46F10" w14:textId="77777777" w:rsidR="006B0BA7" w:rsidRDefault="006B0BA7">
          <w:pPr>
            <w:pStyle w:val="Koptekst"/>
          </w:pPr>
        </w:p>
      </w:tc>
    </w:tr>
  </w:tbl>
  <w:p w14:paraId="58670AB0" w14:textId="77777777" w:rsidR="00B3072C" w:rsidRDefault="00B3072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7B042" w14:textId="77777777" w:rsidR="001F6F64" w:rsidRDefault="005F0F98">
    <w:pPr>
      <w:pStyle w:val="Koptekst"/>
    </w:pPr>
    <w:r>
      <w:rPr>
        <w:noProof/>
      </w:rPr>
      <w:drawing>
        <wp:anchor distT="0" distB="0" distL="114300" distR="114300" simplePos="0" relativeHeight="251655680" behindDoc="1" locked="0" layoutInCell="1" allowOverlap="1" wp14:anchorId="032F55DF" wp14:editId="396A5F95">
          <wp:simplePos x="0" y="0"/>
          <wp:positionH relativeFrom="margin">
            <wp:posOffset>-104775</wp:posOffset>
          </wp:positionH>
          <wp:positionV relativeFrom="paragraph">
            <wp:posOffset>-76835</wp:posOffset>
          </wp:positionV>
          <wp:extent cx="1292225" cy="948690"/>
          <wp:effectExtent l="0" t="0" r="3175" b="3810"/>
          <wp:wrapNone/>
          <wp:docPr id="744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85BA9"/>
    <w:multiLevelType w:val="hybridMultilevel"/>
    <w:tmpl w:val="124C2BA2"/>
    <w:lvl w:ilvl="0" w:tplc="0413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2CAF5E46"/>
    <w:multiLevelType w:val="hybridMultilevel"/>
    <w:tmpl w:val="2FE012E2"/>
    <w:lvl w:ilvl="0" w:tplc="4F58518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" w15:restartNumberingAfterBreak="0">
    <w:nsid w:val="3E1A3D37"/>
    <w:multiLevelType w:val="hybridMultilevel"/>
    <w:tmpl w:val="EF1A7B40"/>
    <w:lvl w:ilvl="0" w:tplc="162E3064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48A10A6D"/>
    <w:multiLevelType w:val="hybridMultilevel"/>
    <w:tmpl w:val="7660C2F6"/>
    <w:lvl w:ilvl="0" w:tplc="2BE8D45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B5B"/>
    <w:rsid w:val="0000274E"/>
    <w:rsid w:val="000030D3"/>
    <w:rsid w:val="00055664"/>
    <w:rsid w:val="000856E5"/>
    <w:rsid w:val="000B4321"/>
    <w:rsid w:val="000F7B14"/>
    <w:rsid w:val="00124CA2"/>
    <w:rsid w:val="001308BF"/>
    <w:rsid w:val="001373F5"/>
    <w:rsid w:val="00184A61"/>
    <w:rsid w:val="001E167B"/>
    <w:rsid w:val="001F6F64"/>
    <w:rsid w:val="001F7C00"/>
    <w:rsid w:val="002133B4"/>
    <w:rsid w:val="00284BA9"/>
    <w:rsid w:val="002B45CB"/>
    <w:rsid w:val="002C18B5"/>
    <w:rsid w:val="002D0807"/>
    <w:rsid w:val="002E5DDB"/>
    <w:rsid w:val="0030755A"/>
    <w:rsid w:val="003439BE"/>
    <w:rsid w:val="003A67F9"/>
    <w:rsid w:val="00424053"/>
    <w:rsid w:val="00437687"/>
    <w:rsid w:val="004473E0"/>
    <w:rsid w:val="00456FC2"/>
    <w:rsid w:val="00484E55"/>
    <w:rsid w:val="004B0D52"/>
    <w:rsid w:val="004B5D5B"/>
    <w:rsid w:val="004B700F"/>
    <w:rsid w:val="004D2624"/>
    <w:rsid w:val="005036ED"/>
    <w:rsid w:val="00517A65"/>
    <w:rsid w:val="005518D4"/>
    <w:rsid w:val="005A1F4A"/>
    <w:rsid w:val="005A662B"/>
    <w:rsid w:val="005C72C6"/>
    <w:rsid w:val="005E5068"/>
    <w:rsid w:val="005F0F98"/>
    <w:rsid w:val="00642B66"/>
    <w:rsid w:val="00644581"/>
    <w:rsid w:val="00655964"/>
    <w:rsid w:val="00662C28"/>
    <w:rsid w:val="00690A78"/>
    <w:rsid w:val="006B0BA7"/>
    <w:rsid w:val="00715DA0"/>
    <w:rsid w:val="00723D54"/>
    <w:rsid w:val="0073089B"/>
    <w:rsid w:val="00734EC1"/>
    <w:rsid w:val="00771ADC"/>
    <w:rsid w:val="00791DB5"/>
    <w:rsid w:val="00796DF7"/>
    <w:rsid w:val="007A2733"/>
    <w:rsid w:val="007F0981"/>
    <w:rsid w:val="007F20EE"/>
    <w:rsid w:val="007F770D"/>
    <w:rsid w:val="0089218D"/>
    <w:rsid w:val="00892AB1"/>
    <w:rsid w:val="008A52CD"/>
    <w:rsid w:val="008C70D7"/>
    <w:rsid w:val="00947D8C"/>
    <w:rsid w:val="00957217"/>
    <w:rsid w:val="0097561D"/>
    <w:rsid w:val="00982602"/>
    <w:rsid w:val="00993FB1"/>
    <w:rsid w:val="00A466FF"/>
    <w:rsid w:val="00A5550C"/>
    <w:rsid w:val="00A95474"/>
    <w:rsid w:val="00A957BA"/>
    <w:rsid w:val="00B0767A"/>
    <w:rsid w:val="00B3072C"/>
    <w:rsid w:val="00B56155"/>
    <w:rsid w:val="00B64A25"/>
    <w:rsid w:val="00B64F0F"/>
    <w:rsid w:val="00B7363A"/>
    <w:rsid w:val="00B9411C"/>
    <w:rsid w:val="00BA4767"/>
    <w:rsid w:val="00BE1BEC"/>
    <w:rsid w:val="00BF2896"/>
    <w:rsid w:val="00C0473D"/>
    <w:rsid w:val="00C14F86"/>
    <w:rsid w:val="00C50CFD"/>
    <w:rsid w:val="00C610FA"/>
    <w:rsid w:val="00C64E46"/>
    <w:rsid w:val="00CC5203"/>
    <w:rsid w:val="00D35C2F"/>
    <w:rsid w:val="00D37A9F"/>
    <w:rsid w:val="00D43DFB"/>
    <w:rsid w:val="00DB3B7B"/>
    <w:rsid w:val="00DB53C3"/>
    <w:rsid w:val="00DD7032"/>
    <w:rsid w:val="00E0693E"/>
    <w:rsid w:val="00E63B5B"/>
    <w:rsid w:val="00E6722B"/>
    <w:rsid w:val="00EA5081"/>
    <w:rsid w:val="00F379D7"/>
    <w:rsid w:val="00F63776"/>
    <w:rsid w:val="00F779DB"/>
    <w:rsid w:val="00F96707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66DFE1"/>
  <w15:chartTrackingRefBased/>
  <w15:docId w15:val="{55014D83-1990-440D-A147-62F5DEFB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AZU20191">
    <w:name w:val="RAZU_2019_1"/>
    <w:next w:val="Standaard"/>
    <w:autoRedefine/>
    <w:qFormat/>
    <w:rsid w:val="00124CA2"/>
    <w:pPr>
      <w:pBdr>
        <w:left w:val="single" w:sz="18" w:space="4" w:color="C2B280"/>
      </w:pBdr>
      <w:tabs>
        <w:tab w:val="left" w:pos="284"/>
      </w:tabs>
      <w:spacing w:before="120" w:after="0" w:line="240" w:lineRule="auto"/>
      <w:jc w:val="both"/>
    </w:pPr>
    <w:rPr>
      <w:rFonts w:ascii="Calibri" w:hAnsi="Calibri"/>
      <w:b/>
      <w:bCs/>
      <w:color w:val="6C5A82"/>
    </w:rPr>
  </w:style>
  <w:style w:type="paragraph" w:styleId="Koptekst">
    <w:name w:val="header"/>
    <w:basedOn w:val="Standaard"/>
    <w:link w:val="Kop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3072C"/>
  </w:style>
  <w:style w:type="paragraph" w:styleId="Voettekst">
    <w:name w:val="footer"/>
    <w:basedOn w:val="Standaard"/>
    <w:link w:val="Voet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3072C"/>
  </w:style>
  <w:style w:type="table" w:styleId="Tabelraster">
    <w:name w:val="Table Grid"/>
    <w:basedOn w:val="Standaardtabel"/>
    <w:uiPriority w:val="39"/>
    <w:rsid w:val="00B3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F5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5672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BF2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4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Bakker\OneDrive%20-%20ICT%20Dienst%20Houten\Briefpapier_RAZU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EF5D76-3189-43CA-9787-A085605B08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991E95-8C1B-42AA-B2EE-CDADA3A4B7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3ECB5-5772-4241-BEF0-9323E75D54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F65D55-AD38-4394-BC53-FD95DB0F688D}"/>
</file>

<file path=docProps/app.xml><?xml version="1.0" encoding="utf-8"?>
<Properties xmlns="http://schemas.openxmlformats.org/officeDocument/2006/extended-properties" xmlns:vt="http://schemas.openxmlformats.org/officeDocument/2006/docPropsVTypes">
  <Template>Briefpapier_RAZU</Template>
  <TotalTime>21</TotalTime>
  <Pages>2</Pages>
  <Words>130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Bakker</dc:creator>
  <cp:keywords/>
  <dc:description/>
  <cp:lastModifiedBy>Ria van der Eerden</cp:lastModifiedBy>
  <cp:revision>28</cp:revision>
  <cp:lastPrinted>2020-11-12T14:22:00Z</cp:lastPrinted>
  <dcterms:created xsi:type="dcterms:W3CDTF">2020-12-02T10:55:00Z</dcterms:created>
  <dcterms:modified xsi:type="dcterms:W3CDTF">2020-12-03T11:58:00Z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26c6a31d-330e-4568-8fe7-0fb0319690ec</vt:lpwstr>
  </property>
  <property fmtid="{D5CDD505-2E9C-101B-9397-08002B2CF9AE}" pid="4" name="Order">
    <vt:r8>7198000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