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9A35D" w14:textId="380D903C" w:rsidR="00B3072C" w:rsidRDefault="00B3072C" w:rsidP="00FF5672">
      <w:pPr>
        <w:ind w:left="1980"/>
      </w:pPr>
    </w:p>
    <w:p w14:paraId="7B630DC9" w14:textId="2214CD82" w:rsidR="005C72C6" w:rsidRDefault="005C72C6" w:rsidP="00FF5672">
      <w:pPr>
        <w:ind w:left="1980"/>
      </w:pPr>
    </w:p>
    <w:p w14:paraId="131CC6E0" w14:textId="0034B2EE" w:rsidR="005C72C6" w:rsidRDefault="005C72C6" w:rsidP="00FF5672">
      <w:pPr>
        <w:ind w:left="1980"/>
        <w:rPr>
          <w:b/>
          <w:bCs/>
          <w:sz w:val="32"/>
          <w:szCs w:val="32"/>
        </w:rPr>
      </w:pPr>
      <w:r w:rsidRPr="00734EC1">
        <w:rPr>
          <w:b/>
          <w:bCs/>
          <w:sz w:val="32"/>
          <w:szCs w:val="32"/>
        </w:rPr>
        <w:t xml:space="preserve">Agenda </w:t>
      </w:r>
      <w:r w:rsidR="007A2733">
        <w:rPr>
          <w:b/>
          <w:bCs/>
          <w:sz w:val="32"/>
          <w:szCs w:val="32"/>
        </w:rPr>
        <w:t>bestuursvergadering</w:t>
      </w:r>
      <w:r w:rsidR="00662C28" w:rsidRPr="00734EC1">
        <w:rPr>
          <w:b/>
          <w:bCs/>
          <w:sz w:val="32"/>
          <w:szCs w:val="32"/>
        </w:rPr>
        <w:t xml:space="preserve"> </w:t>
      </w:r>
      <w:r w:rsidR="002A0EB5">
        <w:rPr>
          <w:b/>
          <w:bCs/>
          <w:sz w:val="32"/>
          <w:szCs w:val="32"/>
        </w:rPr>
        <w:t xml:space="preserve">RAZU </w:t>
      </w:r>
      <w:r w:rsidR="00662C28" w:rsidRPr="00734EC1">
        <w:rPr>
          <w:b/>
          <w:bCs/>
          <w:sz w:val="32"/>
          <w:szCs w:val="32"/>
        </w:rPr>
        <w:t xml:space="preserve">op </w:t>
      </w:r>
      <w:r w:rsidR="007A2733">
        <w:rPr>
          <w:b/>
          <w:bCs/>
          <w:sz w:val="32"/>
          <w:szCs w:val="32"/>
        </w:rPr>
        <w:t>16 april 2020</w:t>
      </w:r>
      <w:r w:rsidR="00AF4BD4">
        <w:rPr>
          <w:b/>
          <w:bCs/>
          <w:sz w:val="32"/>
          <w:szCs w:val="32"/>
        </w:rPr>
        <w:t xml:space="preserve"> (1)</w:t>
      </w:r>
    </w:p>
    <w:p w14:paraId="2EBB3595" w14:textId="77777777" w:rsidR="00224661" w:rsidRDefault="00224661" w:rsidP="00FF5672">
      <w:pPr>
        <w:ind w:left="1980"/>
        <w:rPr>
          <w:b/>
          <w:bCs/>
          <w:sz w:val="24"/>
          <w:szCs w:val="24"/>
        </w:rPr>
      </w:pPr>
    </w:p>
    <w:p w14:paraId="1751A734" w14:textId="6FE1EE74" w:rsidR="00224661" w:rsidRPr="00224661" w:rsidRDefault="00224661" w:rsidP="00B0611B">
      <w:pPr>
        <w:shd w:val="clear" w:color="auto" w:fill="E7E6E6" w:themeFill="background2"/>
        <w:ind w:left="1980"/>
        <w:rPr>
          <w:b/>
          <w:bCs/>
          <w:sz w:val="24"/>
          <w:szCs w:val="24"/>
        </w:rPr>
      </w:pPr>
      <w:r w:rsidRPr="00224661">
        <w:rPr>
          <w:b/>
          <w:bCs/>
          <w:sz w:val="24"/>
          <w:szCs w:val="24"/>
        </w:rPr>
        <w:t>NB In verband met het coronavirus</w:t>
      </w:r>
      <w:r w:rsidR="0067734E">
        <w:rPr>
          <w:b/>
          <w:bCs/>
          <w:sz w:val="24"/>
          <w:szCs w:val="24"/>
        </w:rPr>
        <w:t xml:space="preserve"> </w:t>
      </w:r>
      <w:r w:rsidR="000052CD">
        <w:rPr>
          <w:b/>
          <w:bCs/>
          <w:sz w:val="24"/>
          <w:szCs w:val="24"/>
        </w:rPr>
        <w:t xml:space="preserve">vindt </w:t>
      </w:r>
      <w:r w:rsidR="0067734E">
        <w:rPr>
          <w:b/>
          <w:bCs/>
          <w:sz w:val="24"/>
          <w:szCs w:val="24"/>
        </w:rPr>
        <w:t xml:space="preserve">de bestuursvergadering </w:t>
      </w:r>
      <w:r w:rsidR="000052CD">
        <w:rPr>
          <w:b/>
          <w:bCs/>
          <w:sz w:val="24"/>
          <w:szCs w:val="24"/>
        </w:rPr>
        <w:t>via Microsoft Teams plaats.</w:t>
      </w:r>
    </w:p>
    <w:p w14:paraId="5260B3AF" w14:textId="77777777" w:rsidR="00662C28" w:rsidRPr="000030D3" w:rsidRDefault="00662C28" w:rsidP="00662C28">
      <w:pPr>
        <w:rPr>
          <w:sz w:val="24"/>
          <w:szCs w:val="24"/>
        </w:rPr>
      </w:pPr>
    </w:p>
    <w:p w14:paraId="497EBB69" w14:textId="6421B7DC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  <w:t>d</w:t>
      </w:r>
      <w:r w:rsidR="00A5550C">
        <w:rPr>
          <w:sz w:val="24"/>
          <w:szCs w:val="24"/>
        </w:rPr>
        <w:t xml:space="preserve">onderdag </w:t>
      </w:r>
      <w:r w:rsidR="00284BA9">
        <w:rPr>
          <w:sz w:val="24"/>
          <w:szCs w:val="24"/>
        </w:rPr>
        <w:t>16</w:t>
      </w:r>
      <w:r w:rsidRPr="000030D3">
        <w:rPr>
          <w:sz w:val="24"/>
          <w:szCs w:val="24"/>
        </w:rPr>
        <w:t xml:space="preserve"> </w:t>
      </w:r>
      <w:r w:rsidR="00284BA9">
        <w:rPr>
          <w:sz w:val="24"/>
          <w:szCs w:val="24"/>
        </w:rPr>
        <w:t>april</w:t>
      </w:r>
      <w:r w:rsidRPr="000030D3">
        <w:rPr>
          <w:sz w:val="24"/>
          <w:szCs w:val="24"/>
        </w:rPr>
        <w:t xml:space="preserve"> 2020</w:t>
      </w:r>
    </w:p>
    <w:p w14:paraId="18D54E9D" w14:textId="67DF2D90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284BA9">
        <w:rPr>
          <w:sz w:val="24"/>
          <w:szCs w:val="24"/>
        </w:rPr>
        <w:t>14.00</w:t>
      </w:r>
      <w:r w:rsidRPr="000030D3">
        <w:rPr>
          <w:sz w:val="24"/>
          <w:szCs w:val="24"/>
        </w:rPr>
        <w:t xml:space="preserve"> </w:t>
      </w:r>
      <w:r w:rsidR="0067734E">
        <w:rPr>
          <w:sz w:val="24"/>
          <w:szCs w:val="24"/>
        </w:rPr>
        <w:t>-</w:t>
      </w:r>
      <w:r w:rsidRPr="000030D3">
        <w:rPr>
          <w:sz w:val="24"/>
          <w:szCs w:val="24"/>
        </w:rPr>
        <w:t xml:space="preserve"> 1</w:t>
      </w:r>
      <w:r w:rsidR="00284BA9">
        <w:rPr>
          <w:sz w:val="24"/>
          <w:szCs w:val="24"/>
        </w:rPr>
        <w:t>6</w:t>
      </w:r>
      <w:r w:rsidRPr="000030D3">
        <w:rPr>
          <w:sz w:val="24"/>
          <w:szCs w:val="24"/>
        </w:rPr>
        <w:t>.00 uur</w:t>
      </w: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55DBADD8" w14:textId="67A914FA" w:rsidR="00662C28" w:rsidRPr="000030D3" w:rsidRDefault="00662C28" w:rsidP="00662C28">
      <w:pPr>
        <w:spacing w:after="0"/>
        <w:rPr>
          <w:b/>
          <w:bCs/>
          <w:sz w:val="24"/>
          <w:szCs w:val="24"/>
        </w:rPr>
      </w:pPr>
    </w:p>
    <w:p w14:paraId="5C96AF08" w14:textId="00AC94F3" w:rsidR="00662C28" w:rsidRDefault="00662C28" w:rsidP="00662C28">
      <w:pPr>
        <w:spacing w:after="0"/>
        <w:rPr>
          <w:sz w:val="24"/>
          <w:szCs w:val="24"/>
        </w:rPr>
      </w:pP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0E0E92F9" w:rsidR="00662C28" w:rsidRPr="000030D3" w:rsidRDefault="00662C28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0030D3">
        <w:rPr>
          <w:sz w:val="24"/>
          <w:szCs w:val="24"/>
        </w:rPr>
        <w:t>Opening en mededelingen/ingekomen stukken.</w:t>
      </w:r>
    </w:p>
    <w:p w14:paraId="602901DE" w14:textId="2D2BF795" w:rsidR="00662C28" w:rsidRPr="000030D3" w:rsidRDefault="00662C28" w:rsidP="00662C28">
      <w:pPr>
        <w:spacing w:after="0"/>
        <w:rPr>
          <w:sz w:val="24"/>
          <w:szCs w:val="24"/>
        </w:rPr>
      </w:pPr>
    </w:p>
    <w:p w14:paraId="522667BF" w14:textId="58D92617" w:rsidR="00690A78" w:rsidRPr="000030D3" w:rsidRDefault="00244323" w:rsidP="00690A7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662C28" w:rsidRPr="000030D3">
        <w:rPr>
          <w:sz w:val="24"/>
          <w:szCs w:val="24"/>
        </w:rPr>
        <w:t xml:space="preserve">Concept-verslag van de bestuursvergadering van 18 december 2019 </w:t>
      </w:r>
    </w:p>
    <w:p w14:paraId="0C5594E7" w14:textId="7B24E9B3" w:rsidR="00662C28" w:rsidRPr="000030D3" w:rsidRDefault="00662C28" w:rsidP="00734EC1">
      <w:pPr>
        <w:pStyle w:val="Lijstalinea"/>
        <w:spacing w:after="0"/>
        <w:ind w:left="1428" w:firstLine="696"/>
        <w:rPr>
          <w:sz w:val="24"/>
          <w:szCs w:val="24"/>
        </w:rPr>
      </w:pPr>
      <w:r w:rsidRPr="000030D3">
        <w:rPr>
          <w:sz w:val="24"/>
          <w:szCs w:val="24"/>
        </w:rPr>
        <w:t>(bijlage 1).</w:t>
      </w:r>
    </w:p>
    <w:p w14:paraId="5A1A6408" w14:textId="77777777" w:rsidR="00662C28" w:rsidRPr="000030D3" w:rsidRDefault="00662C28" w:rsidP="00662C28">
      <w:pPr>
        <w:pStyle w:val="Lijstalinea"/>
        <w:rPr>
          <w:sz w:val="24"/>
          <w:szCs w:val="24"/>
        </w:rPr>
      </w:pPr>
    </w:p>
    <w:p w14:paraId="58FE36EB" w14:textId="1D9721FD" w:rsidR="00213D75" w:rsidRDefault="00244323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Ter kennisneming: </w:t>
      </w:r>
      <w:r w:rsidR="00662C28" w:rsidRPr="000030D3">
        <w:rPr>
          <w:sz w:val="24"/>
          <w:szCs w:val="24"/>
        </w:rPr>
        <w:t xml:space="preserve">Publieksjaarbericht 2019 </w:t>
      </w:r>
    </w:p>
    <w:p w14:paraId="13EF303E" w14:textId="659D276C" w:rsidR="00662C28" w:rsidRPr="000030D3" w:rsidRDefault="00662C28" w:rsidP="00213D75">
      <w:pPr>
        <w:pStyle w:val="Lijstalinea"/>
        <w:spacing w:after="0"/>
        <w:ind w:left="2136"/>
        <w:rPr>
          <w:sz w:val="24"/>
          <w:szCs w:val="24"/>
        </w:rPr>
      </w:pPr>
      <w:r w:rsidRPr="000030D3">
        <w:rPr>
          <w:sz w:val="24"/>
          <w:szCs w:val="24"/>
        </w:rPr>
        <w:t>(bijlage 2).</w:t>
      </w:r>
    </w:p>
    <w:p w14:paraId="7C81C3E4" w14:textId="77777777" w:rsidR="00662C28" w:rsidRPr="000030D3" w:rsidRDefault="00662C28" w:rsidP="00662C28">
      <w:pPr>
        <w:pStyle w:val="Lijstalinea"/>
        <w:rPr>
          <w:sz w:val="24"/>
          <w:szCs w:val="24"/>
        </w:rPr>
      </w:pPr>
    </w:p>
    <w:p w14:paraId="797E2EA2" w14:textId="7BC341A0" w:rsidR="00213D75" w:rsidRDefault="00244323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662C28" w:rsidRPr="000030D3">
        <w:rPr>
          <w:sz w:val="24"/>
          <w:szCs w:val="24"/>
        </w:rPr>
        <w:t>Ontwerp-Jaarrekening 2019</w:t>
      </w:r>
      <w:r w:rsidR="00892AB1" w:rsidRPr="000030D3">
        <w:rPr>
          <w:sz w:val="24"/>
          <w:szCs w:val="24"/>
        </w:rPr>
        <w:t xml:space="preserve"> </w:t>
      </w:r>
    </w:p>
    <w:p w14:paraId="1F00CB3E" w14:textId="2B8DC9A9" w:rsidR="00662C28" w:rsidRPr="000030D3" w:rsidRDefault="00892AB1" w:rsidP="00213D75">
      <w:pPr>
        <w:pStyle w:val="Lijstalinea"/>
        <w:spacing w:after="0"/>
        <w:ind w:left="2136"/>
        <w:rPr>
          <w:sz w:val="24"/>
          <w:szCs w:val="24"/>
        </w:rPr>
      </w:pPr>
      <w:r w:rsidRPr="000030D3">
        <w:rPr>
          <w:sz w:val="24"/>
          <w:szCs w:val="24"/>
        </w:rPr>
        <w:t>(bijlage 3).</w:t>
      </w:r>
    </w:p>
    <w:p w14:paraId="5040F18F" w14:textId="77777777" w:rsidR="00892AB1" w:rsidRPr="000030D3" w:rsidRDefault="00892AB1" w:rsidP="00892AB1">
      <w:pPr>
        <w:pStyle w:val="Lijstalinea"/>
        <w:rPr>
          <w:sz w:val="24"/>
          <w:szCs w:val="24"/>
        </w:rPr>
      </w:pPr>
    </w:p>
    <w:p w14:paraId="5E906F61" w14:textId="44BF874F" w:rsidR="00213D75" w:rsidRDefault="00244323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</w:t>
      </w:r>
      <w:r w:rsidR="00892AB1" w:rsidRPr="000030D3">
        <w:rPr>
          <w:sz w:val="24"/>
          <w:szCs w:val="24"/>
        </w:rPr>
        <w:t xml:space="preserve">Begrotingswijziging 2020 </w:t>
      </w:r>
    </w:p>
    <w:p w14:paraId="5F6F69F6" w14:textId="78CFFFAC" w:rsidR="00892AB1" w:rsidRPr="00644581" w:rsidRDefault="00892AB1" w:rsidP="00213D75">
      <w:pPr>
        <w:pStyle w:val="Lijstalinea"/>
        <w:spacing w:after="0"/>
        <w:ind w:left="2136"/>
        <w:rPr>
          <w:sz w:val="24"/>
          <w:szCs w:val="24"/>
        </w:rPr>
      </w:pPr>
      <w:r w:rsidRPr="000030D3">
        <w:rPr>
          <w:sz w:val="24"/>
          <w:szCs w:val="24"/>
        </w:rPr>
        <w:t>(bijlage 4</w:t>
      </w:r>
      <w:r w:rsidR="00644581">
        <w:rPr>
          <w:sz w:val="24"/>
          <w:szCs w:val="24"/>
        </w:rPr>
        <w:t>)</w:t>
      </w:r>
      <w:r w:rsidRPr="000030D3">
        <w:rPr>
          <w:sz w:val="24"/>
          <w:szCs w:val="24"/>
        </w:rPr>
        <w:t>.</w:t>
      </w:r>
    </w:p>
    <w:p w14:paraId="6BA7D6AD" w14:textId="77777777" w:rsidR="00892AB1" w:rsidRPr="00644581" w:rsidRDefault="00892AB1" w:rsidP="00892AB1">
      <w:pPr>
        <w:pStyle w:val="Lijstalinea"/>
        <w:rPr>
          <w:sz w:val="24"/>
          <w:szCs w:val="24"/>
        </w:rPr>
      </w:pPr>
    </w:p>
    <w:p w14:paraId="3A78C7A0" w14:textId="4BB5ECB3" w:rsidR="00213D75" w:rsidRDefault="00244323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Vaststelling Ontwerp-</w:t>
      </w:r>
      <w:r w:rsidR="00892AB1" w:rsidRPr="00644581">
        <w:rPr>
          <w:sz w:val="24"/>
          <w:szCs w:val="24"/>
        </w:rPr>
        <w:t xml:space="preserve">Programmabegroting 2021-2024 </w:t>
      </w:r>
    </w:p>
    <w:p w14:paraId="513B5139" w14:textId="660DCCDA" w:rsidR="00892AB1" w:rsidRDefault="00892AB1" w:rsidP="00213D75">
      <w:pPr>
        <w:pStyle w:val="Lijstalinea"/>
        <w:spacing w:after="0"/>
        <w:ind w:left="2136"/>
        <w:rPr>
          <w:sz w:val="24"/>
          <w:szCs w:val="24"/>
        </w:rPr>
      </w:pPr>
      <w:r w:rsidRPr="00644581">
        <w:rPr>
          <w:sz w:val="24"/>
          <w:szCs w:val="24"/>
        </w:rPr>
        <w:t>(bijlage 5</w:t>
      </w:r>
      <w:r w:rsidR="00644581" w:rsidRPr="00644581">
        <w:rPr>
          <w:sz w:val="24"/>
          <w:szCs w:val="24"/>
        </w:rPr>
        <w:t>)</w:t>
      </w:r>
      <w:r w:rsidRPr="00644581">
        <w:rPr>
          <w:sz w:val="24"/>
          <w:szCs w:val="24"/>
        </w:rPr>
        <w:t>.</w:t>
      </w:r>
    </w:p>
    <w:p w14:paraId="74795A1E" w14:textId="77777777" w:rsidR="00B0611B" w:rsidRPr="00B0611B" w:rsidRDefault="00B0611B" w:rsidP="00B0611B">
      <w:pPr>
        <w:pStyle w:val="Lijstalinea"/>
        <w:rPr>
          <w:sz w:val="24"/>
          <w:szCs w:val="24"/>
        </w:rPr>
      </w:pPr>
    </w:p>
    <w:p w14:paraId="77CCA7A1" w14:textId="77777777" w:rsidR="00213D75" w:rsidRDefault="00B0611B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Vaststelling gewijzigd Normenkader 2020 </w:t>
      </w:r>
    </w:p>
    <w:p w14:paraId="26F3DD31" w14:textId="468F0557" w:rsidR="00B0611B" w:rsidRPr="00644581" w:rsidRDefault="00B0611B" w:rsidP="00213D75">
      <w:pPr>
        <w:pStyle w:val="Lijstalinea"/>
        <w:spacing w:after="0"/>
        <w:ind w:left="2136"/>
        <w:rPr>
          <w:sz w:val="24"/>
          <w:szCs w:val="24"/>
        </w:rPr>
      </w:pPr>
      <w:r>
        <w:rPr>
          <w:sz w:val="24"/>
          <w:szCs w:val="24"/>
        </w:rPr>
        <w:t>(bijlage 6A en 6B).</w:t>
      </w:r>
    </w:p>
    <w:p w14:paraId="3E5D4899" w14:textId="77777777" w:rsidR="00892AB1" w:rsidRPr="00644581" w:rsidRDefault="00892AB1" w:rsidP="00892AB1">
      <w:pPr>
        <w:pStyle w:val="Lijstalinea"/>
        <w:rPr>
          <w:sz w:val="24"/>
          <w:szCs w:val="24"/>
        </w:rPr>
      </w:pPr>
    </w:p>
    <w:p w14:paraId="64DAF105" w14:textId="35570AF2" w:rsidR="00892AB1" w:rsidRPr="000030D3" w:rsidRDefault="00892AB1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00030D3">
        <w:rPr>
          <w:sz w:val="24"/>
          <w:szCs w:val="24"/>
        </w:rPr>
        <w:t>Rondvraag en sluiting.</w:t>
      </w:r>
    </w:p>
    <w:sectPr w:rsidR="00892AB1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58D35" w14:textId="77777777" w:rsidR="001F7C00" w:rsidRDefault="001F7C00" w:rsidP="00B3072C">
      <w:pPr>
        <w:spacing w:after="0" w:line="240" w:lineRule="auto"/>
      </w:pPr>
      <w:r>
        <w:separator/>
      </w:r>
    </w:p>
  </w:endnote>
  <w:endnote w:type="continuationSeparator" w:id="0">
    <w:p w14:paraId="44EBC88D" w14:textId="77777777" w:rsidR="001F7C00" w:rsidRDefault="001F7C00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0052CD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0052CD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2AF05" w14:textId="77777777" w:rsidR="001F7C00" w:rsidRDefault="001F7C00" w:rsidP="00B3072C">
      <w:pPr>
        <w:spacing w:after="0" w:line="240" w:lineRule="auto"/>
      </w:pPr>
      <w:r>
        <w:separator/>
      </w:r>
    </w:p>
  </w:footnote>
  <w:footnote w:type="continuationSeparator" w:id="0">
    <w:p w14:paraId="50FA0632" w14:textId="77777777" w:rsidR="001F7C00" w:rsidRDefault="001F7C00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5B"/>
    <w:rsid w:val="000030D3"/>
    <w:rsid w:val="000052CD"/>
    <w:rsid w:val="000B4321"/>
    <w:rsid w:val="00124CA2"/>
    <w:rsid w:val="001E167B"/>
    <w:rsid w:val="001F6F64"/>
    <w:rsid w:val="001F7C00"/>
    <w:rsid w:val="00213D75"/>
    <w:rsid w:val="00224661"/>
    <w:rsid w:val="00244323"/>
    <w:rsid w:val="00284BA9"/>
    <w:rsid w:val="002A0EB5"/>
    <w:rsid w:val="002C18B5"/>
    <w:rsid w:val="002D0807"/>
    <w:rsid w:val="002E5DDB"/>
    <w:rsid w:val="0030755A"/>
    <w:rsid w:val="00424053"/>
    <w:rsid w:val="00456FC2"/>
    <w:rsid w:val="00484E55"/>
    <w:rsid w:val="004B5D5B"/>
    <w:rsid w:val="005518D4"/>
    <w:rsid w:val="005A662B"/>
    <w:rsid w:val="005C72C6"/>
    <w:rsid w:val="005F0F98"/>
    <w:rsid w:val="00642B66"/>
    <w:rsid w:val="00644581"/>
    <w:rsid w:val="00662C28"/>
    <w:rsid w:val="0067734E"/>
    <w:rsid w:val="00690A78"/>
    <w:rsid w:val="006B0BA7"/>
    <w:rsid w:val="00715DA0"/>
    <w:rsid w:val="00723D54"/>
    <w:rsid w:val="0073089B"/>
    <w:rsid w:val="00734EC1"/>
    <w:rsid w:val="00761A34"/>
    <w:rsid w:val="00771ADC"/>
    <w:rsid w:val="00791DB5"/>
    <w:rsid w:val="00796DF7"/>
    <w:rsid w:val="007A2733"/>
    <w:rsid w:val="007F0981"/>
    <w:rsid w:val="007F770D"/>
    <w:rsid w:val="008222F3"/>
    <w:rsid w:val="00892AB1"/>
    <w:rsid w:val="008C70D7"/>
    <w:rsid w:val="00947D8C"/>
    <w:rsid w:val="0097561D"/>
    <w:rsid w:val="00A5550C"/>
    <w:rsid w:val="00AF4BD4"/>
    <w:rsid w:val="00B0611B"/>
    <w:rsid w:val="00B3072C"/>
    <w:rsid w:val="00B56155"/>
    <w:rsid w:val="00B64A25"/>
    <w:rsid w:val="00B64F0F"/>
    <w:rsid w:val="00BC6202"/>
    <w:rsid w:val="00BE1BEC"/>
    <w:rsid w:val="00BF2896"/>
    <w:rsid w:val="00C50CFD"/>
    <w:rsid w:val="00C610FA"/>
    <w:rsid w:val="00D35C2F"/>
    <w:rsid w:val="00D43DFB"/>
    <w:rsid w:val="00DB3B7B"/>
    <w:rsid w:val="00DB53C3"/>
    <w:rsid w:val="00E63B5B"/>
    <w:rsid w:val="00E6722B"/>
    <w:rsid w:val="00F63776"/>
    <w:rsid w:val="00F779DB"/>
    <w:rsid w:val="00F9670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01AB0-DA58-4649-9EDA-BCEA977EBD0A}"/>
</file>

<file path=customXml/itemProps2.xml><?xml version="1.0" encoding="utf-8"?>
<ds:datastoreItem xmlns:ds="http://schemas.openxmlformats.org/officeDocument/2006/customXml" ds:itemID="{9EEF5D76-3189-43CA-9787-A085605B08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a1e2251-2e8a-4728-aa96-9ed6b6b829c2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85ED8-3E7B-437C-8228-B9E30A19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van der Eerden</dc:creator>
  <cp:keywords/>
  <dc:description/>
  <cp:lastModifiedBy>Ria van der Eerden</cp:lastModifiedBy>
  <cp:revision>2</cp:revision>
  <cp:lastPrinted>2020-04-01T11:58:00Z</cp:lastPrinted>
  <dcterms:created xsi:type="dcterms:W3CDTF">2020-04-08T12:43:00Z</dcterms:created>
  <dcterms:modified xsi:type="dcterms:W3CDTF">2020-04-08T12:43:00Z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7198700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