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A13" w:rsidRPr="003D0B10" w:rsidRDefault="00C72A7B" w:rsidP="00E90A13">
      <w:pPr>
        <w:pStyle w:val="Kop1"/>
        <w:spacing w:before="0" w:after="0" w:line="240" w:lineRule="auto"/>
        <w:rPr>
          <w:rFonts w:ascii="Calibri" w:hAnsi="Calibri" w:cs="Calibri"/>
          <w:b w:val="0"/>
          <w:i w:val="0"/>
          <w:sz w:val="36"/>
          <w:szCs w:val="36"/>
        </w:rPr>
      </w:pPr>
      <w:bookmarkStart w:id="0" w:name="_GoBack"/>
      <w:bookmarkEnd w:id="0"/>
      <w:r>
        <w:rPr>
          <w:rFonts w:cs="Arial"/>
          <w:i w:val="0"/>
          <w:szCs w:val="24"/>
          <w:lang w:val="nl-N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6" type="#_x0000_t75" style="position:absolute;margin-left:445.9pt;margin-top:2.3pt;width:40.5pt;height:141pt;z-index:251657216">
            <v:imagedata r:id="rId8" o:title="gemlogobmp"/>
          </v:shape>
        </w:pict>
      </w:r>
      <w:r w:rsidR="00161208">
        <w:rPr>
          <w:rFonts w:cs="Arial"/>
          <w:i w:val="0"/>
          <w:sz w:val="40"/>
          <w:szCs w:val="40"/>
        </w:rPr>
        <w:t>Raads</w:t>
      </w:r>
      <w:r w:rsidR="000E22D8" w:rsidRPr="009419E1">
        <w:rPr>
          <w:rFonts w:cs="Arial"/>
          <w:i w:val="0"/>
          <w:sz w:val="40"/>
          <w:szCs w:val="40"/>
        </w:rPr>
        <w:t>voorstel</w:t>
      </w:r>
    </w:p>
    <w:p w:rsidR="00951492" w:rsidRPr="00354418" w:rsidRDefault="00FD56E1" w:rsidP="00241C9F">
      <w:pPr>
        <w:rPr>
          <w:color w:val="FFFFFF"/>
        </w:rPr>
      </w:pPr>
      <w:r w:rsidRPr="00354418">
        <w:rPr>
          <w:color w:val="FFFFFF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00"/>
        <w:gridCol w:w="4389"/>
        <w:gridCol w:w="31"/>
      </w:tblGrid>
      <w:tr w:rsidR="00216205" w:rsidRPr="00216205" w:rsidTr="00886584">
        <w:tc>
          <w:tcPr>
            <w:tcW w:w="4300" w:type="dxa"/>
            <w:shd w:val="clear" w:color="auto" w:fill="auto"/>
          </w:tcPr>
          <w:p w:rsidR="00216205" w:rsidRPr="0000741A" w:rsidRDefault="00E60BAF" w:rsidP="00E60BAF">
            <w:pPr>
              <w:rPr>
                <w:lang w:val="nl"/>
              </w:rPr>
            </w:pPr>
            <w:r>
              <w:rPr>
                <w:lang w:val="nl"/>
              </w:rPr>
              <w:t>Voorstelnummer:</w:t>
            </w:r>
            <w:r w:rsidR="00D4223B" w:rsidRPr="0000741A">
              <w:rPr>
                <w:lang w:val="nl"/>
              </w:rPr>
              <w:t xml:space="preserve"> </w:t>
            </w:r>
            <w:r w:rsidR="000A4BFA">
              <w:rPr>
                <w:lang w:val="nl"/>
              </w:rPr>
              <w:t>2013-087</w:t>
            </w:r>
          </w:p>
        </w:tc>
        <w:tc>
          <w:tcPr>
            <w:tcW w:w="4420" w:type="dxa"/>
            <w:gridSpan w:val="2"/>
            <w:shd w:val="clear" w:color="auto" w:fill="auto"/>
          </w:tcPr>
          <w:p w:rsidR="00216205" w:rsidRPr="0000741A" w:rsidRDefault="00216205" w:rsidP="00FD56E1">
            <w:pPr>
              <w:jc w:val="right"/>
              <w:rPr>
                <w:lang w:val="nl"/>
              </w:rPr>
            </w:pPr>
            <w:r w:rsidRPr="0000741A">
              <w:rPr>
                <w:lang w:val="nl"/>
              </w:rPr>
              <w:t xml:space="preserve">Houten, </w:t>
            </w:r>
            <w:r w:rsidR="000A4BFA">
              <w:rPr>
                <w:lang w:val="nl"/>
              </w:rPr>
              <w:t>12 november 2013</w:t>
            </w:r>
            <w:r w:rsidR="00FD56E1">
              <w:rPr>
                <w:lang w:val="nl"/>
              </w:rPr>
              <w:t xml:space="preserve"> </w:t>
            </w:r>
          </w:p>
        </w:tc>
      </w:tr>
      <w:tr w:rsidR="00753DFB" w:rsidRPr="00533569" w:rsidTr="00886584">
        <w:tc>
          <w:tcPr>
            <w:tcW w:w="4300" w:type="dxa"/>
            <w:shd w:val="clear" w:color="auto" w:fill="auto"/>
          </w:tcPr>
          <w:p w:rsidR="00533569" w:rsidRPr="00EF69DC" w:rsidRDefault="00533569" w:rsidP="00EF69DC"/>
        </w:tc>
        <w:tc>
          <w:tcPr>
            <w:tcW w:w="4420" w:type="dxa"/>
            <w:gridSpan w:val="2"/>
            <w:shd w:val="clear" w:color="auto" w:fill="auto"/>
          </w:tcPr>
          <w:p w:rsidR="00753DFB" w:rsidRPr="00EF69DC" w:rsidRDefault="00753DFB" w:rsidP="0000741A">
            <w:pPr>
              <w:jc w:val="right"/>
            </w:pPr>
          </w:p>
        </w:tc>
      </w:tr>
      <w:tr w:rsidR="000F0767" w:rsidRPr="009D4C5A" w:rsidTr="00886584">
        <w:trPr>
          <w:gridAfter w:val="1"/>
          <w:wAfter w:w="31" w:type="dxa"/>
        </w:trPr>
        <w:tc>
          <w:tcPr>
            <w:tcW w:w="8689" w:type="dxa"/>
            <w:gridSpan w:val="2"/>
            <w:shd w:val="clear" w:color="auto" w:fill="auto"/>
          </w:tcPr>
          <w:p w:rsidR="000F0767" w:rsidRPr="0000741A" w:rsidRDefault="000F0767" w:rsidP="0000741A">
            <w:pPr>
              <w:pStyle w:val="Kop2"/>
              <w:spacing w:before="0" w:after="0" w:line="240" w:lineRule="auto"/>
              <w:rPr>
                <w:rFonts w:cs="Arial"/>
                <w:i w:val="0"/>
                <w:szCs w:val="24"/>
              </w:rPr>
            </w:pPr>
            <w:r w:rsidRPr="0000741A">
              <w:rPr>
                <w:rFonts w:cs="Arial"/>
                <w:i w:val="0"/>
                <w:szCs w:val="24"/>
              </w:rPr>
              <w:t>Onderwerp:</w:t>
            </w:r>
          </w:p>
        </w:tc>
      </w:tr>
    </w:tbl>
    <w:p w:rsidR="00484ED8" w:rsidRDefault="00E81F47" w:rsidP="002D59B8">
      <w:pPr>
        <w:spacing w:line="240" w:lineRule="auto"/>
        <w:rPr>
          <w:rFonts w:cs="Arial"/>
        </w:rPr>
      </w:pPr>
      <w:r>
        <w:rPr>
          <w:rFonts w:cs="Arial"/>
        </w:rPr>
        <w:t xml:space="preserve">Raadsvoorstel </w:t>
      </w:r>
      <w:r w:rsidR="000A4BFA">
        <w:rPr>
          <w:rFonts w:cs="Arial"/>
        </w:rPr>
        <w:t>xxx</w:t>
      </w:r>
      <w:r w:rsidR="00484ED8">
        <w:rPr>
          <w:rFonts w:cs="Arial"/>
        </w:rPr>
        <w:t xml:space="preserve"> </w:t>
      </w:r>
    </w:p>
    <w:p w:rsidR="00484ED8" w:rsidRDefault="00484ED8" w:rsidP="002D59B8">
      <w:pPr>
        <w:spacing w:line="240" w:lineRule="auto"/>
        <w:rPr>
          <w:rFonts w:cs="Arial"/>
        </w:rPr>
      </w:pPr>
    </w:p>
    <w:p w:rsidR="00484ED8" w:rsidRDefault="00484ED8" w:rsidP="002D59B8">
      <w:pPr>
        <w:spacing w:line="240" w:lineRule="auto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0F0767" w:rsidRPr="009D4C5A" w:rsidTr="00E867BF">
        <w:trPr>
          <w:trHeight w:val="193"/>
        </w:trPr>
        <w:tc>
          <w:tcPr>
            <w:tcW w:w="8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0767" w:rsidRPr="0000741A" w:rsidRDefault="000F0767" w:rsidP="006B2343">
            <w:pPr>
              <w:pStyle w:val="Kop2"/>
              <w:spacing w:before="0" w:after="0" w:line="240" w:lineRule="auto"/>
              <w:ind w:right="1276"/>
              <w:rPr>
                <w:rFonts w:cs="Arial"/>
                <w:b w:val="0"/>
              </w:rPr>
            </w:pPr>
            <w:r w:rsidRPr="0000741A">
              <w:rPr>
                <w:rFonts w:cs="Arial"/>
                <w:i w:val="0"/>
                <w:szCs w:val="24"/>
              </w:rPr>
              <w:t>Beslispunten:</w:t>
            </w:r>
            <w:r w:rsidR="006B2343">
              <w:rPr>
                <w:rFonts w:cs="Arial"/>
                <w:i w:val="0"/>
                <w:szCs w:val="24"/>
              </w:rPr>
              <w:t xml:space="preserve"> </w:t>
            </w:r>
          </w:p>
        </w:tc>
      </w:tr>
    </w:tbl>
    <w:p w:rsidR="000F0767" w:rsidRDefault="000A4BFA" w:rsidP="00EB451B">
      <w:pPr>
        <w:numPr>
          <w:ilvl w:val="0"/>
          <w:numId w:val="11"/>
        </w:numPr>
        <w:spacing w:line="240" w:lineRule="auto"/>
        <w:ind w:right="1276"/>
        <w:rPr>
          <w:rFonts w:cs="Arial"/>
          <w:lang w:val="nl"/>
        </w:rPr>
      </w:pPr>
      <w:r>
        <w:rPr>
          <w:rFonts w:cs="Arial"/>
          <w:lang w:val="nl"/>
        </w:rPr>
        <w:t>xxx</w:t>
      </w:r>
      <w:r w:rsidR="00E81F47">
        <w:rPr>
          <w:rFonts w:cs="Arial"/>
          <w:lang w:val="nl"/>
        </w:rPr>
        <w:t xml:space="preserve"> </w:t>
      </w:r>
    </w:p>
    <w:p w:rsidR="00E867BF" w:rsidRPr="004C43BE" w:rsidRDefault="00E867BF" w:rsidP="00E867BF">
      <w:pPr>
        <w:spacing w:line="240" w:lineRule="auto"/>
        <w:ind w:left="340" w:right="1276"/>
        <w:rPr>
          <w:rFonts w:cs="Arial"/>
          <w:lang w:val="nl"/>
        </w:rPr>
      </w:pPr>
    </w:p>
    <w:p w:rsidR="000F0767" w:rsidRPr="009D4C5A" w:rsidRDefault="000F0767" w:rsidP="00EB451B">
      <w:pPr>
        <w:spacing w:line="240" w:lineRule="auto"/>
        <w:ind w:right="1276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0F0767" w:rsidRPr="009D4C5A" w:rsidTr="0000741A">
        <w:tc>
          <w:tcPr>
            <w:tcW w:w="99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0767" w:rsidRPr="0000741A" w:rsidRDefault="000F0767" w:rsidP="006B2343">
            <w:pPr>
              <w:pStyle w:val="Kop2"/>
              <w:spacing w:before="0" w:after="0" w:line="240" w:lineRule="auto"/>
              <w:ind w:right="1276"/>
              <w:rPr>
                <w:rFonts w:cs="Arial"/>
                <w:b w:val="0"/>
              </w:rPr>
            </w:pPr>
            <w:r w:rsidRPr="0000741A">
              <w:rPr>
                <w:rFonts w:cs="Arial"/>
                <w:i w:val="0"/>
                <w:szCs w:val="24"/>
              </w:rPr>
              <w:t>Samenvattin</w:t>
            </w:r>
            <w:r w:rsidRPr="0011262C">
              <w:rPr>
                <w:rFonts w:cs="Arial"/>
                <w:i w:val="0"/>
                <w:szCs w:val="24"/>
              </w:rPr>
              <w:t>g</w:t>
            </w:r>
            <w:r w:rsidRPr="00DB7805">
              <w:rPr>
                <w:rFonts w:cs="Arial"/>
                <w:b w:val="0"/>
                <w:i w:val="0"/>
                <w:szCs w:val="24"/>
              </w:rPr>
              <w:t>:</w:t>
            </w:r>
            <w:r w:rsidR="00DB7805">
              <w:rPr>
                <w:rFonts w:cs="Arial"/>
                <w:b w:val="0"/>
                <w:i w:val="0"/>
                <w:szCs w:val="24"/>
              </w:rPr>
              <w:t xml:space="preserve"> </w:t>
            </w:r>
          </w:p>
        </w:tc>
      </w:tr>
    </w:tbl>
    <w:p w:rsidR="000F0767" w:rsidRPr="009D4C5A" w:rsidRDefault="000A4BFA" w:rsidP="00EB451B">
      <w:pPr>
        <w:spacing w:line="240" w:lineRule="auto"/>
        <w:ind w:right="1276"/>
        <w:rPr>
          <w:rFonts w:cs="Arial"/>
        </w:rPr>
      </w:pPr>
      <w:r>
        <w:rPr>
          <w:rFonts w:cs="Arial"/>
        </w:rPr>
        <w:t>xxx</w:t>
      </w:r>
    </w:p>
    <w:p w:rsidR="000F0767" w:rsidRPr="009D4C5A" w:rsidRDefault="000F0767" w:rsidP="00EB451B">
      <w:pPr>
        <w:spacing w:line="240" w:lineRule="auto"/>
        <w:ind w:right="1276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0F0767" w:rsidRPr="009D4C5A" w:rsidTr="0000741A">
        <w:tc>
          <w:tcPr>
            <w:tcW w:w="99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0767" w:rsidRPr="0000741A" w:rsidRDefault="002C2DDE" w:rsidP="0000741A">
            <w:pPr>
              <w:pStyle w:val="Kop2"/>
              <w:spacing w:before="0" w:after="0" w:line="240" w:lineRule="auto"/>
              <w:rPr>
                <w:rFonts w:cs="Arial"/>
                <w:b w:val="0"/>
              </w:rPr>
            </w:pPr>
            <w:r>
              <w:rPr>
                <w:rFonts w:cs="Arial"/>
                <w:i w:val="0"/>
                <w:szCs w:val="24"/>
              </w:rPr>
              <w:t>Aanleiding</w:t>
            </w:r>
            <w:r w:rsidR="000F0767" w:rsidRPr="0000741A">
              <w:rPr>
                <w:rFonts w:cs="Arial"/>
                <w:i w:val="0"/>
                <w:szCs w:val="24"/>
              </w:rPr>
              <w:t>:</w:t>
            </w:r>
          </w:p>
        </w:tc>
      </w:tr>
    </w:tbl>
    <w:p w:rsidR="000F0767" w:rsidRPr="009D4C5A" w:rsidRDefault="000A4BFA" w:rsidP="002D59B8">
      <w:pPr>
        <w:spacing w:line="240" w:lineRule="auto"/>
        <w:rPr>
          <w:rFonts w:cs="Arial"/>
        </w:rPr>
      </w:pPr>
      <w:r>
        <w:rPr>
          <w:rFonts w:cs="Arial"/>
        </w:rPr>
        <w:t>xxx</w:t>
      </w:r>
    </w:p>
    <w:p w:rsidR="000F0767" w:rsidRPr="009D4C5A" w:rsidRDefault="000F0767" w:rsidP="002D59B8">
      <w:pPr>
        <w:spacing w:line="240" w:lineRule="auto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0F0767" w:rsidRPr="009D4C5A" w:rsidTr="0000741A">
        <w:tc>
          <w:tcPr>
            <w:tcW w:w="99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0767" w:rsidRPr="0000741A" w:rsidRDefault="002C2DDE" w:rsidP="0000741A">
            <w:pPr>
              <w:pStyle w:val="Kop2"/>
              <w:spacing w:before="0" w:after="0" w:line="240" w:lineRule="auto"/>
              <w:rPr>
                <w:rFonts w:cs="Arial"/>
                <w:b w:val="0"/>
              </w:rPr>
            </w:pPr>
            <w:r>
              <w:rPr>
                <w:rFonts w:cs="Arial"/>
                <w:i w:val="0"/>
                <w:szCs w:val="24"/>
              </w:rPr>
              <w:t>Doel van dit voorstel</w:t>
            </w:r>
            <w:r w:rsidR="000F0767" w:rsidRPr="0000741A">
              <w:rPr>
                <w:rFonts w:cs="Arial"/>
                <w:i w:val="0"/>
                <w:szCs w:val="24"/>
              </w:rPr>
              <w:t>:</w:t>
            </w:r>
          </w:p>
        </w:tc>
      </w:tr>
    </w:tbl>
    <w:p w:rsidR="000F0767" w:rsidRPr="009D4C5A" w:rsidRDefault="000A4BFA" w:rsidP="002D59B8">
      <w:pPr>
        <w:spacing w:line="240" w:lineRule="auto"/>
        <w:rPr>
          <w:rFonts w:cs="Arial"/>
        </w:rPr>
      </w:pPr>
      <w:r>
        <w:rPr>
          <w:rFonts w:cs="Arial"/>
        </w:rPr>
        <w:t>xxx</w:t>
      </w:r>
    </w:p>
    <w:p w:rsidR="000F0767" w:rsidRPr="009D4C5A" w:rsidRDefault="000F0767" w:rsidP="002D59B8">
      <w:pPr>
        <w:spacing w:line="240" w:lineRule="auto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0F0767" w:rsidRPr="009D4C5A" w:rsidTr="0000741A">
        <w:tc>
          <w:tcPr>
            <w:tcW w:w="99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0767" w:rsidRPr="0000741A" w:rsidRDefault="000F0767" w:rsidP="0000741A">
            <w:pPr>
              <w:pStyle w:val="Kop2"/>
              <w:spacing w:before="0" w:after="0" w:line="240" w:lineRule="auto"/>
              <w:rPr>
                <w:rFonts w:cs="Arial"/>
                <w:b w:val="0"/>
              </w:rPr>
            </w:pPr>
            <w:r w:rsidRPr="0000741A">
              <w:rPr>
                <w:rFonts w:cs="Arial"/>
                <w:i w:val="0"/>
                <w:szCs w:val="24"/>
              </w:rPr>
              <w:t>Argumenten</w:t>
            </w:r>
            <w:r w:rsidR="002C2DDE">
              <w:rPr>
                <w:rFonts w:cs="Arial"/>
                <w:i w:val="0"/>
                <w:szCs w:val="24"/>
              </w:rPr>
              <w:t xml:space="preserve"> per beslispunt</w:t>
            </w:r>
            <w:r w:rsidRPr="0000741A">
              <w:rPr>
                <w:rFonts w:cs="Arial"/>
                <w:i w:val="0"/>
                <w:szCs w:val="24"/>
              </w:rPr>
              <w:t>:</w:t>
            </w:r>
          </w:p>
        </w:tc>
      </w:tr>
    </w:tbl>
    <w:p w:rsidR="000F0767" w:rsidRPr="009D4C5A" w:rsidRDefault="000A4BFA" w:rsidP="002D59B8">
      <w:pPr>
        <w:spacing w:line="240" w:lineRule="auto"/>
        <w:rPr>
          <w:rFonts w:cs="Arial"/>
        </w:rPr>
      </w:pPr>
      <w:r>
        <w:rPr>
          <w:rFonts w:cs="Arial"/>
        </w:rPr>
        <w:t>xxx</w:t>
      </w:r>
    </w:p>
    <w:p w:rsidR="000F0767" w:rsidRPr="009D4C5A" w:rsidRDefault="000F0767" w:rsidP="002D59B8">
      <w:pPr>
        <w:spacing w:line="240" w:lineRule="auto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0F0767" w:rsidRPr="009D4C5A" w:rsidTr="0000741A">
        <w:tc>
          <w:tcPr>
            <w:tcW w:w="99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0767" w:rsidRPr="0000741A" w:rsidRDefault="000F0767" w:rsidP="0000741A">
            <w:pPr>
              <w:pStyle w:val="Kop2"/>
              <w:spacing w:before="0" w:after="0" w:line="240" w:lineRule="auto"/>
              <w:rPr>
                <w:rFonts w:cs="Arial"/>
                <w:i w:val="0"/>
                <w:szCs w:val="24"/>
              </w:rPr>
            </w:pPr>
            <w:r w:rsidRPr="0000741A">
              <w:rPr>
                <w:rFonts w:cs="Arial"/>
                <w:i w:val="0"/>
                <w:szCs w:val="24"/>
              </w:rPr>
              <w:t>Participatie:</w:t>
            </w:r>
          </w:p>
        </w:tc>
      </w:tr>
    </w:tbl>
    <w:p w:rsidR="000F0767" w:rsidRPr="009D4C5A" w:rsidRDefault="000A4BFA" w:rsidP="002D59B8">
      <w:pPr>
        <w:spacing w:line="240" w:lineRule="auto"/>
        <w:rPr>
          <w:rFonts w:cs="Arial"/>
        </w:rPr>
      </w:pPr>
      <w:r>
        <w:rPr>
          <w:rFonts w:cs="Arial"/>
        </w:rPr>
        <w:t>xxx</w:t>
      </w:r>
    </w:p>
    <w:p w:rsidR="000F0767" w:rsidRPr="009D4C5A" w:rsidRDefault="000F0767" w:rsidP="002D59B8">
      <w:pPr>
        <w:spacing w:line="240" w:lineRule="auto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0F0767" w:rsidRPr="009D4C5A" w:rsidTr="0000741A">
        <w:tc>
          <w:tcPr>
            <w:tcW w:w="99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0767" w:rsidRPr="0000741A" w:rsidRDefault="000F0767" w:rsidP="0000741A">
            <w:pPr>
              <w:pStyle w:val="Kop2"/>
              <w:spacing w:before="0" w:after="0" w:line="240" w:lineRule="auto"/>
              <w:rPr>
                <w:rFonts w:cs="Arial"/>
                <w:b w:val="0"/>
              </w:rPr>
            </w:pPr>
            <w:r w:rsidRPr="0000741A">
              <w:rPr>
                <w:rFonts w:cs="Arial"/>
                <w:i w:val="0"/>
                <w:szCs w:val="24"/>
              </w:rPr>
              <w:t>Communicatie:</w:t>
            </w:r>
          </w:p>
        </w:tc>
      </w:tr>
    </w:tbl>
    <w:p w:rsidR="000F0767" w:rsidRDefault="000A4BFA" w:rsidP="002D59B8">
      <w:pPr>
        <w:spacing w:line="240" w:lineRule="auto"/>
        <w:rPr>
          <w:rFonts w:cs="Arial"/>
        </w:rPr>
      </w:pPr>
      <w:r>
        <w:rPr>
          <w:rFonts w:cs="Arial"/>
        </w:rPr>
        <w:t>xxx</w:t>
      </w:r>
    </w:p>
    <w:p w:rsidR="00495A72" w:rsidRDefault="00495A72" w:rsidP="002D59B8">
      <w:pPr>
        <w:spacing w:line="240" w:lineRule="auto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E26832" w:rsidRPr="009D4C5A" w:rsidTr="0000741A">
        <w:tc>
          <w:tcPr>
            <w:tcW w:w="99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26832" w:rsidRPr="0000741A" w:rsidRDefault="00E26832" w:rsidP="0000741A">
            <w:pPr>
              <w:pStyle w:val="Kop2"/>
              <w:spacing w:before="0" w:after="0" w:line="240" w:lineRule="auto"/>
              <w:rPr>
                <w:rFonts w:cs="Arial"/>
                <w:b w:val="0"/>
              </w:rPr>
            </w:pPr>
            <w:r w:rsidRPr="0000741A">
              <w:rPr>
                <w:rFonts w:cs="Arial"/>
                <w:i w:val="0"/>
                <w:szCs w:val="24"/>
              </w:rPr>
              <w:t>Financiën:</w:t>
            </w:r>
          </w:p>
        </w:tc>
      </w:tr>
    </w:tbl>
    <w:p w:rsidR="00E26832" w:rsidRPr="009D4C5A" w:rsidRDefault="000A4BFA" w:rsidP="00E26832">
      <w:pPr>
        <w:spacing w:line="240" w:lineRule="auto"/>
        <w:rPr>
          <w:rFonts w:cs="Arial"/>
        </w:rPr>
      </w:pPr>
      <w:r>
        <w:rPr>
          <w:rFonts w:cs="Arial"/>
        </w:rPr>
        <w:t>xxxx</w:t>
      </w:r>
    </w:p>
    <w:p w:rsidR="00E26832" w:rsidRDefault="00E26832" w:rsidP="002D59B8">
      <w:pPr>
        <w:spacing w:line="240" w:lineRule="auto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E26832" w:rsidRPr="009D4C5A" w:rsidTr="0000741A">
        <w:tc>
          <w:tcPr>
            <w:tcW w:w="8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26832" w:rsidRPr="0000741A" w:rsidRDefault="00E26832" w:rsidP="0000741A">
            <w:pPr>
              <w:pStyle w:val="Kop2"/>
              <w:spacing w:before="0" w:after="0" w:line="240" w:lineRule="auto"/>
              <w:rPr>
                <w:rFonts w:cs="Arial"/>
                <w:b w:val="0"/>
              </w:rPr>
            </w:pPr>
            <w:r w:rsidRPr="0000741A">
              <w:rPr>
                <w:rFonts w:cs="Arial"/>
                <w:i w:val="0"/>
                <w:szCs w:val="24"/>
              </w:rPr>
              <w:t>Kanttekeningen</w:t>
            </w:r>
            <w:r w:rsidR="000A4BFA">
              <w:rPr>
                <w:rFonts w:cs="Arial"/>
                <w:i w:val="0"/>
                <w:szCs w:val="24"/>
              </w:rPr>
              <w:t>:</w:t>
            </w:r>
          </w:p>
        </w:tc>
      </w:tr>
    </w:tbl>
    <w:p w:rsidR="00E26832" w:rsidRDefault="000A4BFA" w:rsidP="00E26832">
      <w:pPr>
        <w:spacing w:line="240" w:lineRule="auto"/>
        <w:rPr>
          <w:rFonts w:cs="Arial"/>
        </w:rPr>
      </w:pPr>
      <w:r>
        <w:rPr>
          <w:rFonts w:cs="Arial"/>
        </w:rPr>
        <w:t>xxx</w:t>
      </w:r>
    </w:p>
    <w:p w:rsidR="00E26832" w:rsidRDefault="00E26832" w:rsidP="002D59B8">
      <w:pPr>
        <w:spacing w:line="240" w:lineRule="auto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E26832" w:rsidRPr="009D4C5A" w:rsidTr="0000741A">
        <w:tc>
          <w:tcPr>
            <w:tcW w:w="8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26832" w:rsidRPr="0000741A" w:rsidRDefault="00E26832" w:rsidP="0000741A">
            <w:pPr>
              <w:pStyle w:val="Kop2"/>
              <w:spacing w:before="0" w:after="0" w:line="240" w:lineRule="auto"/>
              <w:rPr>
                <w:rFonts w:cs="Arial"/>
                <w:b w:val="0"/>
              </w:rPr>
            </w:pPr>
            <w:r w:rsidRPr="0000741A">
              <w:rPr>
                <w:rFonts w:cs="Arial"/>
                <w:i w:val="0"/>
                <w:szCs w:val="24"/>
              </w:rPr>
              <w:t>Voortgang</w:t>
            </w:r>
            <w:r w:rsidR="000A4BFA">
              <w:rPr>
                <w:rFonts w:cs="Arial"/>
                <w:i w:val="0"/>
                <w:szCs w:val="24"/>
              </w:rPr>
              <w:t>:</w:t>
            </w:r>
          </w:p>
        </w:tc>
      </w:tr>
    </w:tbl>
    <w:p w:rsidR="00E26832" w:rsidRPr="009D4C5A" w:rsidRDefault="000A4BFA" w:rsidP="00E26832">
      <w:pPr>
        <w:spacing w:line="240" w:lineRule="auto"/>
        <w:rPr>
          <w:rFonts w:cs="Arial"/>
        </w:rPr>
      </w:pPr>
      <w:r>
        <w:rPr>
          <w:rFonts w:cs="Arial"/>
        </w:rPr>
        <w:t>xxx</w:t>
      </w:r>
    </w:p>
    <w:p w:rsidR="00E26832" w:rsidRDefault="00E26832" w:rsidP="002D59B8">
      <w:pPr>
        <w:spacing w:line="240" w:lineRule="auto"/>
        <w:rPr>
          <w:rFonts w:cs="Arial"/>
        </w:rPr>
      </w:pPr>
    </w:p>
    <w:p w:rsidR="00E26832" w:rsidRDefault="00E26832" w:rsidP="002D59B8">
      <w:pPr>
        <w:spacing w:line="240" w:lineRule="auto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IF TRUE "[</w:instrText>
      </w:r>
      <w:r w:rsidR="00C72A7B">
        <w:rPr>
          <w:rFonts w:ascii="Times New Roman" w:hAnsi="Times New Roman"/>
          <w:spacing w:val="0"/>
          <w:sz w:val="24"/>
          <w:szCs w:val="24"/>
        </w:rPr>
        <w:pict>
          <v:shape id="_x0000_i1025" type="#_x0000_t75" style="width:9pt;height:9pt">
            <v:imagedata r:id="rId9" o:title=""/>
          </v:shape>
        </w:pict>
      </w:r>
      <w:r>
        <w:rPr>
          <w:rFonts w:cs="Arial"/>
        </w:rPr>
        <w:instrText>Vul in:]" Q|30B91626CA174A7CB5D0B08D2B5C6500|</w:instrText>
      </w:r>
      <w:r w:rsidR="00D42A9E">
        <w:rPr>
          <w:rFonts w:cs="Arial"/>
        </w:rPr>
        <w:instrText>DTR</w:instrText>
      </w:r>
      <w:r>
        <w:rPr>
          <w:rFonts w:cs="Arial"/>
        </w:rPr>
        <w:instrText xml:space="preserve"> </w:instrText>
      </w:r>
      <w:r>
        <w:rPr>
          <w:rFonts w:cs="Arial"/>
        </w:rPr>
        <w:fldChar w:fldCharType="separate"/>
      </w:r>
      <w:r w:rsidR="000A4BFA">
        <w:rPr>
          <w:rFonts w:cs="Arial"/>
        </w:rPr>
        <w:t>[</w:t>
      </w:r>
      <w:r w:rsidR="00C72A7B">
        <w:rPr>
          <w:rFonts w:ascii="Times New Roman" w:hAnsi="Times New Roman"/>
          <w:spacing w:val="0"/>
          <w:sz w:val="24"/>
          <w:szCs w:val="24"/>
        </w:rPr>
        <w:pict>
          <v:shape id="_x0000_i1026" type="#_x0000_t75" style="width:9pt;height:9pt">
            <v:imagedata r:id="rId9" o:title=""/>
          </v:shape>
        </w:pict>
      </w:r>
      <w:r w:rsidR="000A4BFA">
        <w:rPr>
          <w:rFonts w:cs="Arial"/>
        </w:rPr>
        <w:t>Vul in:]</w:t>
      </w:r>
      <w:r>
        <w:rPr>
          <w:rFonts w:cs="Arial"/>
        </w:rPr>
        <w:fldChar w:fldCharType="end"/>
      </w:r>
    </w:p>
    <w:p w:rsidR="00E26832" w:rsidRDefault="00E26832" w:rsidP="002D59B8">
      <w:pPr>
        <w:spacing w:line="240" w:lineRule="auto"/>
        <w:rPr>
          <w:rFonts w:cs="Arial"/>
        </w:rPr>
      </w:pPr>
    </w:p>
    <w:p w:rsidR="001864B9" w:rsidRDefault="001864B9" w:rsidP="001864B9">
      <w:pPr>
        <w:spacing w:line="240" w:lineRule="auto"/>
        <w:rPr>
          <w:rFonts w:cs="Arial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42"/>
        <w:gridCol w:w="5978"/>
      </w:tblGrid>
      <w:tr w:rsidR="000A4BFA" w:rsidRPr="00DC2354" w:rsidTr="000A4BFA">
        <w:trPr>
          <w:cantSplit/>
        </w:trPr>
        <w:tc>
          <w:tcPr>
            <w:tcW w:w="8720" w:type="dxa"/>
            <w:gridSpan w:val="2"/>
          </w:tcPr>
          <w:p w:rsidR="000A4BFA" w:rsidRPr="00DC2354" w:rsidRDefault="000A4BFA" w:rsidP="004E1569">
            <w:pPr>
              <w:rPr>
                <w:rFonts w:cs="Arial"/>
              </w:rPr>
            </w:pPr>
            <w:r w:rsidRPr="00DC2354">
              <w:rPr>
                <w:rFonts w:cs="Arial"/>
              </w:rPr>
              <w:t>Houten,</w:t>
            </w:r>
            <w:r w:rsidRPr="00DC2354">
              <w:rPr>
                <w:rFonts w:cs="Arial"/>
                <w:i/>
              </w:rPr>
              <w:t xml:space="preserve"> (datum)</w:t>
            </w:r>
          </w:p>
        </w:tc>
      </w:tr>
      <w:tr w:rsidR="000A4BFA" w:rsidRPr="00DC2354" w:rsidTr="000A4BFA">
        <w:trPr>
          <w:cantSplit/>
        </w:trPr>
        <w:tc>
          <w:tcPr>
            <w:tcW w:w="8720" w:type="dxa"/>
            <w:gridSpan w:val="2"/>
          </w:tcPr>
          <w:p w:rsidR="000A4BFA" w:rsidRPr="00DC2354" w:rsidRDefault="000A4BFA" w:rsidP="004E1569">
            <w:pPr>
              <w:rPr>
                <w:rFonts w:cs="Arial"/>
              </w:rPr>
            </w:pPr>
            <w:r w:rsidRPr="00DC2354">
              <w:rPr>
                <w:rFonts w:cs="Arial"/>
              </w:rPr>
              <w:t>het college van</w:t>
            </w:r>
            <w:r>
              <w:rPr>
                <w:rFonts w:cs="Arial"/>
              </w:rPr>
              <w:t xml:space="preserve"> </w:t>
            </w:r>
            <w:r w:rsidRPr="00DC2354">
              <w:rPr>
                <w:rFonts w:cs="Arial"/>
              </w:rPr>
              <w:t>burgemeester en wethouders van de gemeente Houten</w:t>
            </w:r>
          </w:p>
        </w:tc>
      </w:tr>
      <w:tr w:rsidR="000A4BFA" w:rsidRPr="00DC2354" w:rsidTr="000A4BFA">
        <w:trPr>
          <w:cantSplit/>
        </w:trPr>
        <w:tc>
          <w:tcPr>
            <w:tcW w:w="2742" w:type="dxa"/>
          </w:tcPr>
          <w:p w:rsidR="000A4BFA" w:rsidRDefault="000A4BFA" w:rsidP="004E1569">
            <w:pPr>
              <w:rPr>
                <w:rFonts w:cs="Arial"/>
              </w:rPr>
            </w:pPr>
            <w:r w:rsidRPr="00DC2354">
              <w:rPr>
                <w:rFonts w:cs="Arial"/>
              </w:rPr>
              <w:t xml:space="preserve">de secretaris, </w:t>
            </w:r>
          </w:p>
          <w:p w:rsidR="000A4BFA" w:rsidRDefault="000A4BFA" w:rsidP="004E1569">
            <w:pPr>
              <w:rPr>
                <w:rFonts w:cs="Arial"/>
              </w:rPr>
            </w:pPr>
          </w:p>
          <w:p w:rsidR="000A4BFA" w:rsidRDefault="000A4BFA" w:rsidP="004E1569">
            <w:pPr>
              <w:rPr>
                <w:rFonts w:cs="Arial"/>
              </w:rPr>
            </w:pPr>
          </w:p>
          <w:p w:rsidR="000A4BFA" w:rsidRDefault="000A4BFA" w:rsidP="004E1569">
            <w:pPr>
              <w:rPr>
                <w:rFonts w:cs="Arial"/>
              </w:rPr>
            </w:pPr>
          </w:p>
          <w:p w:rsidR="000A4BFA" w:rsidRPr="00DC2354" w:rsidRDefault="000A4BFA" w:rsidP="004E1569">
            <w:pPr>
              <w:rPr>
                <w:rFonts w:cs="Arial"/>
              </w:rPr>
            </w:pPr>
          </w:p>
        </w:tc>
        <w:tc>
          <w:tcPr>
            <w:tcW w:w="5978" w:type="dxa"/>
          </w:tcPr>
          <w:p w:rsidR="000A4BFA" w:rsidRPr="00DC2354" w:rsidRDefault="000A4BFA" w:rsidP="004E1569">
            <w:pPr>
              <w:rPr>
                <w:rFonts w:cs="Arial"/>
              </w:rPr>
            </w:pPr>
            <w:r w:rsidRPr="00DC2354">
              <w:rPr>
                <w:rFonts w:cs="Arial"/>
              </w:rPr>
              <w:t>de burgemeester,</w:t>
            </w:r>
          </w:p>
          <w:p w:rsidR="000A4BFA" w:rsidRPr="00DC2354" w:rsidRDefault="000A4BFA" w:rsidP="004E1569">
            <w:pPr>
              <w:rPr>
                <w:rFonts w:cs="Arial"/>
              </w:rPr>
            </w:pPr>
          </w:p>
          <w:p w:rsidR="000A4BFA" w:rsidRPr="00DC2354" w:rsidRDefault="000A4BFA" w:rsidP="004E1569">
            <w:pPr>
              <w:rPr>
                <w:rFonts w:cs="Arial"/>
              </w:rPr>
            </w:pPr>
          </w:p>
          <w:p w:rsidR="000A4BFA" w:rsidRPr="00DC2354" w:rsidRDefault="000A4BFA" w:rsidP="004E1569">
            <w:pPr>
              <w:rPr>
                <w:rFonts w:cs="Arial"/>
              </w:rPr>
            </w:pPr>
          </w:p>
          <w:p w:rsidR="000A4BFA" w:rsidRPr="00DC2354" w:rsidRDefault="000A4BFA" w:rsidP="004E1569">
            <w:pPr>
              <w:rPr>
                <w:rFonts w:cs="Arial"/>
              </w:rPr>
            </w:pPr>
          </w:p>
        </w:tc>
      </w:tr>
      <w:tr w:rsidR="000A4BFA" w:rsidRPr="00DC2354" w:rsidTr="000A4BFA">
        <w:trPr>
          <w:cantSplit/>
        </w:trPr>
        <w:tc>
          <w:tcPr>
            <w:tcW w:w="2742" w:type="dxa"/>
          </w:tcPr>
          <w:p w:rsidR="000A4BFA" w:rsidRPr="00DC2354" w:rsidRDefault="000A4BFA" w:rsidP="004E1569">
            <w:pPr>
              <w:rPr>
                <w:rFonts w:cs="Arial"/>
              </w:rPr>
            </w:pPr>
            <w:r>
              <w:rPr>
                <w:rFonts w:cs="Arial"/>
              </w:rPr>
              <w:t>H.S. den Bieman</w:t>
            </w:r>
          </w:p>
        </w:tc>
        <w:tc>
          <w:tcPr>
            <w:tcW w:w="5978" w:type="dxa"/>
          </w:tcPr>
          <w:p w:rsidR="000A4BFA" w:rsidRPr="00DC2354" w:rsidRDefault="000A4BFA" w:rsidP="004E1569">
            <w:pPr>
              <w:rPr>
                <w:rFonts w:cs="Arial"/>
              </w:rPr>
            </w:pPr>
            <w:r>
              <w:rPr>
                <w:rFonts w:cs="Arial"/>
              </w:rPr>
              <w:t>W.M. de Jong</w:t>
            </w:r>
          </w:p>
        </w:tc>
      </w:tr>
    </w:tbl>
    <w:p w:rsidR="007121CA" w:rsidRDefault="007121CA" w:rsidP="001864B9">
      <w:pPr>
        <w:keepNext/>
        <w:keepLines/>
        <w:tabs>
          <w:tab w:val="left" w:pos="-1440"/>
          <w:tab w:val="left" w:pos="-720"/>
        </w:tabs>
        <w:overflowPunct/>
        <w:autoSpaceDE/>
        <w:autoSpaceDN/>
        <w:adjustRightInd/>
        <w:spacing w:line="240" w:lineRule="exact"/>
        <w:textAlignment w:val="auto"/>
        <w:rPr>
          <w:rFonts w:cs="Arial"/>
          <w:spacing w:val="-2"/>
        </w:rPr>
      </w:pPr>
    </w:p>
    <w:p w:rsidR="00216205" w:rsidRDefault="00216205" w:rsidP="001864B9">
      <w:pPr>
        <w:keepNext/>
        <w:keepLines/>
        <w:tabs>
          <w:tab w:val="left" w:pos="-1440"/>
          <w:tab w:val="left" w:pos="-720"/>
        </w:tabs>
        <w:overflowPunct/>
        <w:autoSpaceDE/>
        <w:autoSpaceDN/>
        <w:adjustRightInd/>
        <w:spacing w:line="240" w:lineRule="exact"/>
        <w:textAlignment w:val="auto"/>
        <w:rPr>
          <w:rFonts w:cs="Arial"/>
          <w:spacing w:val="-2"/>
        </w:rPr>
      </w:pPr>
    </w:p>
    <w:p w:rsidR="00CB4305" w:rsidRDefault="00CB4305" w:rsidP="001864B9">
      <w:pPr>
        <w:keepNext/>
        <w:keepLines/>
        <w:tabs>
          <w:tab w:val="left" w:pos="-1440"/>
          <w:tab w:val="left" w:pos="-720"/>
        </w:tabs>
        <w:overflowPunct/>
        <w:autoSpaceDE/>
        <w:autoSpaceDN/>
        <w:adjustRightInd/>
        <w:spacing w:line="240" w:lineRule="exact"/>
        <w:textAlignment w:val="auto"/>
        <w:rPr>
          <w:rFonts w:cs="Arial"/>
          <w:spacing w:val="-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CB4305" w:rsidRPr="002D59B8" w:rsidTr="00CB4305">
        <w:tc>
          <w:tcPr>
            <w:tcW w:w="8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4305" w:rsidRPr="00CB4305" w:rsidRDefault="00CB4305" w:rsidP="005D25B1">
            <w:pPr>
              <w:keepNext/>
              <w:keepLines/>
              <w:tabs>
                <w:tab w:val="left" w:pos="-1440"/>
                <w:tab w:val="left" w:pos="-720"/>
              </w:tabs>
              <w:overflowPunct/>
              <w:autoSpaceDE/>
              <w:autoSpaceDN/>
              <w:adjustRightInd/>
              <w:spacing w:line="240" w:lineRule="exact"/>
              <w:textAlignment w:val="auto"/>
              <w:outlineLvl w:val="0"/>
              <w:rPr>
                <w:rFonts w:cs="Arial"/>
                <w:spacing w:val="-2"/>
                <w:u w:val="single"/>
              </w:rPr>
            </w:pPr>
            <w:r w:rsidRPr="0000741A">
              <w:rPr>
                <w:rFonts w:cs="Arial"/>
                <w:spacing w:val="-2"/>
                <w:u w:val="single"/>
              </w:rPr>
              <w:t>Meegezonden bijlagen bij dit voorstel:</w:t>
            </w:r>
          </w:p>
        </w:tc>
      </w:tr>
      <w:tr w:rsidR="00CB4305" w:rsidRPr="009D4C5A" w:rsidTr="00CB4305">
        <w:tc>
          <w:tcPr>
            <w:tcW w:w="8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4305" w:rsidRPr="007B523F" w:rsidRDefault="000A4BFA" w:rsidP="00CB4305">
            <w:pPr>
              <w:numPr>
                <w:ilvl w:val="0"/>
                <w:numId w:val="12"/>
              </w:numPr>
              <w:spacing w:line="240" w:lineRule="auto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xxx</w:t>
            </w:r>
          </w:p>
          <w:p w:rsidR="00CB4305" w:rsidRPr="00CB4305" w:rsidRDefault="00CB4305" w:rsidP="00CB4305">
            <w:pPr>
              <w:spacing w:line="240" w:lineRule="auto"/>
              <w:rPr>
                <w:rFonts w:cs="Arial"/>
                <w:spacing w:val="-2"/>
                <w:u w:val="single"/>
              </w:rPr>
            </w:pPr>
          </w:p>
        </w:tc>
      </w:tr>
      <w:tr w:rsidR="00216205" w:rsidRPr="002D59B8" w:rsidTr="00CB4305">
        <w:tc>
          <w:tcPr>
            <w:tcW w:w="8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6205" w:rsidRPr="0000741A" w:rsidRDefault="008B2DCF" w:rsidP="0000741A">
            <w:pPr>
              <w:keepNext/>
              <w:keepLines/>
              <w:tabs>
                <w:tab w:val="left" w:pos="-1440"/>
                <w:tab w:val="left" w:pos="-720"/>
              </w:tabs>
              <w:overflowPunct/>
              <w:autoSpaceDE/>
              <w:autoSpaceDN/>
              <w:adjustRightInd/>
              <w:spacing w:line="240" w:lineRule="exact"/>
              <w:textAlignment w:val="auto"/>
              <w:outlineLvl w:val="0"/>
              <w:rPr>
                <w:rFonts w:cs="Arial"/>
                <w:b/>
                <w:u w:val="single"/>
                <w:lang w:val="nl"/>
              </w:rPr>
            </w:pPr>
            <w:r w:rsidRPr="0000741A">
              <w:rPr>
                <w:rFonts w:cs="Arial"/>
                <w:spacing w:val="-2"/>
                <w:u w:val="single"/>
              </w:rPr>
              <w:lastRenderedPageBreak/>
              <w:t>Bijlagen die voor de leden van de raad ter inzage liggen op de gebruikelijke wijze:</w:t>
            </w:r>
          </w:p>
        </w:tc>
      </w:tr>
      <w:tr w:rsidR="008B2DCF" w:rsidRPr="009D4C5A" w:rsidTr="00CB4305">
        <w:tc>
          <w:tcPr>
            <w:tcW w:w="8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2DCF" w:rsidRPr="0000741A" w:rsidRDefault="008B2DCF" w:rsidP="0000741A">
            <w:pPr>
              <w:spacing w:line="240" w:lineRule="auto"/>
              <w:rPr>
                <w:rFonts w:cs="Arial"/>
              </w:rPr>
            </w:pPr>
          </w:p>
        </w:tc>
      </w:tr>
    </w:tbl>
    <w:p w:rsidR="008B2DCF" w:rsidRPr="007B523F" w:rsidRDefault="007B523F" w:rsidP="001864B9">
      <w:pPr>
        <w:keepNext/>
        <w:keepLines/>
        <w:tabs>
          <w:tab w:val="left" w:pos="-1440"/>
          <w:tab w:val="left" w:pos="-720"/>
        </w:tabs>
        <w:overflowPunct/>
        <w:autoSpaceDE/>
        <w:autoSpaceDN/>
        <w:adjustRightInd/>
        <w:spacing w:line="240" w:lineRule="exact"/>
        <w:textAlignment w:val="auto"/>
        <w:rPr>
          <w:rFonts w:cs="Arial"/>
          <w:spacing w:val="-2"/>
          <w:u w:val="single"/>
        </w:rPr>
      </w:pPr>
      <w:r w:rsidRPr="007B523F">
        <w:rPr>
          <w:rFonts w:cs="Arial"/>
          <w:spacing w:val="-2"/>
          <w:u w:val="single"/>
        </w:rPr>
        <w:t>Digitale bijlagen:</w:t>
      </w:r>
    </w:p>
    <w:p w:rsidR="007B523F" w:rsidRDefault="007B523F" w:rsidP="007B523F">
      <w:pPr>
        <w:keepNext/>
        <w:keepLines/>
        <w:numPr>
          <w:ilvl w:val="0"/>
          <w:numId w:val="14"/>
        </w:numPr>
        <w:tabs>
          <w:tab w:val="left" w:pos="-1440"/>
          <w:tab w:val="left" w:pos="-720"/>
        </w:tabs>
        <w:overflowPunct/>
        <w:autoSpaceDE/>
        <w:autoSpaceDN/>
        <w:adjustRightInd/>
        <w:spacing w:line="240" w:lineRule="exact"/>
        <w:textAlignment w:val="auto"/>
        <w:rPr>
          <w:rFonts w:cs="Arial"/>
          <w:spacing w:val="-2"/>
        </w:rPr>
      </w:pPr>
    </w:p>
    <w:p w:rsidR="007B523F" w:rsidRDefault="007B523F" w:rsidP="001864B9">
      <w:pPr>
        <w:keepNext/>
        <w:keepLines/>
        <w:tabs>
          <w:tab w:val="left" w:pos="-1440"/>
          <w:tab w:val="left" w:pos="-720"/>
        </w:tabs>
        <w:overflowPunct/>
        <w:autoSpaceDE/>
        <w:autoSpaceDN/>
        <w:adjustRightInd/>
        <w:spacing w:line="240" w:lineRule="exact"/>
        <w:textAlignment w:val="auto"/>
        <w:rPr>
          <w:rFonts w:cs="Arial"/>
          <w:spacing w:val="-2"/>
        </w:rPr>
      </w:pPr>
    </w:p>
    <w:p w:rsidR="002C2DDE" w:rsidRDefault="000A4BFA" w:rsidP="001864B9">
      <w:pPr>
        <w:keepNext/>
        <w:keepLines/>
        <w:tabs>
          <w:tab w:val="left" w:pos="-1440"/>
          <w:tab w:val="left" w:pos="-720"/>
        </w:tabs>
        <w:overflowPunct/>
        <w:autoSpaceDE/>
        <w:autoSpaceDN/>
        <w:adjustRightInd/>
        <w:spacing w:line="240" w:lineRule="exact"/>
        <w:textAlignment w:val="auto"/>
        <w:rPr>
          <w:rFonts w:cs="Arial"/>
          <w:spacing w:val="-2"/>
        </w:rPr>
      </w:pPr>
      <w:r>
        <w:rPr>
          <w:rFonts w:cs="Arial"/>
          <w:spacing w:val="-2"/>
        </w:rPr>
        <w:t>Nee</w:t>
      </w:r>
    </w:p>
    <w:p w:rsidR="00746AA4" w:rsidRDefault="00746AA4" w:rsidP="00D65004">
      <w:pPr>
        <w:tabs>
          <w:tab w:val="left" w:pos="3513"/>
        </w:tabs>
        <w:rPr>
          <w:bCs/>
          <w:spacing w:val="-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68"/>
        <w:gridCol w:w="6976"/>
      </w:tblGrid>
      <w:tr w:rsidR="00EF69DC" w:rsidRPr="00D33720" w:rsidTr="00D33720">
        <w:tc>
          <w:tcPr>
            <w:tcW w:w="8644" w:type="dxa"/>
            <w:gridSpan w:val="2"/>
            <w:shd w:val="clear" w:color="auto" w:fill="auto"/>
          </w:tcPr>
          <w:p w:rsidR="00EF69DC" w:rsidRPr="00D33720" w:rsidRDefault="00EF69DC" w:rsidP="00D33720">
            <w:pPr>
              <w:tabs>
                <w:tab w:val="left" w:pos="3513"/>
              </w:tabs>
              <w:rPr>
                <w:rFonts w:cs="Arial"/>
                <w:u w:val="single"/>
                <w:lang w:val="en-CA"/>
              </w:rPr>
            </w:pPr>
            <w:r w:rsidRPr="00D33720">
              <w:rPr>
                <w:bCs/>
                <w:spacing w:val="-2"/>
                <w:u w:val="single"/>
              </w:rPr>
              <w:t>Verantwoordelijke wethouder(s):</w:t>
            </w:r>
          </w:p>
        </w:tc>
      </w:tr>
      <w:tr w:rsidR="00EF69DC" w:rsidRPr="00D33720" w:rsidTr="00D33720">
        <w:tc>
          <w:tcPr>
            <w:tcW w:w="1668" w:type="dxa"/>
            <w:shd w:val="clear" w:color="auto" w:fill="auto"/>
          </w:tcPr>
          <w:p w:rsidR="00EF69DC" w:rsidRPr="00D33720" w:rsidRDefault="00EF69DC" w:rsidP="00D33720">
            <w:pPr>
              <w:tabs>
                <w:tab w:val="left" w:pos="3513"/>
              </w:tabs>
              <w:rPr>
                <w:rFonts w:cs="Arial"/>
                <w:lang w:val="en-CA"/>
              </w:rPr>
            </w:pPr>
            <w:r w:rsidRPr="00D33720">
              <w:rPr>
                <w:rFonts w:cs="Arial"/>
                <w:bCs/>
                <w:spacing w:val="-2"/>
              </w:rPr>
              <w:t xml:space="preserve">1e poho : </w:t>
            </w:r>
          </w:p>
        </w:tc>
        <w:tc>
          <w:tcPr>
            <w:tcW w:w="6976" w:type="dxa"/>
            <w:shd w:val="clear" w:color="auto" w:fill="auto"/>
          </w:tcPr>
          <w:p w:rsidR="00EF69DC" w:rsidRPr="00D33720" w:rsidRDefault="000A4BFA" w:rsidP="000A4BFA">
            <w:pPr>
              <w:rPr>
                <w:rFonts w:cs="Arial"/>
                <w:lang w:val="en-CA"/>
              </w:rPr>
            </w:pPr>
            <w:r>
              <w:t>WJON</w:t>
            </w:r>
            <w:r w:rsidR="00EF69DC" w:rsidRPr="00D33720">
              <w:rPr>
                <w:rFonts w:cs="Arial"/>
                <w:bCs/>
                <w:spacing w:val="-2"/>
              </w:rPr>
              <w:t xml:space="preserve"> </w:t>
            </w:r>
            <w:r w:rsidR="00EF69DC" w:rsidRPr="00D33720">
              <w:rPr>
                <w:rFonts w:cs="Arial"/>
              </w:rPr>
              <w:t xml:space="preserve">= </w:t>
            </w:r>
            <w:r w:rsidRPr="00FD6267">
              <w:rPr>
                <w:lang w:val="en-US"/>
              </w:rPr>
              <w:t>De Jong</w:t>
            </w:r>
          </w:p>
        </w:tc>
      </w:tr>
      <w:tr w:rsidR="00EF69DC" w:rsidRPr="00D33720" w:rsidTr="00D33720">
        <w:tc>
          <w:tcPr>
            <w:tcW w:w="1668" w:type="dxa"/>
            <w:shd w:val="clear" w:color="auto" w:fill="auto"/>
          </w:tcPr>
          <w:p w:rsidR="00EF69DC" w:rsidRPr="00D33720" w:rsidRDefault="00EF69DC" w:rsidP="00D33720">
            <w:pPr>
              <w:tabs>
                <w:tab w:val="left" w:pos="3513"/>
              </w:tabs>
              <w:rPr>
                <w:rFonts w:cs="Arial"/>
              </w:rPr>
            </w:pPr>
            <w:r w:rsidRPr="00D33720">
              <w:rPr>
                <w:rFonts w:cs="Arial"/>
              </w:rPr>
              <w:t xml:space="preserve">2e poho: </w:t>
            </w:r>
          </w:p>
        </w:tc>
        <w:tc>
          <w:tcPr>
            <w:tcW w:w="6976" w:type="dxa"/>
            <w:shd w:val="clear" w:color="auto" w:fill="auto"/>
          </w:tcPr>
          <w:p w:rsidR="00EF69DC" w:rsidRPr="00D33720" w:rsidRDefault="00EF69DC" w:rsidP="000A4BFA">
            <w:pPr>
              <w:rPr>
                <w:rFonts w:cs="Arial"/>
              </w:rPr>
            </w:pPr>
            <w:r w:rsidRPr="00D33720">
              <w:rPr>
                <w:rFonts w:cs="Arial"/>
              </w:rPr>
              <w:t xml:space="preserve"> = </w:t>
            </w:r>
            <w:r w:rsidR="000A4BFA">
              <w:rPr>
                <w:rFonts w:cs="Arial"/>
              </w:rPr>
              <w:t>Nvt</w:t>
            </w:r>
          </w:p>
        </w:tc>
      </w:tr>
      <w:tr w:rsidR="00EF69DC" w:rsidRPr="00D33720" w:rsidTr="00D33720">
        <w:tc>
          <w:tcPr>
            <w:tcW w:w="8644" w:type="dxa"/>
            <w:gridSpan w:val="2"/>
            <w:shd w:val="clear" w:color="auto" w:fill="auto"/>
          </w:tcPr>
          <w:p w:rsidR="00EF69DC" w:rsidRPr="00D33720" w:rsidRDefault="00EF69DC" w:rsidP="00D33720">
            <w:pPr>
              <w:tabs>
                <w:tab w:val="left" w:pos="3513"/>
              </w:tabs>
              <w:rPr>
                <w:rFonts w:cs="Arial"/>
                <w:lang w:val="en-CA"/>
              </w:rPr>
            </w:pPr>
          </w:p>
        </w:tc>
      </w:tr>
      <w:tr w:rsidR="00EF69DC" w:rsidRPr="00D33720" w:rsidTr="00D33720">
        <w:tc>
          <w:tcPr>
            <w:tcW w:w="1668" w:type="dxa"/>
            <w:shd w:val="clear" w:color="auto" w:fill="auto"/>
          </w:tcPr>
          <w:p w:rsidR="00EF69DC" w:rsidRPr="00D33720" w:rsidRDefault="00EF69DC" w:rsidP="00EF69DC">
            <w:pPr>
              <w:rPr>
                <w:rFonts w:cs="Arial"/>
                <w:u w:val="single"/>
                <w:lang w:val="en-CA"/>
              </w:rPr>
            </w:pPr>
            <w:r w:rsidRPr="00D33720">
              <w:rPr>
                <w:rFonts w:cs="Arial"/>
                <w:u w:val="single"/>
                <w:lang w:val="en-CA"/>
              </w:rPr>
              <w:t xml:space="preserve">Zaaknummer: </w:t>
            </w:r>
          </w:p>
        </w:tc>
        <w:tc>
          <w:tcPr>
            <w:tcW w:w="6976" w:type="dxa"/>
            <w:shd w:val="clear" w:color="auto" w:fill="auto"/>
          </w:tcPr>
          <w:p w:rsidR="00EF69DC" w:rsidRPr="00D33720" w:rsidRDefault="000A4BFA" w:rsidP="00EF69DC">
            <w:pPr>
              <w:rPr>
                <w:rFonts w:cs="Arial"/>
                <w:lang w:val="en-CA"/>
              </w:rPr>
            </w:pPr>
            <w:r>
              <w:rPr>
                <w:rFonts w:cs="Arial"/>
                <w:lang w:val="nl"/>
              </w:rPr>
              <w:t>13CV000547</w:t>
            </w:r>
          </w:p>
        </w:tc>
      </w:tr>
    </w:tbl>
    <w:p w:rsidR="006B2343" w:rsidRPr="00EF69DC" w:rsidRDefault="006B2343" w:rsidP="006B2343">
      <w:pPr>
        <w:rPr>
          <w:lang w:val="en-CA"/>
        </w:rPr>
      </w:pPr>
    </w:p>
    <w:p w:rsidR="006B2343" w:rsidRPr="00EF69DC" w:rsidRDefault="006B2343" w:rsidP="006B2343">
      <w:pPr>
        <w:rPr>
          <w:lang w:val="en-CA"/>
        </w:rPr>
        <w:sectPr w:rsidR="006B2343" w:rsidRPr="00EF69DC" w:rsidSect="00BD612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7" w:h="16840" w:code="9"/>
          <w:pgMar w:top="709" w:right="1985" w:bottom="567" w:left="1418" w:header="709" w:footer="709" w:gutter="0"/>
          <w:cols w:space="567"/>
          <w:titlePg/>
        </w:sectPr>
      </w:pPr>
    </w:p>
    <w:p w:rsidR="002366D1" w:rsidRPr="002366D1" w:rsidRDefault="00C72A7B" w:rsidP="002366D1">
      <w:pPr>
        <w:pStyle w:val="Kop1"/>
        <w:spacing w:before="0" w:after="0" w:line="240" w:lineRule="auto"/>
        <w:rPr>
          <w:rFonts w:cs="Arial"/>
          <w:bCs/>
          <w:i w:val="0"/>
          <w:spacing w:val="-2"/>
          <w:sz w:val="40"/>
        </w:rPr>
      </w:pPr>
      <w:r>
        <w:rPr>
          <w:rFonts w:cs="Arial"/>
          <w:bCs/>
          <w:i w:val="0"/>
          <w:spacing w:val="-2"/>
          <w:sz w:val="40"/>
          <w:lang w:val="nl-NL"/>
        </w:rPr>
        <w:lastRenderedPageBreak/>
        <w:pict>
          <v:shape id="_x0000_s1087" type="#_x0000_t75" style="position:absolute;margin-left:447.4pt;margin-top:6.05pt;width:40.5pt;height:141pt;z-index:251658240">
            <v:imagedata r:id="rId8" o:title="gemlogobmp"/>
          </v:shape>
        </w:pict>
      </w:r>
      <w:r w:rsidR="002366D1" w:rsidRPr="002366D1">
        <w:rPr>
          <w:rFonts w:cs="Arial"/>
          <w:bCs/>
          <w:i w:val="0"/>
          <w:spacing w:val="-2"/>
          <w:sz w:val="40"/>
        </w:rPr>
        <w:t>Raadsbesluit</w:t>
      </w:r>
    </w:p>
    <w:p w:rsidR="002366D1" w:rsidRDefault="002366D1" w:rsidP="001864B9">
      <w:pPr>
        <w:keepNext/>
        <w:keepLines/>
        <w:tabs>
          <w:tab w:val="left" w:pos="-1440"/>
          <w:tab w:val="left" w:pos="-720"/>
        </w:tabs>
        <w:overflowPunct/>
        <w:autoSpaceDE/>
        <w:autoSpaceDN/>
        <w:adjustRightInd/>
        <w:spacing w:line="240" w:lineRule="exact"/>
        <w:textAlignment w:val="auto"/>
        <w:rPr>
          <w:rFonts w:cs="Arial"/>
          <w:spacing w:val="-2"/>
        </w:rPr>
      </w:pPr>
    </w:p>
    <w:p w:rsidR="002366D1" w:rsidRDefault="002366D1" w:rsidP="001864B9">
      <w:pPr>
        <w:keepNext/>
        <w:keepLines/>
        <w:tabs>
          <w:tab w:val="left" w:pos="-1440"/>
          <w:tab w:val="left" w:pos="-720"/>
        </w:tabs>
        <w:overflowPunct/>
        <w:autoSpaceDE/>
        <w:autoSpaceDN/>
        <w:adjustRightInd/>
        <w:spacing w:line="240" w:lineRule="exact"/>
        <w:textAlignment w:val="auto"/>
        <w:rPr>
          <w:rFonts w:cs="Arial"/>
          <w:spacing w:val="-2"/>
        </w:rPr>
      </w:pPr>
    </w:p>
    <w:p w:rsidR="002366D1" w:rsidRDefault="002366D1" w:rsidP="001864B9">
      <w:pPr>
        <w:keepNext/>
        <w:keepLines/>
        <w:tabs>
          <w:tab w:val="left" w:pos="-1440"/>
          <w:tab w:val="left" w:pos="-720"/>
        </w:tabs>
        <w:overflowPunct/>
        <w:autoSpaceDE/>
        <w:autoSpaceDN/>
        <w:adjustRightInd/>
        <w:spacing w:line="240" w:lineRule="exact"/>
        <w:textAlignment w:val="auto"/>
        <w:rPr>
          <w:rFonts w:cs="Arial"/>
          <w:spacing w:val="-2"/>
        </w:rPr>
      </w:pPr>
    </w:p>
    <w:p w:rsidR="002366D1" w:rsidRDefault="002366D1" w:rsidP="001864B9">
      <w:pPr>
        <w:keepNext/>
        <w:keepLines/>
        <w:tabs>
          <w:tab w:val="left" w:pos="-1440"/>
          <w:tab w:val="left" w:pos="-720"/>
        </w:tabs>
        <w:overflowPunct/>
        <w:autoSpaceDE/>
        <w:autoSpaceDN/>
        <w:adjustRightInd/>
        <w:spacing w:line="240" w:lineRule="exact"/>
        <w:textAlignment w:val="auto"/>
        <w:rPr>
          <w:rFonts w:cs="Arial"/>
          <w:spacing w:val="-2"/>
        </w:rPr>
      </w:pPr>
    </w:p>
    <w:p w:rsidR="008B2DCF" w:rsidRDefault="00E60BAF" w:rsidP="001864B9">
      <w:pPr>
        <w:keepNext/>
        <w:keepLines/>
        <w:tabs>
          <w:tab w:val="left" w:pos="-1440"/>
          <w:tab w:val="left" w:pos="-720"/>
        </w:tabs>
        <w:overflowPunct/>
        <w:autoSpaceDE/>
        <w:autoSpaceDN/>
        <w:adjustRightInd/>
        <w:spacing w:line="240" w:lineRule="exact"/>
        <w:textAlignment w:val="auto"/>
        <w:rPr>
          <w:rFonts w:cs="Arial"/>
          <w:spacing w:val="-2"/>
        </w:rPr>
      </w:pPr>
      <w:r>
        <w:rPr>
          <w:rFonts w:cs="Arial"/>
          <w:spacing w:val="-2"/>
        </w:rPr>
        <w:t>Voorstelnummer:</w:t>
      </w:r>
      <w:r w:rsidR="00E81F47">
        <w:rPr>
          <w:rFonts w:cs="Arial"/>
          <w:spacing w:val="-2"/>
        </w:rPr>
        <w:t xml:space="preserve"> </w:t>
      </w:r>
      <w:r w:rsidR="000A4BFA">
        <w:rPr>
          <w:rFonts w:cs="Arial"/>
          <w:spacing w:val="-2"/>
        </w:rPr>
        <w:t>2013-087</w:t>
      </w:r>
    </w:p>
    <w:p w:rsidR="0052624E" w:rsidRDefault="0052624E" w:rsidP="001864B9">
      <w:pPr>
        <w:keepNext/>
        <w:keepLines/>
        <w:tabs>
          <w:tab w:val="left" w:pos="-1440"/>
          <w:tab w:val="left" w:pos="-720"/>
        </w:tabs>
        <w:overflowPunct/>
        <w:autoSpaceDE/>
        <w:autoSpaceDN/>
        <w:adjustRightInd/>
        <w:spacing w:line="240" w:lineRule="exact"/>
        <w:textAlignment w:val="auto"/>
        <w:rPr>
          <w:rFonts w:cs="Arial"/>
          <w:spacing w:val="-2"/>
        </w:rPr>
      </w:pPr>
    </w:p>
    <w:p w:rsidR="008B2DCF" w:rsidRDefault="008B2DCF" w:rsidP="001864B9">
      <w:pPr>
        <w:keepNext/>
        <w:keepLines/>
        <w:tabs>
          <w:tab w:val="left" w:pos="-1440"/>
          <w:tab w:val="left" w:pos="-720"/>
        </w:tabs>
        <w:overflowPunct/>
        <w:autoSpaceDE/>
        <w:autoSpaceDN/>
        <w:adjustRightInd/>
        <w:spacing w:line="240" w:lineRule="exact"/>
        <w:textAlignment w:val="auto"/>
        <w:rPr>
          <w:rFonts w:cs="Arial"/>
          <w:spacing w:val="-2"/>
        </w:rPr>
      </w:pPr>
      <w:r>
        <w:rPr>
          <w:rFonts w:cs="Arial"/>
          <w:spacing w:val="-2"/>
        </w:rPr>
        <w:t>De raad van de gemeente Houten heeft het voorstel van</w:t>
      </w:r>
      <w:r w:rsidR="00EB451B">
        <w:rPr>
          <w:rFonts w:cs="Arial"/>
          <w:spacing w:val="-2"/>
        </w:rPr>
        <w:t xml:space="preserve"> het college van</w:t>
      </w:r>
      <w:r>
        <w:rPr>
          <w:rFonts w:cs="Arial"/>
          <w:spacing w:val="-2"/>
        </w:rPr>
        <w:t xml:space="preserve"> burgemeester en wethouders </w:t>
      </w:r>
      <w:r w:rsidR="00AD7CC8">
        <w:rPr>
          <w:rFonts w:cs="Arial"/>
          <w:spacing w:val="-2"/>
        </w:rPr>
        <w:t>d.d.</w:t>
      </w:r>
      <w:r>
        <w:rPr>
          <w:rFonts w:cs="Arial"/>
          <w:spacing w:val="-2"/>
        </w:rPr>
        <w:t xml:space="preserve"> </w:t>
      </w:r>
      <w:r w:rsidR="000A4BFA">
        <w:rPr>
          <w:rFonts w:cs="Arial"/>
          <w:spacing w:val="-2"/>
        </w:rPr>
        <w:t>12 november 2013</w:t>
      </w:r>
      <w:r w:rsidR="003C07F7">
        <w:rPr>
          <w:rFonts w:cs="Arial"/>
          <w:spacing w:val="-2"/>
        </w:rPr>
        <w:t xml:space="preserve"> </w:t>
      </w:r>
      <w:r>
        <w:rPr>
          <w:rFonts w:cs="Arial"/>
          <w:spacing w:val="-2"/>
        </w:rPr>
        <w:t xml:space="preserve">nr. </w:t>
      </w:r>
      <w:r w:rsidR="000A4BFA">
        <w:rPr>
          <w:rFonts w:cs="Arial"/>
          <w:spacing w:val="-2"/>
        </w:rPr>
        <w:t>BWV00.0000</w:t>
      </w:r>
      <w:r w:rsidR="00634B66">
        <w:rPr>
          <w:rFonts w:cs="Arial"/>
          <w:spacing w:val="-2"/>
        </w:rPr>
        <w:t xml:space="preserve"> g</w:t>
      </w:r>
      <w:r>
        <w:rPr>
          <w:rFonts w:cs="Arial"/>
          <w:spacing w:val="-2"/>
        </w:rPr>
        <w:t>elezen en besluit;</w:t>
      </w:r>
    </w:p>
    <w:p w:rsidR="00BD612F" w:rsidRDefault="00BD612F" w:rsidP="001864B9">
      <w:pPr>
        <w:keepNext/>
        <w:keepLines/>
        <w:tabs>
          <w:tab w:val="left" w:pos="-1440"/>
          <w:tab w:val="left" w:pos="-720"/>
        </w:tabs>
        <w:overflowPunct/>
        <w:autoSpaceDE/>
        <w:autoSpaceDN/>
        <w:adjustRightInd/>
        <w:spacing w:line="240" w:lineRule="exact"/>
        <w:textAlignment w:val="auto"/>
        <w:rPr>
          <w:rFonts w:cs="Arial"/>
          <w:spacing w:val="-2"/>
        </w:rPr>
      </w:pPr>
    </w:p>
    <w:p w:rsidR="00BD612F" w:rsidRDefault="00BD612F" w:rsidP="00BD612F">
      <w:pPr>
        <w:keepNext/>
        <w:keepLines/>
        <w:numPr>
          <w:ilvl w:val="0"/>
          <w:numId w:val="13"/>
        </w:numPr>
        <w:tabs>
          <w:tab w:val="left" w:pos="-1440"/>
          <w:tab w:val="left" w:pos="-720"/>
        </w:tabs>
        <w:overflowPunct/>
        <w:autoSpaceDE/>
        <w:autoSpaceDN/>
        <w:adjustRightInd/>
        <w:spacing w:line="240" w:lineRule="exact"/>
        <w:textAlignment w:val="auto"/>
        <w:rPr>
          <w:rFonts w:cs="Arial"/>
          <w:spacing w:val="-2"/>
        </w:rPr>
      </w:pPr>
    </w:p>
    <w:p w:rsidR="008B2DCF" w:rsidRDefault="008B2DCF" w:rsidP="001864B9">
      <w:pPr>
        <w:keepNext/>
        <w:keepLines/>
        <w:tabs>
          <w:tab w:val="left" w:pos="-1440"/>
          <w:tab w:val="left" w:pos="-720"/>
        </w:tabs>
        <w:overflowPunct/>
        <w:autoSpaceDE/>
        <w:autoSpaceDN/>
        <w:adjustRightInd/>
        <w:spacing w:line="240" w:lineRule="exact"/>
        <w:textAlignment w:val="auto"/>
        <w:rPr>
          <w:rFonts w:cs="Arial"/>
          <w:spacing w:val="-2"/>
        </w:rPr>
      </w:pPr>
    </w:p>
    <w:p w:rsidR="008B2DCF" w:rsidRDefault="008B2DCF" w:rsidP="001864B9">
      <w:pPr>
        <w:keepNext/>
        <w:keepLines/>
        <w:tabs>
          <w:tab w:val="left" w:pos="-1440"/>
          <w:tab w:val="left" w:pos="-720"/>
        </w:tabs>
        <w:overflowPunct/>
        <w:autoSpaceDE/>
        <w:autoSpaceDN/>
        <w:adjustRightInd/>
        <w:spacing w:line="240" w:lineRule="exact"/>
        <w:textAlignment w:val="auto"/>
        <w:rPr>
          <w:rFonts w:cs="Arial"/>
          <w:spacing w:val="-2"/>
        </w:rPr>
      </w:pPr>
      <w:r>
        <w:rPr>
          <w:rFonts w:cs="Arial"/>
          <w:spacing w:val="-2"/>
        </w:rPr>
        <w:t xml:space="preserve">Dit is besloten in de openbare vergadering van de raad op </w:t>
      </w:r>
      <w:r w:rsidR="000A4BFA">
        <w:rPr>
          <w:rFonts w:cs="Arial"/>
          <w:spacing w:val="-2"/>
        </w:rPr>
        <w:t>12 november 2013</w:t>
      </w:r>
      <w:r w:rsidR="00634B66">
        <w:rPr>
          <w:rFonts w:cs="Arial"/>
          <w:spacing w:val="-2"/>
        </w:rPr>
        <w:t>.</w:t>
      </w:r>
    </w:p>
    <w:p w:rsidR="008B2DCF" w:rsidRDefault="008B2DCF" w:rsidP="001864B9">
      <w:pPr>
        <w:keepNext/>
        <w:keepLines/>
        <w:tabs>
          <w:tab w:val="left" w:pos="-1440"/>
          <w:tab w:val="left" w:pos="-720"/>
        </w:tabs>
        <w:overflowPunct/>
        <w:autoSpaceDE/>
        <w:autoSpaceDN/>
        <w:adjustRightInd/>
        <w:spacing w:line="240" w:lineRule="exact"/>
        <w:textAlignment w:val="auto"/>
        <w:rPr>
          <w:rFonts w:cs="Arial"/>
          <w:spacing w:val="-2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54"/>
        <w:gridCol w:w="5966"/>
      </w:tblGrid>
      <w:tr w:rsidR="000A4BFA" w:rsidRPr="002C23FD" w:rsidTr="000A4BFA">
        <w:trPr>
          <w:cantSplit/>
        </w:trPr>
        <w:tc>
          <w:tcPr>
            <w:tcW w:w="8720" w:type="dxa"/>
            <w:gridSpan w:val="2"/>
          </w:tcPr>
          <w:p w:rsidR="000A4BFA" w:rsidRPr="002C23FD" w:rsidRDefault="000A4BFA" w:rsidP="004C763C">
            <w:pPr>
              <w:keepNext/>
              <w:keepLines/>
              <w:tabs>
                <w:tab w:val="left" w:pos="-1440"/>
                <w:tab w:val="left" w:pos="-720"/>
              </w:tabs>
              <w:spacing w:line="240" w:lineRule="exact"/>
              <w:rPr>
                <w:rFonts w:cs="Arial"/>
              </w:rPr>
            </w:pPr>
            <w:r w:rsidRPr="002C23FD">
              <w:rPr>
                <w:rFonts w:cs="Arial"/>
                <w:spacing w:val="-2"/>
              </w:rPr>
              <w:t>De raad van de gemeente Houten,</w:t>
            </w:r>
          </w:p>
        </w:tc>
      </w:tr>
      <w:tr w:rsidR="000A4BFA" w:rsidRPr="002C23FD" w:rsidTr="000A4BFA">
        <w:trPr>
          <w:cantSplit/>
        </w:trPr>
        <w:tc>
          <w:tcPr>
            <w:tcW w:w="2754" w:type="dxa"/>
          </w:tcPr>
          <w:p w:rsidR="000A4BFA" w:rsidRPr="002C23FD" w:rsidRDefault="000A4BFA" w:rsidP="004C763C">
            <w:pPr>
              <w:rPr>
                <w:rFonts w:cs="Arial"/>
              </w:rPr>
            </w:pPr>
            <w:r w:rsidRPr="002C23FD">
              <w:rPr>
                <w:rFonts w:cs="Arial"/>
                <w:spacing w:val="-2"/>
              </w:rPr>
              <w:t xml:space="preserve">de griffier, </w:t>
            </w:r>
          </w:p>
        </w:tc>
        <w:tc>
          <w:tcPr>
            <w:tcW w:w="5966" w:type="dxa"/>
          </w:tcPr>
          <w:p w:rsidR="000A4BFA" w:rsidRPr="002C23FD" w:rsidRDefault="000A4BFA" w:rsidP="004C763C">
            <w:pPr>
              <w:rPr>
                <w:rFonts w:cs="Arial"/>
                <w:spacing w:val="-2"/>
              </w:rPr>
            </w:pPr>
            <w:r w:rsidRPr="002C23FD">
              <w:rPr>
                <w:rFonts w:cs="Arial"/>
                <w:spacing w:val="-2"/>
              </w:rPr>
              <w:t>de voorzitter,</w:t>
            </w:r>
          </w:p>
          <w:p w:rsidR="000A4BFA" w:rsidRPr="002C23FD" w:rsidRDefault="000A4BFA" w:rsidP="004C763C">
            <w:pPr>
              <w:rPr>
                <w:rFonts w:cs="Arial"/>
                <w:spacing w:val="-2"/>
              </w:rPr>
            </w:pPr>
          </w:p>
          <w:p w:rsidR="000A4BFA" w:rsidRPr="002C23FD" w:rsidRDefault="000A4BFA" w:rsidP="004C763C">
            <w:pPr>
              <w:rPr>
                <w:rFonts w:cs="Arial"/>
                <w:spacing w:val="-2"/>
              </w:rPr>
            </w:pPr>
          </w:p>
          <w:p w:rsidR="000A4BFA" w:rsidRPr="002C23FD" w:rsidRDefault="000A4BFA" w:rsidP="004C763C">
            <w:pPr>
              <w:rPr>
                <w:rFonts w:cs="Arial"/>
                <w:spacing w:val="-2"/>
              </w:rPr>
            </w:pPr>
          </w:p>
          <w:p w:rsidR="000A4BFA" w:rsidRPr="002C23FD" w:rsidRDefault="000A4BFA" w:rsidP="004C763C">
            <w:pPr>
              <w:rPr>
                <w:rFonts w:cs="Arial"/>
              </w:rPr>
            </w:pPr>
          </w:p>
        </w:tc>
      </w:tr>
      <w:tr w:rsidR="000A4BFA" w:rsidRPr="002C23FD" w:rsidTr="000A4BFA">
        <w:trPr>
          <w:cantSplit/>
        </w:trPr>
        <w:tc>
          <w:tcPr>
            <w:tcW w:w="2754" w:type="dxa"/>
          </w:tcPr>
          <w:p w:rsidR="000A4BFA" w:rsidRPr="002C23FD" w:rsidRDefault="000A4BFA" w:rsidP="004C763C">
            <w:pPr>
              <w:rPr>
                <w:rFonts w:cs="Arial"/>
              </w:rPr>
            </w:pPr>
            <w:r>
              <w:rPr>
                <w:rFonts w:cs="Arial"/>
              </w:rPr>
              <w:t>J.G.S. Pijnenborg</w:t>
            </w:r>
          </w:p>
        </w:tc>
        <w:tc>
          <w:tcPr>
            <w:tcW w:w="5966" w:type="dxa"/>
          </w:tcPr>
          <w:p w:rsidR="000A4BFA" w:rsidRPr="002C23FD" w:rsidRDefault="000A4BFA" w:rsidP="004C763C">
            <w:pPr>
              <w:rPr>
                <w:rFonts w:cs="Arial"/>
              </w:rPr>
            </w:pPr>
            <w:r>
              <w:rPr>
                <w:rFonts w:cs="Arial"/>
              </w:rPr>
              <w:t>W.M. de Jong</w:t>
            </w:r>
          </w:p>
        </w:tc>
      </w:tr>
    </w:tbl>
    <w:p w:rsidR="008B2DCF" w:rsidRPr="001864B9" w:rsidRDefault="008B2DCF" w:rsidP="001864B9">
      <w:pPr>
        <w:keepNext/>
        <w:keepLines/>
        <w:tabs>
          <w:tab w:val="left" w:pos="-1440"/>
          <w:tab w:val="left" w:pos="-720"/>
        </w:tabs>
        <w:overflowPunct/>
        <w:autoSpaceDE/>
        <w:autoSpaceDN/>
        <w:adjustRightInd/>
        <w:spacing w:line="240" w:lineRule="exact"/>
        <w:textAlignment w:val="auto"/>
        <w:rPr>
          <w:rFonts w:cs="Arial"/>
          <w:spacing w:val="-2"/>
        </w:rPr>
      </w:pPr>
    </w:p>
    <w:sectPr w:rsidR="008B2DCF" w:rsidRPr="001864B9" w:rsidSect="009E785F">
      <w:type w:val="oddPage"/>
      <w:pgSz w:w="11907" w:h="16840" w:code="9"/>
      <w:pgMar w:top="709" w:right="1985" w:bottom="567" w:left="1418" w:header="709" w:footer="709" w:gutter="0"/>
      <w:cols w:space="567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BFA" w:rsidRDefault="000A4BFA">
      <w:r>
        <w:separator/>
      </w:r>
    </w:p>
  </w:endnote>
  <w:endnote w:type="continuationSeparator" w:id="0">
    <w:p w:rsidR="000A4BFA" w:rsidRDefault="000A4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Z: 3of 9 BarCode">
    <w:panose1 w:val="040200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BFA" w:rsidRDefault="000A4BFA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BFA" w:rsidRDefault="000A4BFA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E0C" w:rsidRPr="00EC0E0C" w:rsidRDefault="00EC0E0C">
    <w:pPr>
      <w:pStyle w:val="Voettekst"/>
      <w:rPr>
        <w:rFonts w:ascii="Z: 3of 9 BarCode" w:hAnsi="Z: 3of 9 BarCode"/>
        <w:sz w:val="36"/>
        <w:szCs w:val="36"/>
      </w:rPr>
    </w:pPr>
    <w:r>
      <w:rPr>
        <w:rFonts w:ascii="Z: 3of 9 BarCode" w:hAnsi="Z: 3of 9 BarCode"/>
        <w:sz w:val="36"/>
        <w:szCs w:val="36"/>
      </w:rPr>
      <w:tab/>
    </w:r>
    <w:r>
      <w:rPr>
        <w:rFonts w:ascii="Z: 3of 9 BarCode" w:hAnsi="Z: 3of 9 BarCode"/>
        <w:sz w:val="36"/>
        <w:szCs w:val="36"/>
      </w:rPr>
      <w:tab/>
    </w:r>
    <w:r w:rsidRPr="00EC0E0C">
      <w:rPr>
        <w:rFonts w:ascii="Z: 3of 9 BarCode" w:hAnsi="Z: 3of 9 BarCode"/>
        <w:sz w:val="36"/>
        <w:szCs w:val="36"/>
      </w:rPr>
      <w:t>*</w:t>
    </w:r>
    <w:r w:rsidR="000A4BFA">
      <w:rPr>
        <w:rFonts w:ascii="Z: 3of 9 BarCode" w:hAnsi="Z: 3of 9 BarCode"/>
        <w:sz w:val="36"/>
        <w:szCs w:val="36"/>
      </w:rPr>
      <w:t>2013-087</w:t>
    </w:r>
    <w:r w:rsidRPr="00EC0E0C">
      <w:rPr>
        <w:rFonts w:ascii="Z: 3of 9 BarCode" w:hAnsi="Z: 3of 9 BarCode"/>
        <w:sz w:val="36"/>
        <w:szCs w:val="36"/>
      </w:rPr>
      <w:t>*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BFA" w:rsidRDefault="000A4BFA">
      <w:r>
        <w:separator/>
      </w:r>
    </w:p>
  </w:footnote>
  <w:footnote w:type="continuationSeparator" w:id="0">
    <w:p w:rsidR="000A4BFA" w:rsidRDefault="000A4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BFA" w:rsidRDefault="000A4BFA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7F7" w:rsidRDefault="003C07F7">
    <w:pPr>
      <w:pStyle w:val="Koptekst"/>
    </w:pPr>
    <w:r>
      <w:t>-</w:t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 w:rsidR="00C72A7B">
      <w:rPr>
        <w:rStyle w:val="Paginanummer"/>
        <w:noProof/>
      </w:rPr>
      <w:t>2</w:t>
    </w:r>
    <w:r>
      <w:rPr>
        <w:rStyle w:val="Paginanummer"/>
      </w:rPr>
      <w:fldChar w:fldCharType="end"/>
    </w:r>
    <w:r>
      <w:t>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BFA" w:rsidRDefault="000A4BFA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4F6"/>
    <w:multiLevelType w:val="multilevel"/>
    <w:tmpl w:val="45F8B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2F2B46"/>
    <w:multiLevelType w:val="hybridMultilevel"/>
    <w:tmpl w:val="C67C23EC"/>
    <w:lvl w:ilvl="0" w:tplc="A4B89AA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D12303"/>
    <w:multiLevelType w:val="multilevel"/>
    <w:tmpl w:val="A90A728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9600B8"/>
    <w:multiLevelType w:val="multilevel"/>
    <w:tmpl w:val="BDACECD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874C51"/>
    <w:multiLevelType w:val="hybridMultilevel"/>
    <w:tmpl w:val="10F043E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9A5DF2"/>
    <w:multiLevelType w:val="hybridMultilevel"/>
    <w:tmpl w:val="89C8518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7463AF"/>
    <w:multiLevelType w:val="multilevel"/>
    <w:tmpl w:val="CC36E07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7C5CA8"/>
    <w:multiLevelType w:val="hybridMultilevel"/>
    <w:tmpl w:val="032C0AAA"/>
    <w:lvl w:ilvl="0" w:tplc="EB108BB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6F6005"/>
    <w:multiLevelType w:val="multilevel"/>
    <w:tmpl w:val="2070B8A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F575C0"/>
    <w:multiLevelType w:val="hybridMultilevel"/>
    <w:tmpl w:val="3C90B746"/>
    <w:lvl w:ilvl="0" w:tplc="EB108BB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E97229"/>
    <w:multiLevelType w:val="hybridMultilevel"/>
    <w:tmpl w:val="321E3808"/>
    <w:lvl w:ilvl="0" w:tplc="A4B89AA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E11B22"/>
    <w:multiLevelType w:val="hybridMultilevel"/>
    <w:tmpl w:val="3084AD4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9478D7"/>
    <w:multiLevelType w:val="hybridMultilevel"/>
    <w:tmpl w:val="2374982C"/>
    <w:lvl w:ilvl="0" w:tplc="A4B89AA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3C7DA6"/>
    <w:multiLevelType w:val="multilevel"/>
    <w:tmpl w:val="B0D2E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3"/>
  </w:num>
  <w:num w:numId="4">
    <w:abstractNumId w:val="0"/>
  </w:num>
  <w:num w:numId="5">
    <w:abstractNumId w:val="8"/>
  </w:num>
  <w:num w:numId="6">
    <w:abstractNumId w:val="3"/>
  </w:num>
  <w:num w:numId="7">
    <w:abstractNumId w:val="7"/>
  </w:num>
  <w:num w:numId="8">
    <w:abstractNumId w:val="1"/>
  </w:num>
  <w:num w:numId="9">
    <w:abstractNumId w:val="2"/>
  </w:num>
  <w:num w:numId="10">
    <w:abstractNumId w:val="6"/>
  </w:num>
  <w:num w:numId="11">
    <w:abstractNumId w:val="9"/>
  </w:num>
  <w:num w:numId="12">
    <w:abstractNumId w:val="12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RSA_DOCUMENT_ID" w:val="2013-087"/>
  </w:docVars>
  <w:rsids>
    <w:rsidRoot w:val="000A4BFA"/>
    <w:rsid w:val="0000741A"/>
    <w:rsid w:val="000074B3"/>
    <w:rsid w:val="0000757E"/>
    <w:rsid w:val="0003334F"/>
    <w:rsid w:val="0004374D"/>
    <w:rsid w:val="00044B14"/>
    <w:rsid w:val="00045230"/>
    <w:rsid w:val="00053FCF"/>
    <w:rsid w:val="00054642"/>
    <w:rsid w:val="000662F6"/>
    <w:rsid w:val="00072553"/>
    <w:rsid w:val="000746B5"/>
    <w:rsid w:val="00074F2B"/>
    <w:rsid w:val="00077E7E"/>
    <w:rsid w:val="00080F8C"/>
    <w:rsid w:val="000913CC"/>
    <w:rsid w:val="000A0D55"/>
    <w:rsid w:val="000A4473"/>
    <w:rsid w:val="000A4BFA"/>
    <w:rsid w:val="000B45FB"/>
    <w:rsid w:val="000B46C9"/>
    <w:rsid w:val="000C03B5"/>
    <w:rsid w:val="000C4847"/>
    <w:rsid w:val="000C5DCD"/>
    <w:rsid w:val="000D1471"/>
    <w:rsid w:val="000D5A39"/>
    <w:rsid w:val="000D5FB5"/>
    <w:rsid w:val="000E22D8"/>
    <w:rsid w:val="000E4669"/>
    <w:rsid w:val="000F0767"/>
    <w:rsid w:val="000F54C1"/>
    <w:rsid w:val="000F572D"/>
    <w:rsid w:val="00102DD4"/>
    <w:rsid w:val="0011262C"/>
    <w:rsid w:val="001126B0"/>
    <w:rsid w:val="00122BFE"/>
    <w:rsid w:val="001239EA"/>
    <w:rsid w:val="00124CB2"/>
    <w:rsid w:val="00132AAE"/>
    <w:rsid w:val="00136DC5"/>
    <w:rsid w:val="00141F8D"/>
    <w:rsid w:val="001573DE"/>
    <w:rsid w:val="00161208"/>
    <w:rsid w:val="00162986"/>
    <w:rsid w:val="00162EB2"/>
    <w:rsid w:val="00163849"/>
    <w:rsid w:val="00167247"/>
    <w:rsid w:val="00176A69"/>
    <w:rsid w:val="00177476"/>
    <w:rsid w:val="00185CA2"/>
    <w:rsid w:val="001864B9"/>
    <w:rsid w:val="00193F54"/>
    <w:rsid w:val="001A3E0A"/>
    <w:rsid w:val="001A50D2"/>
    <w:rsid w:val="001A59BA"/>
    <w:rsid w:val="001B4B29"/>
    <w:rsid w:val="001C7A80"/>
    <w:rsid w:val="001D660E"/>
    <w:rsid w:val="001E035C"/>
    <w:rsid w:val="002023D3"/>
    <w:rsid w:val="00205D0D"/>
    <w:rsid w:val="00212049"/>
    <w:rsid w:val="00216205"/>
    <w:rsid w:val="00226D37"/>
    <w:rsid w:val="002324FF"/>
    <w:rsid w:val="002366D1"/>
    <w:rsid w:val="002402F7"/>
    <w:rsid w:val="00241C9F"/>
    <w:rsid w:val="00244015"/>
    <w:rsid w:val="00265FDA"/>
    <w:rsid w:val="002800C5"/>
    <w:rsid w:val="002941BE"/>
    <w:rsid w:val="002A5524"/>
    <w:rsid w:val="002A696B"/>
    <w:rsid w:val="002A6BED"/>
    <w:rsid w:val="002C0166"/>
    <w:rsid w:val="002C11E5"/>
    <w:rsid w:val="002C1829"/>
    <w:rsid w:val="002C2DDE"/>
    <w:rsid w:val="002C4CFC"/>
    <w:rsid w:val="002D08E7"/>
    <w:rsid w:val="002D59B8"/>
    <w:rsid w:val="002E038B"/>
    <w:rsid w:val="002E44B0"/>
    <w:rsid w:val="002E7047"/>
    <w:rsid w:val="00301A6B"/>
    <w:rsid w:val="003058EF"/>
    <w:rsid w:val="00314E39"/>
    <w:rsid w:val="003212BB"/>
    <w:rsid w:val="00326620"/>
    <w:rsid w:val="00334A89"/>
    <w:rsid w:val="003423CE"/>
    <w:rsid w:val="003460EA"/>
    <w:rsid w:val="00353768"/>
    <w:rsid w:val="00354418"/>
    <w:rsid w:val="0038345D"/>
    <w:rsid w:val="00383B34"/>
    <w:rsid w:val="003912F4"/>
    <w:rsid w:val="00395119"/>
    <w:rsid w:val="003C07F7"/>
    <w:rsid w:val="003C209C"/>
    <w:rsid w:val="003D0B10"/>
    <w:rsid w:val="003D37CE"/>
    <w:rsid w:val="00415075"/>
    <w:rsid w:val="004160FC"/>
    <w:rsid w:val="004211DE"/>
    <w:rsid w:val="00422545"/>
    <w:rsid w:val="00445126"/>
    <w:rsid w:val="004516F7"/>
    <w:rsid w:val="0046062D"/>
    <w:rsid w:val="00462D57"/>
    <w:rsid w:val="00474CD5"/>
    <w:rsid w:val="0047755E"/>
    <w:rsid w:val="004801D2"/>
    <w:rsid w:val="00484ED8"/>
    <w:rsid w:val="00495A72"/>
    <w:rsid w:val="004A3782"/>
    <w:rsid w:val="004B1422"/>
    <w:rsid w:val="004C43BE"/>
    <w:rsid w:val="004C67E9"/>
    <w:rsid w:val="004D51A4"/>
    <w:rsid w:val="004D555C"/>
    <w:rsid w:val="004E1339"/>
    <w:rsid w:val="004E6EF1"/>
    <w:rsid w:val="004F3A9B"/>
    <w:rsid w:val="00506D70"/>
    <w:rsid w:val="00506EC4"/>
    <w:rsid w:val="005078F3"/>
    <w:rsid w:val="00515C06"/>
    <w:rsid w:val="0052624E"/>
    <w:rsid w:val="00533569"/>
    <w:rsid w:val="00544BF7"/>
    <w:rsid w:val="00550023"/>
    <w:rsid w:val="00552191"/>
    <w:rsid w:val="00561923"/>
    <w:rsid w:val="005658BF"/>
    <w:rsid w:val="00571B80"/>
    <w:rsid w:val="0058668F"/>
    <w:rsid w:val="00590E34"/>
    <w:rsid w:val="00597440"/>
    <w:rsid w:val="005B2F39"/>
    <w:rsid w:val="005B5794"/>
    <w:rsid w:val="005C27BB"/>
    <w:rsid w:val="005C3CD5"/>
    <w:rsid w:val="005D0D1B"/>
    <w:rsid w:val="005D2380"/>
    <w:rsid w:val="005D25B1"/>
    <w:rsid w:val="005D25ED"/>
    <w:rsid w:val="005D7537"/>
    <w:rsid w:val="005E57EB"/>
    <w:rsid w:val="005F0728"/>
    <w:rsid w:val="005F2659"/>
    <w:rsid w:val="005F6754"/>
    <w:rsid w:val="00611798"/>
    <w:rsid w:val="0061185F"/>
    <w:rsid w:val="00634B66"/>
    <w:rsid w:val="0064642F"/>
    <w:rsid w:val="00650EBB"/>
    <w:rsid w:val="006716BE"/>
    <w:rsid w:val="00672559"/>
    <w:rsid w:val="0068131A"/>
    <w:rsid w:val="00681BB1"/>
    <w:rsid w:val="0069036D"/>
    <w:rsid w:val="00690606"/>
    <w:rsid w:val="00697FC1"/>
    <w:rsid w:val="006B1EE5"/>
    <w:rsid w:val="006B2343"/>
    <w:rsid w:val="006B6F7A"/>
    <w:rsid w:val="006C1E59"/>
    <w:rsid w:val="006C3D96"/>
    <w:rsid w:val="006C5EFC"/>
    <w:rsid w:val="006D701A"/>
    <w:rsid w:val="006E0DEA"/>
    <w:rsid w:val="006E2F71"/>
    <w:rsid w:val="006E317A"/>
    <w:rsid w:val="006E7F12"/>
    <w:rsid w:val="006F1DB9"/>
    <w:rsid w:val="00711525"/>
    <w:rsid w:val="007121CA"/>
    <w:rsid w:val="00715053"/>
    <w:rsid w:val="00716A16"/>
    <w:rsid w:val="0073078C"/>
    <w:rsid w:val="007350C0"/>
    <w:rsid w:val="00741E92"/>
    <w:rsid w:val="007438BA"/>
    <w:rsid w:val="00746AA4"/>
    <w:rsid w:val="00753DFB"/>
    <w:rsid w:val="00754099"/>
    <w:rsid w:val="0077530A"/>
    <w:rsid w:val="007811A0"/>
    <w:rsid w:val="00787D92"/>
    <w:rsid w:val="007B38A6"/>
    <w:rsid w:val="007B523F"/>
    <w:rsid w:val="007C1246"/>
    <w:rsid w:val="007D1BC5"/>
    <w:rsid w:val="007D2D28"/>
    <w:rsid w:val="007D480A"/>
    <w:rsid w:val="007D6E93"/>
    <w:rsid w:val="007D7F91"/>
    <w:rsid w:val="007F3B84"/>
    <w:rsid w:val="00800FB8"/>
    <w:rsid w:val="00802CB3"/>
    <w:rsid w:val="008039F1"/>
    <w:rsid w:val="00811783"/>
    <w:rsid w:val="00816EEC"/>
    <w:rsid w:val="0083019E"/>
    <w:rsid w:val="008338A2"/>
    <w:rsid w:val="00843872"/>
    <w:rsid w:val="00844F49"/>
    <w:rsid w:val="00845854"/>
    <w:rsid w:val="008509C9"/>
    <w:rsid w:val="008715BE"/>
    <w:rsid w:val="00875CC0"/>
    <w:rsid w:val="00886584"/>
    <w:rsid w:val="00887B7F"/>
    <w:rsid w:val="008933B6"/>
    <w:rsid w:val="00893511"/>
    <w:rsid w:val="00894A02"/>
    <w:rsid w:val="00894A27"/>
    <w:rsid w:val="008A32AE"/>
    <w:rsid w:val="008A3540"/>
    <w:rsid w:val="008A6B2D"/>
    <w:rsid w:val="008B2DCF"/>
    <w:rsid w:val="008B36BC"/>
    <w:rsid w:val="008B5E20"/>
    <w:rsid w:val="008D1229"/>
    <w:rsid w:val="008D46BC"/>
    <w:rsid w:val="008D69C7"/>
    <w:rsid w:val="008E3F77"/>
    <w:rsid w:val="008F031B"/>
    <w:rsid w:val="008F5A56"/>
    <w:rsid w:val="009014DC"/>
    <w:rsid w:val="0091043D"/>
    <w:rsid w:val="00910E78"/>
    <w:rsid w:val="00920858"/>
    <w:rsid w:val="009264AE"/>
    <w:rsid w:val="009309C5"/>
    <w:rsid w:val="009325B1"/>
    <w:rsid w:val="009368B1"/>
    <w:rsid w:val="009419E1"/>
    <w:rsid w:val="00951492"/>
    <w:rsid w:val="009517F8"/>
    <w:rsid w:val="009535FD"/>
    <w:rsid w:val="00954789"/>
    <w:rsid w:val="00980573"/>
    <w:rsid w:val="00981275"/>
    <w:rsid w:val="0098416C"/>
    <w:rsid w:val="00985765"/>
    <w:rsid w:val="00986E23"/>
    <w:rsid w:val="00987A58"/>
    <w:rsid w:val="009A0821"/>
    <w:rsid w:val="009A34A7"/>
    <w:rsid w:val="009D2E8E"/>
    <w:rsid w:val="009D4C5A"/>
    <w:rsid w:val="009E0435"/>
    <w:rsid w:val="009E785F"/>
    <w:rsid w:val="009F4392"/>
    <w:rsid w:val="009F51CA"/>
    <w:rsid w:val="00A13451"/>
    <w:rsid w:val="00A17D49"/>
    <w:rsid w:val="00A22CEA"/>
    <w:rsid w:val="00A2593D"/>
    <w:rsid w:val="00A32785"/>
    <w:rsid w:val="00A41026"/>
    <w:rsid w:val="00A54D46"/>
    <w:rsid w:val="00A55A35"/>
    <w:rsid w:val="00A571B5"/>
    <w:rsid w:val="00A636BC"/>
    <w:rsid w:val="00A65DFB"/>
    <w:rsid w:val="00A718E5"/>
    <w:rsid w:val="00A73A78"/>
    <w:rsid w:val="00A82673"/>
    <w:rsid w:val="00A90EE9"/>
    <w:rsid w:val="00AB6B2A"/>
    <w:rsid w:val="00AB7787"/>
    <w:rsid w:val="00AC11C3"/>
    <w:rsid w:val="00AD7CC8"/>
    <w:rsid w:val="00AF0F36"/>
    <w:rsid w:val="00AF4771"/>
    <w:rsid w:val="00AF5DCC"/>
    <w:rsid w:val="00B04666"/>
    <w:rsid w:val="00B10469"/>
    <w:rsid w:val="00B14901"/>
    <w:rsid w:val="00B21497"/>
    <w:rsid w:val="00B3291E"/>
    <w:rsid w:val="00B33C8C"/>
    <w:rsid w:val="00B37678"/>
    <w:rsid w:val="00B37C54"/>
    <w:rsid w:val="00B405A4"/>
    <w:rsid w:val="00B42370"/>
    <w:rsid w:val="00B4447B"/>
    <w:rsid w:val="00B44541"/>
    <w:rsid w:val="00B600F2"/>
    <w:rsid w:val="00B60F03"/>
    <w:rsid w:val="00B67A28"/>
    <w:rsid w:val="00B84113"/>
    <w:rsid w:val="00B946E6"/>
    <w:rsid w:val="00B961A7"/>
    <w:rsid w:val="00BA0BA5"/>
    <w:rsid w:val="00BA13DD"/>
    <w:rsid w:val="00BA411C"/>
    <w:rsid w:val="00BB06AF"/>
    <w:rsid w:val="00BB5146"/>
    <w:rsid w:val="00BB5C9C"/>
    <w:rsid w:val="00BC12F4"/>
    <w:rsid w:val="00BC5103"/>
    <w:rsid w:val="00BD0FF2"/>
    <w:rsid w:val="00BD2AA3"/>
    <w:rsid w:val="00BD612F"/>
    <w:rsid w:val="00BD79D1"/>
    <w:rsid w:val="00BE6929"/>
    <w:rsid w:val="00C00F6C"/>
    <w:rsid w:val="00C1331A"/>
    <w:rsid w:val="00C37946"/>
    <w:rsid w:val="00C41F5F"/>
    <w:rsid w:val="00C66762"/>
    <w:rsid w:val="00C705E0"/>
    <w:rsid w:val="00C72829"/>
    <w:rsid w:val="00C72A7B"/>
    <w:rsid w:val="00C76DF5"/>
    <w:rsid w:val="00C83044"/>
    <w:rsid w:val="00C94333"/>
    <w:rsid w:val="00CA7D20"/>
    <w:rsid w:val="00CB4305"/>
    <w:rsid w:val="00CB73C7"/>
    <w:rsid w:val="00CC66E6"/>
    <w:rsid w:val="00CC7748"/>
    <w:rsid w:val="00CD2C87"/>
    <w:rsid w:val="00CD5D35"/>
    <w:rsid w:val="00CE2D3E"/>
    <w:rsid w:val="00CF12B3"/>
    <w:rsid w:val="00D06603"/>
    <w:rsid w:val="00D068F5"/>
    <w:rsid w:val="00D103F8"/>
    <w:rsid w:val="00D1549C"/>
    <w:rsid w:val="00D1631B"/>
    <w:rsid w:val="00D17A38"/>
    <w:rsid w:val="00D24496"/>
    <w:rsid w:val="00D27274"/>
    <w:rsid w:val="00D32391"/>
    <w:rsid w:val="00D33720"/>
    <w:rsid w:val="00D34948"/>
    <w:rsid w:val="00D34A1A"/>
    <w:rsid w:val="00D4223B"/>
    <w:rsid w:val="00D42A9E"/>
    <w:rsid w:val="00D466F8"/>
    <w:rsid w:val="00D60FA1"/>
    <w:rsid w:val="00D62C45"/>
    <w:rsid w:val="00D64C10"/>
    <w:rsid w:val="00D65004"/>
    <w:rsid w:val="00D87E29"/>
    <w:rsid w:val="00DA5C97"/>
    <w:rsid w:val="00DB26E9"/>
    <w:rsid w:val="00DB7805"/>
    <w:rsid w:val="00DC2DAC"/>
    <w:rsid w:val="00DD21C5"/>
    <w:rsid w:val="00DD2289"/>
    <w:rsid w:val="00DE17E8"/>
    <w:rsid w:val="00DE2A11"/>
    <w:rsid w:val="00DE62E5"/>
    <w:rsid w:val="00E04D5A"/>
    <w:rsid w:val="00E2037A"/>
    <w:rsid w:val="00E20F7C"/>
    <w:rsid w:val="00E24C73"/>
    <w:rsid w:val="00E26832"/>
    <w:rsid w:val="00E37FCA"/>
    <w:rsid w:val="00E60BAF"/>
    <w:rsid w:val="00E81F47"/>
    <w:rsid w:val="00E8437D"/>
    <w:rsid w:val="00E84E91"/>
    <w:rsid w:val="00E867BF"/>
    <w:rsid w:val="00E90A13"/>
    <w:rsid w:val="00E9233A"/>
    <w:rsid w:val="00E93D84"/>
    <w:rsid w:val="00EA5699"/>
    <w:rsid w:val="00EB3F61"/>
    <w:rsid w:val="00EB451B"/>
    <w:rsid w:val="00EC0E0C"/>
    <w:rsid w:val="00EC216A"/>
    <w:rsid w:val="00EC7ED7"/>
    <w:rsid w:val="00ED1D43"/>
    <w:rsid w:val="00EE28A2"/>
    <w:rsid w:val="00EE63C1"/>
    <w:rsid w:val="00EF0528"/>
    <w:rsid w:val="00EF4382"/>
    <w:rsid w:val="00EF4591"/>
    <w:rsid w:val="00EF5B66"/>
    <w:rsid w:val="00EF69DC"/>
    <w:rsid w:val="00F12431"/>
    <w:rsid w:val="00F149D0"/>
    <w:rsid w:val="00F1508A"/>
    <w:rsid w:val="00F331E0"/>
    <w:rsid w:val="00F3581F"/>
    <w:rsid w:val="00F51EB0"/>
    <w:rsid w:val="00F557B0"/>
    <w:rsid w:val="00F57187"/>
    <w:rsid w:val="00F6247E"/>
    <w:rsid w:val="00F65910"/>
    <w:rsid w:val="00F666AE"/>
    <w:rsid w:val="00F704FD"/>
    <w:rsid w:val="00F7101A"/>
    <w:rsid w:val="00F71076"/>
    <w:rsid w:val="00F73935"/>
    <w:rsid w:val="00F87455"/>
    <w:rsid w:val="00F93FC6"/>
    <w:rsid w:val="00FA305C"/>
    <w:rsid w:val="00FA3F1E"/>
    <w:rsid w:val="00FB158E"/>
    <w:rsid w:val="00FB1B50"/>
    <w:rsid w:val="00FB5777"/>
    <w:rsid w:val="00FC1E0E"/>
    <w:rsid w:val="00FD56E1"/>
    <w:rsid w:val="00FF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9D4C5A"/>
    <w:pPr>
      <w:overflowPunct w:val="0"/>
      <w:autoSpaceDE w:val="0"/>
      <w:autoSpaceDN w:val="0"/>
      <w:adjustRightInd w:val="0"/>
      <w:spacing w:line="260" w:lineRule="atLeast"/>
      <w:textAlignment w:val="baseline"/>
    </w:pPr>
    <w:rPr>
      <w:rFonts w:ascii="Arial" w:hAnsi="Arial"/>
      <w:spacing w:val="10"/>
    </w:rPr>
  </w:style>
  <w:style w:type="paragraph" w:styleId="Kop1">
    <w:name w:val="heading 1"/>
    <w:basedOn w:val="Standaard"/>
    <w:next w:val="Standaard"/>
    <w:qFormat/>
    <w:pPr>
      <w:keepNext/>
      <w:spacing w:before="120" w:after="360"/>
      <w:outlineLvl w:val="0"/>
    </w:pPr>
    <w:rPr>
      <w:b/>
      <w:i/>
      <w:kern w:val="28"/>
      <w:sz w:val="28"/>
      <w:lang w:val="nl"/>
    </w:rPr>
  </w:style>
  <w:style w:type="paragraph" w:styleId="Kop2">
    <w:name w:val="heading 2"/>
    <w:basedOn w:val="Standaard"/>
    <w:next w:val="Standaard"/>
    <w:qFormat/>
    <w:pPr>
      <w:keepNext/>
      <w:spacing w:before="120" w:after="120"/>
      <w:outlineLvl w:val="1"/>
    </w:pPr>
    <w:rPr>
      <w:b/>
      <w:i/>
      <w:sz w:val="24"/>
      <w:lang w:val="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pPr>
      <w:spacing w:after="240"/>
    </w:pPr>
    <w:rPr>
      <w:lang w:val="nl"/>
    </w:rPr>
  </w:style>
  <w:style w:type="character" w:styleId="Paginanummer">
    <w:name w:val="page number"/>
    <w:basedOn w:val="Standaardalinea-lettertype"/>
  </w:style>
  <w:style w:type="paragraph" w:styleId="Koptekst">
    <w:name w:val="header"/>
    <w:basedOn w:val="Standaard"/>
    <w:pPr>
      <w:spacing w:after="240"/>
      <w:jc w:val="center"/>
    </w:pPr>
    <w:rPr>
      <w:lang w:val="nl"/>
    </w:r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Plattetekst2">
    <w:name w:val="Body Text 2"/>
    <w:basedOn w:val="Standaard"/>
    <w:pPr>
      <w:framePr w:hSpace="142" w:wrap="around" w:vAnchor="page" w:hAnchor="margin" w:y="6665"/>
      <w:tabs>
        <w:tab w:val="left" w:pos="993"/>
      </w:tabs>
      <w:suppressOverlap/>
    </w:pPr>
    <w:rPr>
      <w:rFonts w:cs="Arial"/>
    </w:rPr>
  </w:style>
  <w:style w:type="table" w:styleId="Tabelraster">
    <w:name w:val="Table Grid"/>
    <w:basedOn w:val="Standaardtabel"/>
    <w:uiPriority w:val="99"/>
    <w:rsid w:val="00DE2A11"/>
    <w:pPr>
      <w:overflowPunct w:val="0"/>
      <w:autoSpaceDE w:val="0"/>
      <w:autoSpaceDN w:val="0"/>
      <w:adjustRightInd w:val="0"/>
      <w:spacing w:line="260" w:lineRule="atLeast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microsoft.com/office/2007/relationships/stylesWithEffects" Target="stylesWithEffect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AAF61D-0D25-4FAF-8F11-693E6B53FDE5}"/>
</file>

<file path=customXml/itemProps2.xml><?xml version="1.0" encoding="utf-8"?>
<ds:datastoreItem xmlns:ds="http://schemas.openxmlformats.org/officeDocument/2006/customXml" ds:itemID="{7686C018-4643-4E04-80D5-1D260797E5F3}"/>
</file>

<file path=customXml/itemProps3.xml><?xml version="1.0" encoding="utf-8"?>
<ds:datastoreItem xmlns:ds="http://schemas.openxmlformats.org/officeDocument/2006/customXml" ds:itemID="{DE72C81F-04BC-4D8E-9672-0C8A961CB8A1}"/>
</file>

<file path=customXml/itemProps4.xml><?xml version="1.0" encoding="utf-8"?>
<ds:datastoreItem xmlns:ds="http://schemas.openxmlformats.org/officeDocument/2006/customXml" ds:itemID="{F58FF876-4DA6-423B-BF09-920B2D9ECD86}"/>
</file>

<file path=docProps/app.xml><?xml version="1.0" encoding="utf-8"?>
<Properties xmlns="http://schemas.openxmlformats.org/officeDocument/2006/extended-properties" xmlns:vt="http://schemas.openxmlformats.org/officeDocument/2006/docPropsVTypes">
  <Template>E08694A2.dotm</Template>
  <TotalTime>0</TotalTime>
  <Pages>3</Pages>
  <Words>185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Gemeente Harderwijk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RB10310</dc:creator>
  <cp:lastModifiedBy>Robert Beutick</cp:lastModifiedBy>
  <cp:revision>2</cp:revision>
  <cp:lastPrinted>1900-12-31T23:00:00Z</cp:lastPrinted>
  <dcterms:created xsi:type="dcterms:W3CDTF">2013-11-12T12:35:00Z</dcterms:created>
  <dcterms:modified xsi:type="dcterms:W3CDTF">2013-11-12T12:35:00Z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_dlc_DocIdItemGuid">
    <vt:lpwstr>50f1eaa7-931d-4980-8bb1-e95997e6dc64</vt:lpwstr>
  </property>
  <property fmtid="{D5CDD505-2E9C-101B-9397-08002B2CF9AE}" pid="4" name="Order">
    <vt:r8>7147800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