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1401" w:tblpY="-21"/>
        <w:tblW w:w="8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9"/>
        <w:gridCol w:w="1985"/>
      </w:tblGrid>
      <w:tr w:rsidR="00DF2B37" w:rsidRPr="00B25F1D" w:rsidTr="00525897">
        <w:tc>
          <w:tcPr>
            <w:tcW w:w="6809" w:type="dxa"/>
          </w:tcPr>
          <w:p w:rsidR="00DF2B37" w:rsidRPr="00DF2B37" w:rsidRDefault="00DF2B37" w:rsidP="00DF2B37">
            <w:pPr>
              <w:ind w:right="4"/>
              <w:rPr>
                <w:rFonts w:ascii="Z: 3of 9 BarCode" w:hAnsi="Z: 3of 9 BarCode" w:cs="Arial"/>
                <w:b/>
                <w:sz w:val="36"/>
                <w:szCs w:val="36"/>
              </w:rPr>
            </w:pPr>
            <w:bookmarkStart w:id="0" w:name="_GoBack"/>
            <w:bookmarkEnd w:id="0"/>
            <w:r w:rsidRPr="00DF2B37">
              <w:rPr>
                <w:rFonts w:cs="Arial"/>
                <w:b/>
                <w:sz w:val="40"/>
                <w:szCs w:val="40"/>
              </w:rPr>
              <w:t>Collegevoorstel</w:t>
            </w:r>
          </w:p>
        </w:tc>
        <w:tc>
          <w:tcPr>
            <w:tcW w:w="1985" w:type="dxa"/>
            <w:shd w:val="clear" w:color="auto" w:fill="auto"/>
          </w:tcPr>
          <w:p w:rsidR="00DF2B37" w:rsidRPr="00B25F1D" w:rsidRDefault="00C7004D" w:rsidP="00C7004D">
            <w:pPr>
              <w:rPr>
                <w:rFonts w:cs="Arial"/>
                <w:i/>
              </w:rPr>
            </w:pPr>
            <w:r w:rsidRPr="001262B8">
              <w:rPr>
                <w:rFonts w:cs="Arial"/>
                <w:b/>
                <w:sz w:val="18"/>
                <w:szCs w:val="18"/>
              </w:rPr>
              <w:t>Openbaar</w:t>
            </w:r>
          </w:p>
        </w:tc>
      </w:tr>
    </w:tbl>
    <w:p w:rsidR="004B4607" w:rsidRPr="00BB569D" w:rsidRDefault="00AD5A02" w:rsidP="00B25F1D">
      <w:pPr>
        <w:pStyle w:val="Kop1"/>
        <w:spacing w:before="0" w:after="0" w:line="240" w:lineRule="auto"/>
        <w:rPr>
          <w:rFonts w:cs="Arial"/>
          <w:i w:val="0"/>
          <w:color w:val="FFFFFF"/>
          <w:sz w:val="20"/>
        </w:rPr>
      </w:pPr>
      <w:r>
        <w:rPr>
          <w:i w:val="0"/>
          <w:color w:val="FFFFFF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2" type="#_x0000_t75" style="position:absolute;margin-left:448.85pt;margin-top:.6pt;width:40.5pt;height:141pt;z-index:251657216;mso-position-horizontal-relative:text;mso-position-vertical-relative:text">
            <v:imagedata r:id="rId8" o:title="gemlogobmp"/>
          </v:shape>
        </w:pict>
      </w:r>
      <w:r w:rsidR="0079770A" w:rsidRPr="00BB569D">
        <w:rPr>
          <w:rFonts w:cs="Arial"/>
          <w:i w:val="0"/>
          <w:color w:val="FFFFFF"/>
          <w:sz w:val="20"/>
        </w:rPr>
        <w:t>BWV</w:t>
      </w:r>
    </w:p>
    <w:p w:rsidR="00937A6F" w:rsidRPr="00BB569D" w:rsidRDefault="00A02060" w:rsidP="00937A6F">
      <w:pPr>
        <w:pStyle w:val="Voettekst"/>
        <w:rPr>
          <w:color w:val="FFFFFF"/>
          <w:sz w:val="16"/>
          <w:szCs w:val="16"/>
        </w:rPr>
      </w:pPr>
      <w:r w:rsidRPr="00BB569D">
        <w:rPr>
          <w:rFonts w:cs="Arial"/>
          <w:color w:val="FFFFFF"/>
        </w:rPr>
        <w:t xml:space="preserve">E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</w:tblGrid>
      <w:tr w:rsidR="00B850AE" w:rsidRPr="00E03947" w:rsidTr="00DF2B37">
        <w:tc>
          <w:tcPr>
            <w:tcW w:w="9039" w:type="dxa"/>
            <w:shd w:val="clear" w:color="auto" w:fill="auto"/>
          </w:tcPr>
          <w:p w:rsidR="00B850AE" w:rsidRPr="00E03947" w:rsidRDefault="00AE54B0" w:rsidP="00E03947">
            <w:pPr>
              <w:pStyle w:val="Kop2"/>
              <w:spacing w:before="0" w:after="0" w:line="240" w:lineRule="auto"/>
              <w:rPr>
                <w:rFonts w:cs="Arial"/>
                <w:bCs/>
                <w:i w:val="0"/>
                <w:iCs/>
              </w:rPr>
            </w:pPr>
            <w:r>
              <w:rPr>
                <w:rFonts w:cs="Arial"/>
                <w:bCs/>
                <w:i w:val="0"/>
                <w:iCs/>
              </w:rPr>
              <w:t>Onderwerp</w:t>
            </w:r>
            <w:r w:rsidR="00B850AE" w:rsidRPr="00E03947">
              <w:rPr>
                <w:rFonts w:cs="Arial"/>
                <w:bCs/>
                <w:i w:val="0"/>
                <w:iCs/>
              </w:rPr>
              <w:t>:</w:t>
            </w:r>
          </w:p>
          <w:p w:rsidR="00B850AE" w:rsidRPr="00E03947" w:rsidRDefault="00C7004D" w:rsidP="00E03947">
            <w:pPr>
              <w:spacing w:line="240" w:lineRule="auto"/>
              <w:ind w:right="282"/>
              <w:rPr>
                <w:rFonts w:cs="Arial"/>
              </w:rPr>
            </w:pPr>
            <w:r>
              <w:rPr>
                <w:rFonts w:cs="Arial"/>
              </w:rPr>
              <w:t>xxx</w:t>
            </w:r>
          </w:p>
          <w:p w:rsidR="00B850AE" w:rsidRPr="00E03947" w:rsidRDefault="00B850AE" w:rsidP="00E03947">
            <w:pPr>
              <w:spacing w:line="240" w:lineRule="auto"/>
              <w:ind w:right="282"/>
              <w:rPr>
                <w:rFonts w:cs="Arial"/>
                <w:b/>
                <w:i/>
              </w:rPr>
            </w:pPr>
            <w:r w:rsidRPr="00E03947">
              <w:rPr>
                <w:rFonts w:cs="Arial"/>
              </w:rPr>
              <w:t xml:space="preserve"> </w:t>
            </w:r>
          </w:p>
        </w:tc>
      </w:tr>
      <w:tr w:rsidR="00B850AE" w:rsidRPr="00E03947" w:rsidTr="00DF2B37">
        <w:trPr>
          <w:trHeight w:val="4601"/>
        </w:trPr>
        <w:tc>
          <w:tcPr>
            <w:tcW w:w="9039" w:type="dxa"/>
            <w:shd w:val="clear" w:color="auto" w:fill="auto"/>
          </w:tcPr>
          <w:p w:rsidR="00B850AE" w:rsidRPr="00E03947" w:rsidRDefault="00B850AE" w:rsidP="00E03947">
            <w:pPr>
              <w:pStyle w:val="Kop2"/>
              <w:spacing w:before="0" w:after="0" w:line="240" w:lineRule="auto"/>
              <w:rPr>
                <w:rFonts w:cs="Arial"/>
                <w:i w:val="0"/>
                <w:szCs w:val="24"/>
              </w:rPr>
            </w:pPr>
            <w:r w:rsidRPr="00E03947">
              <w:rPr>
                <w:rFonts w:cs="Arial"/>
                <w:i w:val="0"/>
                <w:szCs w:val="24"/>
              </w:rPr>
              <w:t>Beslispunten:</w:t>
            </w:r>
          </w:p>
          <w:p w:rsidR="00B850AE" w:rsidRPr="00E03947" w:rsidRDefault="00C7004D" w:rsidP="00E03947">
            <w:pPr>
              <w:numPr>
                <w:ilvl w:val="0"/>
                <w:numId w:val="7"/>
              </w:numPr>
              <w:spacing w:line="240" w:lineRule="auto"/>
              <w:ind w:right="140"/>
              <w:rPr>
                <w:rFonts w:cs="Arial"/>
                <w:lang w:val="nl"/>
              </w:rPr>
            </w:pPr>
            <w:r>
              <w:rPr>
                <w:rFonts w:cs="Arial"/>
              </w:rPr>
              <w:t>xxx</w:t>
            </w:r>
            <w:r w:rsidR="00B850AE" w:rsidRPr="00E03947">
              <w:rPr>
                <w:rFonts w:cs="Arial"/>
              </w:rPr>
              <w:t xml:space="preserve"> </w:t>
            </w:r>
          </w:p>
          <w:p w:rsidR="00B850AE" w:rsidRPr="00E03947" w:rsidRDefault="00B850AE" w:rsidP="00E03947">
            <w:pPr>
              <w:numPr>
                <w:ilvl w:val="0"/>
                <w:numId w:val="7"/>
              </w:numPr>
              <w:spacing w:line="240" w:lineRule="auto"/>
              <w:ind w:right="140"/>
              <w:rPr>
                <w:rFonts w:cs="Arial"/>
                <w:lang w:val="nl"/>
              </w:rPr>
            </w:pPr>
          </w:p>
          <w:p w:rsidR="00195AB6" w:rsidRPr="00195AB6" w:rsidRDefault="00195AB6" w:rsidP="00195AB6">
            <w:pPr>
              <w:rPr>
                <w:lang w:val="nl"/>
              </w:rPr>
            </w:pPr>
          </w:p>
        </w:tc>
      </w:tr>
    </w:tbl>
    <w:p w:rsidR="00B63BF2" w:rsidRPr="00B63BF2" w:rsidRDefault="00B63BF2" w:rsidP="00B63BF2">
      <w:pPr>
        <w:rPr>
          <w:vanish/>
        </w:rPr>
      </w:pPr>
    </w:p>
    <w:tbl>
      <w:tblPr>
        <w:tblpPr w:leftFromText="57" w:rightFromText="142" w:vertAnchor="page" w:horzAnchor="margin" w:tblpXSpec="right" w:tblpY="7921"/>
        <w:tblOverlap w:val="never"/>
        <w:tblW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423"/>
        <w:gridCol w:w="656"/>
        <w:gridCol w:w="595"/>
        <w:gridCol w:w="515"/>
        <w:gridCol w:w="463"/>
        <w:gridCol w:w="422"/>
      </w:tblGrid>
      <w:tr w:rsidR="00CE6A02" w:rsidRPr="00D36C0F" w:rsidTr="00CE6A02">
        <w:trPr>
          <w:trHeight w:hRule="exact" w:val="314"/>
        </w:trPr>
        <w:tc>
          <w:tcPr>
            <w:tcW w:w="4465" w:type="dxa"/>
            <w:gridSpan w:val="7"/>
            <w:shd w:val="pct20" w:color="auto" w:fill="FFFFFF"/>
            <w:vAlign w:val="center"/>
          </w:tcPr>
          <w:p w:rsidR="00CE6A02" w:rsidRPr="009279C7" w:rsidRDefault="00CE6A02" w:rsidP="00CE6A02">
            <w:pPr>
              <w:pStyle w:val="Kop2"/>
              <w:spacing w:before="0" w:after="0" w:line="240" w:lineRule="auto"/>
              <w:ind w:right="140"/>
              <w:rPr>
                <w:rFonts w:cs="Arial"/>
                <w:i w:val="0"/>
                <w:sz w:val="20"/>
              </w:rPr>
            </w:pPr>
            <w:r w:rsidRPr="00D36C0F">
              <w:rPr>
                <w:rFonts w:cs="Arial"/>
                <w:i w:val="0"/>
                <w:sz w:val="20"/>
              </w:rPr>
              <w:t>Bestuurlijke planning</w:t>
            </w:r>
          </w:p>
        </w:tc>
      </w:tr>
      <w:tr w:rsidR="00CE6A02" w:rsidRPr="00D36C0F" w:rsidTr="00CE6A02">
        <w:trPr>
          <w:trHeight w:hRule="exact" w:val="4655"/>
        </w:trPr>
        <w:tc>
          <w:tcPr>
            <w:tcW w:w="4465" w:type="dxa"/>
            <w:gridSpan w:val="7"/>
            <w:tcBorders>
              <w:bottom w:val="single" w:sz="4" w:space="0" w:color="auto"/>
            </w:tcBorders>
            <w:shd w:val="pct5" w:color="auto" w:fill="FFFFFF"/>
          </w:tcPr>
          <w:p w:rsidR="00CE6A02" w:rsidRPr="00D36C0F" w:rsidRDefault="00CE6A02" w:rsidP="00CE6A02">
            <w:pPr>
              <w:spacing w:before="40"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D36C0F">
              <w:rPr>
                <w:rFonts w:cs="Arial"/>
                <w:b/>
                <w:sz w:val="18"/>
                <w:szCs w:val="18"/>
              </w:rPr>
              <w:t>College</w:t>
            </w:r>
          </w:p>
          <w:p w:rsidR="00CE6A02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d.d. </w:t>
            </w:r>
            <w:r w:rsidR="00C7004D">
              <w:rPr>
                <w:rFonts w:cs="Arial"/>
                <w:sz w:val="18"/>
                <w:szCs w:val="18"/>
              </w:rPr>
              <w:t>12 november 2013</w:t>
            </w:r>
          </w:p>
          <w:p w:rsidR="00CE6A02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817FBD" w:rsidRDefault="00CE6A02" w:rsidP="00CE6A02">
            <w:pPr>
              <w:spacing w:line="240" w:lineRule="auto"/>
              <w:ind w:right="140"/>
              <w:rPr>
                <w:rFonts w:cs="Arial"/>
                <w:color w:val="FFFFFF"/>
                <w:sz w:val="18"/>
                <w:szCs w:val="18"/>
              </w:rPr>
            </w:pPr>
          </w:p>
          <w:p w:rsidR="00CE6A02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  <w:p w:rsidR="00CE6A02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D36C0F" w:rsidRDefault="00C7004D" w:rsidP="00C7004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Raad: </w:t>
            </w:r>
            <w:r w:rsidRPr="00C40201">
              <w:rPr>
                <w:b/>
                <w:sz w:val="18"/>
                <w:szCs w:val="18"/>
              </w:rPr>
              <w:t>niet van toepassing</w:t>
            </w:r>
          </w:p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CD3845" w:rsidRDefault="00CE6A02" w:rsidP="00CE6A02">
            <w:pPr>
              <w:pStyle w:val="Kop2"/>
              <w:spacing w:before="0" w:after="0" w:line="240" w:lineRule="auto"/>
              <w:ind w:right="140"/>
              <w:jc w:val="center"/>
              <w:rPr>
                <w:rFonts w:cs="Arial"/>
                <w:i w:val="0"/>
                <w:sz w:val="20"/>
              </w:rPr>
            </w:pPr>
          </w:p>
        </w:tc>
      </w:tr>
      <w:tr w:rsidR="00CE6A02" w:rsidRPr="00D36C0F" w:rsidTr="00CE6A02">
        <w:trPr>
          <w:trHeight w:hRule="exact" w:val="460"/>
        </w:trPr>
        <w:tc>
          <w:tcPr>
            <w:tcW w:w="0" w:type="auto"/>
            <w:shd w:val="pct15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D36C0F">
              <w:rPr>
                <w:rFonts w:cs="Arial"/>
                <w:b/>
                <w:sz w:val="18"/>
                <w:szCs w:val="18"/>
              </w:rPr>
              <w:t>Portefeuille</w:t>
            </w:r>
          </w:p>
        </w:tc>
        <w:tc>
          <w:tcPr>
            <w:tcW w:w="0" w:type="auto"/>
            <w:shd w:val="pct15" w:color="auto" w:fill="FFFFFF"/>
            <w:vAlign w:val="center"/>
          </w:tcPr>
          <w:p w:rsidR="00CE6A02" w:rsidRDefault="00CE6A02" w:rsidP="00CE6A02">
            <w:pPr>
              <w:spacing w:line="240" w:lineRule="auto"/>
              <w:ind w:right="14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CE6A02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</w:t>
            </w:r>
          </w:p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Gee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CE6A02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</w:t>
            </w:r>
          </w:p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CE6A02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</w:t>
            </w:r>
          </w:p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Te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CE6A02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</w:t>
            </w:r>
          </w:p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Li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</w:t>
            </w:r>
          </w:p>
        </w:tc>
      </w:tr>
      <w:tr w:rsidR="00CE6A02" w:rsidRPr="00D36C0F" w:rsidTr="00CE6A02">
        <w:trPr>
          <w:trHeight w:hRule="exact" w:val="463"/>
        </w:trPr>
        <w:tc>
          <w:tcPr>
            <w:tcW w:w="0" w:type="auto"/>
            <w:shd w:val="pct5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D36C0F">
              <w:rPr>
                <w:rFonts w:cs="Arial"/>
                <w:sz w:val="18"/>
                <w:szCs w:val="18"/>
              </w:rPr>
              <w:t>Akkoord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</w:tr>
      <w:tr w:rsidR="00CE6A02" w:rsidRPr="00D36C0F" w:rsidTr="00CE6A02">
        <w:trPr>
          <w:trHeight w:hRule="exact" w:val="472"/>
        </w:trPr>
        <w:tc>
          <w:tcPr>
            <w:tcW w:w="0" w:type="auto"/>
            <w:shd w:val="pct5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D36C0F">
              <w:rPr>
                <w:rFonts w:cs="Arial"/>
                <w:sz w:val="18"/>
                <w:szCs w:val="18"/>
              </w:rPr>
              <w:t>Bespreken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FFFFFF"/>
            <w:vAlign w:val="center"/>
          </w:tcPr>
          <w:p w:rsidR="00CE6A02" w:rsidRPr="00D36C0F" w:rsidRDefault="00CE6A02" w:rsidP="00CE6A02">
            <w:pPr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850AE" w:rsidRPr="00B850AE" w:rsidRDefault="00B850AE" w:rsidP="002D59B8">
      <w:pPr>
        <w:pStyle w:val="Kop2"/>
        <w:spacing w:before="0" w:after="0" w:line="240" w:lineRule="auto"/>
        <w:rPr>
          <w:rFonts w:cs="Arial"/>
          <w:b w:val="0"/>
          <w:i w:val="0"/>
          <w:sz w:val="20"/>
          <w:lang w:val="nl-NL"/>
        </w:rPr>
      </w:pPr>
    </w:p>
    <w:tbl>
      <w:tblPr>
        <w:tblpPr w:leftFromText="142" w:rightFromText="142" w:vertAnchor="page" w:horzAnchor="margin" w:tblpY="7936"/>
        <w:tblOverlap w:val="never"/>
        <w:tblW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</w:tblGrid>
      <w:tr w:rsidR="00CE6A02" w:rsidRPr="00D36C0F" w:rsidTr="00CE6A02">
        <w:trPr>
          <w:trHeight w:val="268"/>
        </w:trPr>
        <w:tc>
          <w:tcPr>
            <w:tcW w:w="4465" w:type="dxa"/>
            <w:shd w:val="pct20" w:color="auto" w:fill="auto"/>
            <w:vAlign w:val="center"/>
          </w:tcPr>
          <w:p w:rsidR="00CE6A02" w:rsidRPr="00D36C0F" w:rsidRDefault="00CE6A02" w:rsidP="00CE6A02">
            <w:pPr>
              <w:pStyle w:val="Kop2"/>
              <w:spacing w:before="0" w:after="0" w:line="240" w:lineRule="auto"/>
              <w:ind w:right="140"/>
              <w:rPr>
                <w:rFonts w:cs="Arial"/>
                <w:i w:val="0"/>
                <w:sz w:val="20"/>
              </w:rPr>
            </w:pPr>
            <w:r w:rsidRPr="00D36C0F">
              <w:rPr>
                <w:rFonts w:cs="Arial"/>
                <w:i w:val="0"/>
                <w:sz w:val="20"/>
              </w:rPr>
              <w:t>Verantwoordelijken</w:t>
            </w:r>
          </w:p>
        </w:tc>
      </w:tr>
      <w:tr w:rsidR="00CE6A02" w:rsidRPr="00D36C0F" w:rsidTr="00C47F10">
        <w:trPr>
          <w:trHeight w:val="3811"/>
        </w:trPr>
        <w:tc>
          <w:tcPr>
            <w:tcW w:w="4465" w:type="dxa"/>
            <w:shd w:val="pct5" w:color="auto" w:fill="auto"/>
          </w:tcPr>
          <w:p w:rsidR="00CE6A02" w:rsidRPr="00D36C0F" w:rsidRDefault="00CE6A02" w:rsidP="00CE6A02">
            <w:pPr>
              <w:tabs>
                <w:tab w:val="left" w:pos="993"/>
                <w:tab w:val="left" w:pos="1134"/>
              </w:tabs>
              <w:spacing w:before="40" w:line="240" w:lineRule="auto"/>
              <w:ind w:right="140"/>
              <w:rPr>
                <w:rFonts w:cs="Arial"/>
                <w:sz w:val="18"/>
                <w:szCs w:val="18"/>
              </w:rPr>
            </w:pPr>
            <w:r w:rsidRPr="00D36C0F">
              <w:rPr>
                <w:rFonts w:cs="Arial"/>
                <w:sz w:val="18"/>
                <w:szCs w:val="18"/>
              </w:rPr>
              <w:t>Afdeling</w:t>
            </w:r>
            <w:r w:rsidRPr="00D36C0F">
              <w:rPr>
                <w:rFonts w:cs="Arial"/>
                <w:sz w:val="18"/>
                <w:szCs w:val="18"/>
              </w:rPr>
              <w:tab/>
              <w:t xml:space="preserve">: </w:t>
            </w:r>
            <w:r w:rsidR="00C7004D">
              <w:rPr>
                <w:rFonts w:cs="Arial"/>
                <w:sz w:val="18"/>
                <w:szCs w:val="18"/>
              </w:rPr>
              <w:t>Informatie</w:t>
            </w:r>
            <w:r w:rsidRPr="00D36C0F">
              <w:rPr>
                <w:rFonts w:cs="Arial"/>
                <w:sz w:val="18"/>
                <w:szCs w:val="18"/>
              </w:rPr>
              <w:t xml:space="preserve"> (</w:t>
            </w:r>
            <w:r w:rsidR="00C7004D">
              <w:rPr>
                <w:rFonts w:cs="Arial"/>
                <w:sz w:val="18"/>
                <w:szCs w:val="18"/>
              </w:rPr>
              <w:t>I</w:t>
            </w:r>
            <w:r w:rsidRPr="00D36C0F">
              <w:rPr>
                <w:rFonts w:cs="Arial"/>
                <w:sz w:val="18"/>
                <w:szCs w:val="18"/>
              </w:rPr>
              <w:t xml:space="preserve"> )</w:t>
            </w:r>
          </w:p>
          <w:p w:rsidR="00CE6A02" w:rsidRPr="00D36C0F" w:rsidRDefault="00CE6A02" w:rsidP="00CE6A02">
            <w:pPr>
              <w:tabs>
                <w:tab w:val="left" w:pos="993"/>
                <w:tab w:val="left" w:pos="1134"/>
              </w:tabs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  <w:r w:rsidRPr="00D36C0F">
              <w:rPr>
                <w:rFonts w:cs="Arial"/>
                <w:sz w:val="18"/>
                <w:szCs w:val="18"/>
              </w:rPr>
              <w:t>Opsteller</w:t>
            </w:r>
            <w:r w:rsidRPr="00D36C0F">
              <w:rPr>
                <w:rFonts w:cs="Arial"/>
                <w:sz w:val="18"/>
                <w:szCs w:val="18"/>
              </w:rPr>
              <w:tab/>
              <w:t>:</w:t>
            </w:r>
            <w:r w:rsidRPr="00D36C0F">
              <w:rPr>
                <w:rFonts w:cs="Arial"/>
                <w:sz w:val="18"/>
                <w:szCs w:val="18"/>
              </w:rPr>
              <w:tab/>
            </w:r>
            <w:r w:rsidR="00C7004D">
              <w:rPr>
                <w:rFonts w:cs="Arial"/>
                <w:sz w:val="18"/>
                <w:szCs w:val="18"/>
              </w:rPr>
              <w:t>R.A.</w:t>
            </w:r>
            <w:r w:rsidRPr="00D36C0F">
              <w:rPr>
                <w:rFonts w:cs="Arial"/>
                <w:sz w:val="18"/>
                <w:szCs w:val="18"/>
              </w:rPr>
              <w:t xml:space="preserve"> </w:t>
            </w:r>
            <w:r w:rsidR="00C7004D">
              <w:rPr>
                <w:rFonts w:cs="Arial"/>
                <w:sz w:val="18"/>
                <w:szCs w:val="18"/>
              </w:rPr>
              <w:t>Beutick</w:t>
            </w:r>
            <w:r w:rsidRPr="00D36C0F">
              <w:rPr>
                <w:rFonts w:cs="Arial"/>
                <w:sz w:val="18"/>
                <w:szCs w:val="18"/>
              </w:rPr>
              <w:t xml:space="preserve"> (</w:t>
            </w:r>
            <w:r w:rsidR="00C7004D">
              <w:rPr>
                <w:rFonts w:cs="Arial"/>
                <w:sz w:val="18"/>
                <w:szCs w:val="18"/>
              </w:rPr>
              <w:t>RBEU</w:t>
            </w:r>
            <w:r w:rsidRPr="00D36C0F">
              <w:rPr>
                <w:rFonts w:cs="Arial"/>
                <w:sz w:val="18"/>
                <w:szCs w:val="18"/>
              </w:rPr>
              <w:t xml:space="preserve"> ) </w:t>
            </w:r>
          </w:p>
          <w:p w:rsidR="00CE6A02" w:rsidRDefault="00CE6A02" w:rsidP="00CE6A02">
            <w:pPr>
              <w:pStyle w:val="Plattetekst2"/>
              <w:framePr w:hSpace="0" w:wrap="auto" w:vAnchor="margin" w:hAnchor="text" w:yAlign="inline"/>
              <w:tabs>
                <w:tab w:val="left" w:pos="1134"/>
              </w:tabs>
              <w:spacing w:line="240" w:lineRule="auto"/>
              <w:ind w:right="140"/>
              <w:suppressOverlap w:val="0"/>
              <w:rPr>
                <w:sz w:val="18"/>
                <w:szCs w:val="18"/>
              </w:rPr>
            </w:pPr>
            <w:r w:rsidRPr="00D36C0F">
              <w:rPr>
                <w:sz w:val="18"/>
                <w:szCs w:val="18"/>
              </w:rPr>
              <w:t>Telefoon</w:t>
            </w:r>
            <w:r w:rsidRPr="00D36C0F">
              <w:rPr>
                <w:sz w:val="18"/>
                <w:szCs w:val="18"/>
              </w:rPr>
              <w:tab/>
              <w:t>:</w:t>
            </w:r>
            <w:r w:rsidRPr="00D36C0F">
              <w:rPr>
                <w:sz w:val="18"/>
                <w:szCs w:val="18"/>
              </w:rPr>
              <w:tab/>
            </w:r>
            <w:r w:rsidR="00C7004D">
              <w:rPr>
                <w:sz w:val="18"/>
                <w:szCs w:val="18"/>
              </w:rPr>
              <w:t>126</w:t>
            </w:r>
          </w:p>
          <w:p w:rsidR="00CE6A02" w:rsidRPr="00D36C0F" w:rsidRDefault="00CE6A02" w:rsidP="00CE6A02">
            <w:pPr>
              <w:keepNext/>
              <w:keepLines/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D36C0F">
              <w:rPr>
                <w:rFonts w:cs="Arial"/>
                <w:b/>
                <w:sz w:val="18"/>
                <w:szCs w:val="18"/>
              </w:rPr>
              <w:t>Paraaf afdelingshoofd:</w:t>
            </w:r>
          </w:p>
          <w:p w:rsidR="00CE6A02" w:rsidRDefault="00CE6A02" w:rsidP="00CE6A02">
            <w:pPr>
              <w:keepNext/>
              <w:keepLines/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1262D8" w:rsidRPr="00D36C0F" w:rsidRDefault="001262D8" w:rsidP="00CE6A02">
            <w:pPr>
              <w:keepNext/>
              <w:keepLines/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Default="00CE6A02" w:rsidP="00CE6A02">
            <w:pPr>
              <w:tabs>
                <w:tab w:val="left" w:pos="266"/>
              </w:tabs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D36C0F">
              <w:rPr>
                <w:rFonts w:cs="Arial"/>
                <w:b/>
                <w:sz w:val="18"/>
                <w:szCs w:val="18"/>
              </w:rPr>
              <w:t>Er is intern overlegd met</w:t>
            </w:r>
            <w:r>
              <w:rPr>
                <w:rFonts w:cs="Arial"/>
                <w:b/>
                <w:sz w:val="18"/>
                <w:szCs w:val="18"/>
              </w:rPr>
              <w:t xml:space="preserve"> afdeling(en)</w:t>
            </w:r>
            <w:r w:rsidRPr="00D36C0F">
              <w:rPr>
                <w:rFonts w:cs="Arial"/>
                <w:b/>
                <w:sz w:val="18"/>
                <w:szCs w:val="18"/>
              </w:rPr>
              <w:t>:</w:t>
            </w:r>
          </w:p>
          <w:p w:rsidR="00CE6A02" w:rsidRDefault="00C7004D" w:rsidP="00C7004D">
            <w:pPr>
              <w:pStyle w:val="Geenafstand"/>
              <w:rPr>
                <w:rFonts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Bedrijfsvoering/Financiën, Juridische zaken, P&amp;O</w:t>
            </w:r>
          </w:p>
          <w:p w:rsidR="001262D8" w:rsidRDefault="001262D8" w:rsidP="00CE6A02">
            <w:pPr>
              <w:tabs>
                <w:tab w:val="left" w:pos="266"/>
              </w:tabs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5711AC" w:rsidRDefault="00CE6A02" w:rsidP="00CE6A02">
            <w:pPr>
              <w:tabs>
                <w:tab w:val="left" w:pos="266"/>
              </w:tabs>
              <w:spacing w:line="240" w:lineRule="auto"/>
              <w:ind w:right="140"/>
              <w:rPr>
                <w:rFonts w:cs="Arial"/>
                <w:b/>
                <w:sz w:val="18"/>
                <w:szCs w:val="18"/>
              </w:rPr>
            </w:pPr>
            <w:r w:rsidRPr="005711AC">
              <w:rPr>
                <w:rFonts w:cs="Arial"/>
                <w:b/>
                <w:sz w:val="18"/>
                <w:szCs w:val="18"/>
              </w:rPr>
              <w:t>Er is intern overlegd met medewerker(s):</w:t>
            </w:r>
          </w:p>
          <w:p w:rsidR="00CE6A02" w:rsidRDefault="00C7004D" w:rsidP="00C7004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xxx, xxx en xxx</w:t>
            </w:r>
          </w:p>
          <w:p w:rsidR="001262D8" w:rsidRPr="00AA3532" w:rsidRDefault="001262D8" w:rsidP="00CE6A02">
            <w:pPr>
              <w:tabs>
                <w:tab w:val="left" w:pos="266"/>
              </w:tabs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D36C0F" w:rsidRDefault="00CE6A02" w:rsidP="00C7004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</w:t>
            </w:r>
            <w:r w:rsidRPr="002E1CF4">
              <w:rPr>
                <w:rFonts w:cs="Arial"/>
                <w:b/>
                <w:sz w:val="18"/>
                <w:szCs w:val="18"/>
                <w:vertAlign w:val="superscript"/>
              </w:rPr>
              <w:t>e</w:t>
            </w:r>
            <w:r>
              <w:rPr>
                <w:rFonts w:cs="Arial"/>
                <w:b/>
                <w:sz w:val="18"/>
                <w:szCs w:val="18"/>
              </w:rPr>
              <w:t xml:space="preserve"> p</w:t>
            </w:r>
            <w:r w:rsidRPr="00D36C0F">
              <w:rPr>
                <w:rFonts w:cs="Arial"/>
                <w:b/>
                <w:sz w:val="18"/>
                <w:szCs w:val="18"/>
              </w:rPr>
              <w:t>ortefeuillehouder: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C7004D">
              <w:t>WJON</w:t>
            </w:r>
          </w:p>
          <w:p w:rsidR="00CE6A02" w:rsidRDefault="00C7004D" w:rsidP="00C7004D">
            <w:pPr>
              <w:rPr>
                <w:rFonts w:cs="Arial"/>
                <w:sz w:val="18"/>
                <w:szCs w:val="18"/>
              </w:rPr>
            </w:pPr>
            <w:r w:rsidRPr="00AD5A02">
              <w:t>De Jong</w:t>
            </w:r>
          </w:p>
          <w:p w:rsidR="001262D8" w:rsidRDefault="001262D8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</w:p>
          <w:p w:rsidR="00CE6A02" w:rsidRPr="002F54CB" w:rsidRDefault="00CE6A02" w:rsidP="00CE6A02">
            <w:pPr>
              <w:spacing w:line="240" w:lineRule="auto"/>
              <w:ind w:right="140"/>
              <w:rPr>
                <w:rFonts w:cs="Arial"/>
                <w:sz w:val="18"/>
                <w:szCs w:val="18"/>
              </w:rPr>
            </w:pPr>
            <w:r w:rsidRPr="002F54CB">
              <w:rPr>
                <w:rFonts w:cs="Arial"/>
                <w:b/>
                <w:sz w:val="18"/>
                <w:szCs w:val="18"/>
              </w:rPr>
              <w:t>2</w:t>
            </w:r>
            <w:r w:rsidRPr="002F54CB">
              <w:rPr>
                <w:rFonts w:cs="Arial"/>
                <w:b/>
                <w:sz w:val="18"/>
                <w:szCs w:val="18"/>
                <w:vertAlign w:val="superscript"/>
              </w:rPr>
              <w:t>e</w:t>
            </w:r>
            <w:r w:rsidRPr="002F54CB">
              <w:rPr>
                <w:rFonts w:cs="Arial"/>
                <w:b/>
                <w:sz w:val="18"/>
                <w:szCs w:val="18"/>
              </w:rPr>
              <w:t xml:space="preserve"> portefeuillehouder</w:t>
            </w:r>
            <w:r w:rsidRPr="002F54CB">
              <w:rPr>
                <w:rFonts w:cs="Arial"/>
                <w:sz w:val="18"/>
                <w:szCs w:val="18"/>
              </w:rPr>
              <w:t xml:space="preserve">: </w:t>
            </w:r>
          </w:p>
          <w:p w:rsidR="00CE6A02" w:rsidRPr="003D720B" w:rsidRDefault="00C7004D" w:rsidP="00C7004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Nvt</w:t>
            </w:r>
          </w:p>
        </w:tc>
      </w:tr>
      <w:tr w:rsidR="00CE6A02" w:rsidRPr="00D36C0F" w:rsidTr="00CE6A02">
        <w:trPr>
          <w:trHeight w:val="237"/>
        </w:trPr>
        <w:tc>
          <w:tcPr>
            <w:tcW w:w="4465" w:type="dxa"/>
            <w:shd w:val="pct20" w:color="auto" w:fill="auto"/>
            <w:vAlign w:val="center"/>
          </w:tcPr>
          <w:p w:rsidR="00CE6A02" w:rsidRPr="00434C31" w:rsidRDefault="00CE6A02" w:rsidP="00CE6A02">
            <w:pPr>
              <w:pStyle w:val="Kop2"/>
              <w:spacing w:before="0" w:after="0" w:line="240" w:lineRule="auto"/>
              <w:ind w:right="140"/>
              <w:rPr>
                <w:rFonts w:cs="Arial"/>
                <w:b w:val="0"/>
                <w:i w:val="0"/>
                <w:sz w:val="18"/>
                <w:szCs w:val="18"/>
              </w:rPr>
            </w:pPr>
            <w:r w:rsidRPr="00434C31">
              <w:rPr>
                <w:rFonts w:cs="Arial"/>
                <w:i w:val="0"/>
                <w:sz w:val="20"/>
              </w:rPr>
              <w:t>Communicatie</w:t>
            </w:r>
          </w:p>
        </w:tc>
      </w:tr>
      <w:tr w:rsidR="00CE6A02" w:rsidRPr="00D36C0F" w:rsidTr="005A731C">
        <w:trPr>
          <w:trHeight w:val="2492"/>
        </w:trPr>
        <w:tc>
          <w:tcPr>
            <w:tcW w:w="4465" w:type="dxa"/>
            <w:shd w:val="pct5" w:color="auto" w:fill="auto"/>
          </w:tcPr>
          <w:p w:rsidR="00CE6A02" w:rsidRPr="005A731C" w:rsidRDefault="00CE6A02" w:rsidP="00C7004D">
            <w:pPr>
              <w:rPr>
                <w:rFonts w:cs="Arial"/>
                <w:spacing w:val="0"/>
                <w:sz w:val="18"/>
                <w:szCs w:val="18"/>
              </w:rPr>
            </w:pPr>
          </w:p>
          <w:p w:rsidR="00CE6A02" w:rsidRPr="005A731C" w:rsidRDefault="00CE6A02" w:rsidP="00CE6A02">
            <w:pPr>
              <w:spacing w:line="240" w:lineRule="auto"/>
              <w:ind w:right="140"/>
              <w:rPr>
                <w:rFonts w:cs="Arial"/>
                <w:spacing w:val="0"/>
                <w:sz w:val="18"/>
                <w:szCs w:val="18"/>
              </w:rPr>
            </w:pPr>
          </w:p>
        </w:tc>
      </w:tr>
    </w:tbl>
    <w:p w:rsidR="004C192B" w:rsidRPr="001059A4" w:rsidRDefault="004C192B" w:rsidP="00B850AE">
      <w:pPr>
        <w:ind w:right="140"/>
        <w:rPr>
          <w:vanish/>
        </w:rPr>
      </w:pPr>
    </w:p>
    <w:p w:rsidR="00484216" w:rsidRPr="00484216" w:rsidRDefault="00484216" w:rsidP="00484216">
      <w:pPr>
        <w:rPr>
          <w:vanish/>
        </w:rPr>
      </w:pPr>
    </w:p>
    <w:p w:rsidR="008E50FD" w:rsidRPr="008E50FD" w:rsidRDefault="008E50FD" w:rsidP="008E50FD">
      <w:pPr>
        <w:rPr>
          <w:vanish/>
        </w:rPr>
      </w:pPr>
    </w:p>
    <w:p w:rsidR="0035465E" w:rsidRPr="00D60615" w:rsidRDefault="0035465E" w:rsidP="00494145">
      <w:pPr>
        <w:spacing w:line="240" w:lineRule="auto"/>
        <w:ind w:right="3401"/>
        <w:rPr>
          <w:rFonts w:cs="Arial"/>
          <w:color w:val="FFFFFF"/>
        </w:rPr>
      </w:pPr>
      <w:r w:rsidRPr="00B850AE">
        <w:rPr>
          <w:rFonts w:cs="Arial"/>
        </w:rPr>
        <w:br w:type="page"/>
      </w:r>
      <w:r w:rsidR="001E3ED8">
        <w:rPr>
          <w:rFonts w:cs="Arial"/>
        </w:rP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0F0767" w:rsidRPr="00D36C0F" w:rsidTr="001059A4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1059A4" w:rsidRDefault="000F0767" w:rsidP="001059A4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1059A4">
              <w:rPr>
                <w:rFonts w:cs="Arial"/>
                <w:i w:val="0"/>
                <w:szCs w:val="24"/>
              </w:rPr>
              <w:t>Samenvatting:</w:t>
            </w:r>
          </w:p>
        </w:tc>
      </w:tr>
    </w:tbl>
    <w:p w:rsidR="000F0767" w:rsidRPr="00D36C0F" w:rsidRDefault="00C7004D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D36C0F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0F0767" w:rsidRPr="00D36C0F" w:rsidTr="001059A4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1059A4" w:rsidRDefault="0034053F" w:rsidP="001059A4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>
              <w:rPr>
                <w:rFonts w:cs="Arial"/>
                <w:i w:val="0"/>
                <w:szCs w:val="24"/>
              </w:rPr>
              <w:t>Aanleiding</w:t>
            </w:r>
            <w:r w:rsidR="000F0767" w:rsidRPr="001059A4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0F0767" w:rsidRPr="00D36C0F" w:rsidRDefault="00C7004D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D36C0F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0F0767" w:rsidRPr="00D36C0F" w:rsidTr="001059A4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1059A4" w:rsidRDefault="00877569" w:rsidP="001059A4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>
              <w:rPr>
                <w:rFonts w:cs="Arial"/>
                <w:i w:val="0"/>
                <w:szCs w:val="24"/>
              </w:rPr>
              <w:t>Doel van dit voorstel</w:t>
            </w:r>
            <w:r w:rsidR="000F0767" w:rsidRPr="001059A4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0F0767" w:rsidRPr="00D36C0F" w:rsidRDefault="00C7004D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D36C0F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0F0767" w:rsidRPr="00D36C0F" w:rsidTr="001059A4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1059A4" w:rsidRDefault="000F0767" w:rsidP="001059A4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1059A4">
              <w:rPr>
                <w:rFonts w:cs="Arial"/>
                <w:i w:val="0"/>
                <w:szCs w:val="24"/>
              </w:rPr>
              <w:t>Argumenten</w:t>
            </w:r>
            <w:r w:rsidR="00877569">
              <w:rPr>
                <w:rFonts w:cs="Arial"/>
                <w:i w:val="0"/>
                <w:szCs w:val="24"/>
              </w:rPr>
              <w:t xml:space="preserve"> per beslispunt</w:t>
            </w:r>
            <w:r w:rsidRPr="001059A4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0F0767" w:rsidRPr="00D36C0F" w:rsidRDefault="00C7004D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D36C0F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0F0767" w:rsidRPr="00D36C0F" w:rsidTr="001059A4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1059A4" w:rsidRDefault="000F0767" w:rsidP="001059A4">
            <w:pPr>
              <w:pStyle w:val="Kop2"/>
              <w:spacing w:before="0" w:after="0" w:line="240" w:lineRule="auto"/>
              <w:rPr>
                <w:rFonts w:cs="Arial"/>
                <w:i w:val="0"/>
                <w:szCs w:val="24"/>
              </w:rPr>
            </w:pPr>
            <w:r w:rsidRPr="001059A4">
              <w:rPr>
                <w:rFonts w:cs="Arial"/>
                <w:i w:val="0"/>
                <w:szCs w:val="24"/>
              </w:rPr>
              <w:t>Participatie:</w:t>
            </w:r>
          </w:p>
        </w:tc>
      </w:tr>
    </w:tbl>
    <w:p w:rsidR="000F0767" w:rsidRPr="00D36C0F" w:rsidRDefault="00C7004D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0F0767" w:rsidRPr="00D36C0F" w:rsidRDefault="000F0767" w:rsidP="002D59B8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0F0767" w:rsidRPr="00D36C0F" w:rsidTr="001059A4">
        <w:tc>
          <w:tcPr>
            <w:tcW w:w="9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0767" w:rsidRPr="001059A4" w:rsidRDefault="000F0767" w:rsidP="001059A4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1059A4">
              <w:rPr>
                <w:rFonts w:cs="Arial"/>
                <w:i w:val="0"/>
                <w:szCs w:val="24"/>
              </w:rPr>
              <w:t>Communicatie:</w:t>
            </w:r>
          </w:p>
        </w:tc>
      </w:tr>
    </w:tbl>
    <w:p w:rsidR="000F0767" w:rsidRPr="00D36C0F" w:rsidRDefault="00C7004D" w:rsidP="002D59B8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A9560E" w:rsidRPr="00D36C0F" w:rsidRDefault="00A9560E" w:rsidP="00A9560E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A9560E" w:rsidRPr="00D36C0F" w:rsidTr="001059A4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560E" w:rsidRPr="001059A4" w:rsidRDefault="00A9560E" w:rsidP="001059A4">
            <w:pPr>
              <w:pStyle w:val="Kop2"/>
              <w:spacing w:before="0" w:after="0" w:line="240" w:lineRule="auto"/>
              <w:rPr>
                <w:rFonts w:cs="Arial"/>
                <w:b w:val="0"/>
              </w:rPr>
            </w:pPr>
            <w:r w:rsidRPr="001059A4">
              <w:rPr>
                <w:rFonts w:cs="Arial"/>
                <w:i w:val="0"/>
                <w:szCs w:val="24"/>
              </w:rPr>
              <w:t>Financiën:</w:t>
            </w:r>
          </w:p>
        </w:tc>
      </w:tr>
    </w:tbl>
    <w:p w:rsidR="00A9560E" w:rsidRPr="00D36C0F" w:rsidRDefault="00C7004D" w:rsidP="00A9560E">
      <w:pPr>
        <w:spacing w:line="240" w:lineRule="auto"/>
        <w:rPr>
          <w:rFonts w:cs="Arial"/>
        </w:rPr>
      </w:pPr>
      <w:r>
        <w:rPr>
          <w:rFonts w:cs="Arial"/>
        </w:rPr>
        <w:t>xxx</w:t>
      </w:r>
    </w:p>
    <w:p w:rsidR="009F3373" w:rsidRPr="00D36C0F" w:rsidRDefault="009F3373" w:rsidP="009F3373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9F3373" w:rsidRPr="00D36C0F" w:rsidTr="001059A4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373" w:rsidRPr="001059A4" w:rsidRDefault="00EB512C" w:rsidP="001059A4">
            <w:pPr>
              <w:pStyle w:val="Kop2"/>
              <w:spacing w:before="0" w:after="0" w:line="240" w:lineRule="auto"/>
              <w:rPr>
                <w:rFonts w:cs="Arial"/>
                <w:i w:val="0"/>
              </w:rPr>
            </w:pPr>
            <w:r w:rsidRPr="001059A4">
              <w:rPr>
                <w:rFonts w:cs="Arial"/>
                <w:i w:val="0"/>
              </w:rPr>
              <w:t>Kanttek</w:t>
            </w:r>
            <w:r w:rsidR="00464A05" w:rsidRPr="001059A4">
              <w:rPr>
                <w:rFonts w:cs="Arial"/>
                <w:i w:val="0"/>
              </w:rPr>
              <w:t>e</w:t>
            </w:r>
            <w:r w:rsidRPr="001059A4">
              <w:rPr>
                <w:rFonts w:cs="Arial"/>
                <w:i w:val="0"/>
              </w:rPr>
              <w:t>ningen</w:t>
            </w:r>
            <w:r w:rsidR="00C7004D">
              <w:rPr>
                <w:rFonts w:cs="Arial"/>
                <w:i w:val="0"/>
              </w:rPr>
              <w:t>:</w:t>
            </w:r>
          </w:p>
        </w:tc>
      </w:tr>
    </w:tbl>
    <w:p w:rsidR="007927DA" w:rsidRPr="00D36C0F" w:rsidRDefault="00C7004D" w:rsidP="00C7004D">
      <w:pPr>
        <w:rPr>
          <w:rFonts w:cs="Arial"/>
        </w:rPr>
      </w:pPr>
      <w:r>
        <w:rPr>
          <w:rFonts w:cs="Arial"/>
        </w:rPr>
        <w:t>xxxx</w:t>
      </w:r>
    </w:p>
    <w:p w:rsidR="00C11C3F" w:rsidRPr="00D36C0F" w:rsidRDefault="007927DA" w:rsidP="006B1DB6">
      <w:pPr>
        <w:spacing w:line="240" w:lineRule="auto"/>
        <w:rPr>
          <w:rFonts w:cs="Arial"/>
        </w:rPr>
      </w:pPr>
      <w:r w:rsidRPr="00D36C0F">
        <w:rPr>
          <w:rFonts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6B1DB6" w:rsidRPr="00D36C0F" w:rsidTr="001059A4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DB6" w:rsidRPr="001059A4" w:rsidRDefault="006B1DB6" w:rsidP="001059A4">
            <w:pPr>
              <w:pStyle w:val="Kop2"/>
              <w:spacing w:before="0" w:after="0" w:line="240" w:lineRule="auto"/>
              <w:rPr>
                <w:rFonts w:cs="Arial"/>
                <w:b w:val="0"/>
                <w:i w:val="0"/>
              </w:rPr>
            </w:pPr>
            <w:r w:rsidRPr="001059A4">
              <w:rPr>
                <w:rFonts w:cs="Arial"/>
                <w:i w:val="0"/>
                <w:szCs w:val="24"/>
              </w:rPr>
              <w:t>Voortgang</w:t>
            </w:r>
            <w:r w:rsidR="00C7004D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6B1DB6" w:rsidRPr="00D36C0F" w:rsidRDefault="00C7004D" w:rsidP="00C7004D">
      <w:pPr>
        <w:rPr>
          <w:rFonts w:cs="Arial"/>
        </w:rPr>
      </w:pPr>
      <w:r>
        <w:rPr>
          <w:rFonts w:cs="Arial"/>
        </w:rPr>
        <w:t>xxxx</w:t>
      </w:r>
    </w:p>
    <w:p w:rsidR="006B1DB6" w:rsidRPr="00D36C0F" w:rsidRDefault="006B1DB6" w:rsidP="00F351D0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F351D0" w:rsidRPr="00D36C0F" w:rsidTr="001059A4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351D0" w:rsidRPr="001059A4" w:rsidRDefault="00F351D0" w:rsidP="001059A4">
            <w:pPr>
              <w:pStyle w:val="Kop2"/>
              <w:spacing w:before="0" w:after="0" w:line="240" w:lineRule="auto"/>
              <w:rPr>
                <w:rFonts w:cs="Arial"/>
                <w:b w:val="0"/>
                <w:i w:val="0"/>
              </w:rPr>
            </w:pPr>
            <w:r w:rsidRPr="001059A4">
              <w:rPr>
                <w:rFonts w:cs="Arial"/>
                <w:i w:val="0"/>
                <w:szCs w:val="24"/>
              </w:rPr>
              <w:t>Evaluatie</w:t>
            </w:r>
            <w:r w:rsidR="00C7004D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F351D0" w:rsidRPr="00D36C0F" w:rsidRDefault="00C7004D" w:rsidP="00C7004D">
      <w:pPr>
        <w:rPr>
          <w:rFonts w:cs="Arial"/>
        </w:rPr>
      </w:pPr>
      <w:r>
        <w:rPr>
          <w:rFonts w:cs="Arial"/>
        </w:rPr>
        <w:t>xxxx</w:t>
      </w:r>
    </w:p>
    <w:p w:rsidR="000E5DA1" w:rsidRPr="00D36C0F" w:rsidRDefault="000E5DA1" w:rsidP="00A9560E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A9560E" w:rsidRPr="00D36C0F" w:rsidTr="001059A4">
        <w:tc>
          <w:tcPr>
            <w:tcW w:w="9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560E" w:rsidRPr="001059A4" w:rsidRDefault="00A9560E" w:rsidP="001059A4">
            <w:pPr>
              <w:pStyle w:val="Kop2"/>
              <w:spacing w:before="0" w:after="0" w:line="240" w:lineRule="auto"/>
              <w:rPr>
                <w:rFonts w:cs="Arial"/>
                <w:b w:val="0"/>
                <w:i w:val="0"/>
              </w:rPr>
            </w:pPr>
            <w:r w:rsidRPr="001059A4">
              <w:rPr>
                <w:rFonts w:cs="Arial"/>
                <w:i w:val="0"/>
                <w:szCs w:val="24"/>
              </w:rPr>
              <w:t>Bijlage(n)</w:t>
            </w:r>
            <w:r w:rsidR="00C7004D">
              <w:rPr>
                <w:rFonts w:cs="Arial"/>
                <w:i w:val="0"/>
                <w:szCs w:val="24"/>
              </w:rPr>
              <w:t>:</w:t>
            </w:r>
          </w:p>
        </w:tc>
      </w:tr>
    </w:tbl>
    <w:p w:rsidR="005B06FA" w:rsidRPr="00D36C0F" w:rsidRDefault="00C7004D" w:rsidP="0087738E">
      <w:pPr>
        <w:spacing w:line="240" w:lineRule="auto"/>
        <w:rPr>
          <w:rFonts w:cs="Arial"/>
        </w:rPr>
        <w:sectPr w:rsidR="005B06FA" w:rsidRPr="00D36C0F" w:rsidSect="00DF2B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418" w:right="1418" w:bottom="851" w:left="1418" w:header="709" w:footer="709" w:gutter="0"/>
          <w:cols w:space="567"/>
          <w:titlePg/>
          <w:docGrid w:linePitch="272"/>
        </w:sectPr>
      </w:pPr>
      <w:r>
        <w:rPr>
          <w:rFonts w:cs="Arial"/>
        </w:rPr>
        <w:t>xxxx</w:t>
      </w:r>
    </w:p>
    <w:p w:rsidR="001864B9" w:rsidRPr="00D36C0F" w:rsidRDefault="00AD5A02" w:rsidP="007A7DAF">
      <w:pPr>
        <w:pStyle w:val="Kop1"/>
        <w:rPr>
          <w:rFonts w:cs="Arial"/>
          <w:bCs/>
          <w:i w:val="0"/>
          <w:sz w:val="40"/>
        </w:rPr>
      </w:pPr>
      <w:r>
        <w:rPr>
          <w:rFonts w:cs="Arial"/>
          <w:bCs/>
          <w:i w:val="0"/>
          <w:sz w:val="40"/>
          <w:lang w:val="nl-NL"/>
        </w:rPr>
        <w:lastRenderedPageBreak/>
        <w:pict>
          <v:shape id="_x0000_s1183" type="#_x0000_t75" style="position:absolute;margin-left:443.6pt;margin-top:9.35pt;width:40.5pt;height:141pt;z-index:251658240">
            <v:imagedata r:id="rId8" o:title="gemlogobmp"/>
          </v:shape>
        </w:pict>
      </w:r>
      <w:r w:rsidR="00451992" w:rsidRPr="00D36C0F">
        <w:rPr>
          <w:rFonts w:cs="Arial"/>
          <w:bCs/>
          <w:i w:val="0"/>
          <w:sz w:val="40"/>
        </w:rPr>
        <w:t>C</w:t>
      </w:r>
      <w:r w:rsidR="001864B9" w:rsidRPr="00D36C0F">
        <w:rPr>
          <w:rFonts w:cs="Arial"/>
          <w:bCs/>
          <w:i w:val="0"/>
          <w:sz w:val="40"/>
        </w:rPr>
        <w:t>ollegebesluit:</w:t>
      </w:r>
    </w:p>
    <w:p w:rsidR="001864B9" w:rsidRPr="00D36C0F" w:rsidRDefault="001864B9" w:rsidP="0087738E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auto"/>
        <w:textAlignment w:val="auto"/>
        <w:rPr>
          <w:rFonts w:cs="Arial"/>
          <w:spacing w:val="-2"/>
        </w:rPr>
      </w:pPr>
    </w:p>
    <w:p w:rsidR="001864B9" w:rsidRPr="00D36C0F" w:rsidRDefault="00C7004D" w:rsidP="0087738E">
      <w:pPr>
        <w:keepNext/>
        <w:keepLines/>
        <w:numPr>
          <w:ilvl w:val="0"/>
          <w:numId w:val="19"/>
        </w:numPr>
        <w:tabs>
          <w:tab w:val="left" w:pos="-1440"/>
          <w:tab w:val="left" w:pos="-720"/>
        </w:tabs>
        <w:overflowPunct/>
        <w:autoSpaceDE/>
        <w:autoSpaceDN/>
        <w:adjustRightInd/>
        <w:spacing w:line="240" w:lineRule="auto"/>
        <w:textAlignment w:val="auto"/>
        <w:rPr>
          <w:rFonts w:cs="Arial"/>
          <w:spacing w:val="-2"/>
        </w:rPr>
      </w:pPr>
      <w:r>
        <w:rPr>
          <w:rFonts w:cs="Arial"/>
          <w:spacing w:val="-2"/>
        </w:rPr>
        <w:t>xxx</w:t>
      </w:r>
      <w:r w:rsidR="00FB1016" w:rsidRPr="00D36C0F">
        <w:rPr>
          <w:rFonts w:cs="Arial"/>
          <w:spacing w:val="-2"/>
        </w:rPr>
        <w:t xml:space="preserve"> </w:t>
      </w:r>
    </w:p>
    <w:p w:rsidR="00884CAC" w:rsidRPr="00D36C0F" w:rsidRDefault="00884CAC" w:rsidP="0087738E">
      <w:pPr>
        <w:keepNext/>
        <w:keepLines/>
        <w:tabs>
          <w:tab w:val="left" w:pos="-1440"/>
          <w:tab w:val="left" w:pos="-720"/>
        </w:tabs>
        <w:overflowPunct/>
        <w:autoSpaceDE/>
        <w:autoSpaceDN/>
        <w:adjustRightInd/>
        <w:spacing w:line="240" w:lineRule="auto"/>
        <w:textAlignment w:val="auto"/>
        <w:rPr>
          <w:rFonts w:cs="Arial"/>
          <w:spacing w:val="-2"/>
        </w:rPr>
      </w:pPr>
    </w:p>
    <w:p w:rsidR="001864B9" w:rsidRPr="00D36C0F" w:rsidRDefault="001864B9" w:rsidP="00A4056D">
      <w:pPr>
        <w:rPr>
          <w:rFonts w:cs="Arial"/>
        </w:rPr>
      </w:pPr>
      <w:r w:rsidRPr="00D36C0F">
        <w:rPr>
          <w:rFonts w:cs="Arial"/>
        </w:rPr>
        <w:t>Houten,</w:t>
      </w:r>
      <w:r w:rsidR="00A4056D" w:rsidRPr="00D36C0F">
        <w:rPr>
          <w:rFonts w:cs="Arial"/>
        </w:rPr>
        <w:t xml:space="preserve"> </w:t>
      </w:r>
      <w:r w:rsidR="00C7004D">
        <w:rPr>
          <w:rFonts w:cs="Arial"/>
        </w:rPr>
        <w:t>12 november 2013</w:t>
      </w:r>
    </w:p>
    <w:p w:rsidR="001864B9" w:rsidRPr="00D36C0F" w:rsidRDefault="00805405" w:rsidP="00A4056D">
      <w:pPr>
        <w:rPr>
          <w:rFonts w:cs="Arial"/>
          <w:spacing w:val="-2"/>
        </w:rPr>
      </w:pPr>
      <w:r w:rsidRPr="00D36C0F">
        <w:rPr>
          <w:rFonts w:cs="Arial"/>
          <w:spacing w:val="-2"/>
        </w:rPr>
        <w:t>h</w:t>
      </w:r>
      <w:r w:rsidR="00EE43B5" w:rsidRPr="00D36C0F">
        <w:rPr>
          <w:rFonts w:cs="Arial"/>
          <w:spacing w:val="-2"/>
        </w:rPr>
        <w:t>et college van b</w:t>
      </w:r>
      <w:r w:rsidR="001864B9" w:rsidRPr="00D36C0F">
        <w:rPr>
          <w:rFonts w:cs="Arial"/>
          <w:spacing w:val="-2"/>
        </w:rPr>
        <w:t xml:space="preserve">urgemeester en wethouders van </w:t>
      </w:r>
      <w:r w:rsidRPr="00D36C0F">
        <w:rPr>
          <w:rFonts w:cs="Arial"/>
          <w:spacing w:val="-2"/>
        </w:rPr>
        <w:t xml:space="preserve">de gemeente </w:t>
      </w:r>
      <w:r w:rsidR="001864B9" w:rsidRPr="00D36C0F">
        <w:rPr>
          <w:rFonts w:cs="Arial"/>
          <w:spacing w:val="-2"/>
        </w:rPr>
        <w:t>Houten</w:t>
      </w:r>
    </w:p>
    <w:p w:rsidR="001864B9" w:rsidRPr="00D36C0F" w:rsidRDefault="001864B9" w:rsidP="005B06FA">
      <w:pPr>
        <w:tabs>
          <w:tab w:val="left" w:pos="2127"/>
        </w:tabs>
        <w:rPr>
          <w:rFonts w:cs="Arial"/>
          <w:spacing w:val="0"/>
        </w:rPr>
      </w:pPr>
      <w:r w:rsidRPr="00D36C0F">
        <w:rPr>
          <w:rFonts w:cs="Arial"/>
          <w:spacing w:val="-2"/>
        </w:rPr>
        <w:t>de secretaris,</w:t>
      </w:r>
      <w:r w:rsidR="005B06FA" w:rsidRPr="00D36C0F">
        <w:rPr>
          <w:rFonts w:cs="Arial"/>
          <w:spacing w:val="-2"/>
        </w:rPr>
        <w:tab/>
      </w:r>
      <w:r w:rsidRPr="00D36C0F">
        <w:rPr>
          <w:rFonts w:cs="Arial"/>
          <w:spacing w:val="-2"/>
        </w:rPr>
        <w:t>de burgemeester,</w:t>
      </w:r>
      <w:r w:rsidRPr="00D36C0F">
        <w:rPr>
          <w:rFonts w:cs="Arial"/>
          <w:spacing w:val="0"/>
        </w:rPr>
        <w:br/>
      </w:r>
    </w:p>
    <w:p w:rsidR="001864B9" w:rsidRPr="00D36C0F" w:rsidRDefault="001864B9" w:rsidP="005B06FA">
      <w:pPr>
        <w:tabs>
          <w:tab w:val="left" w:pos="2127"/>
        </w:tabs>
        <w:rPr>
          <w:rFonts w:cs="Arial"/>
          <w:spacing w:val="0"/>
        </w:rPr>
      </w:pPr>
    </w:p>
    <w:p w:rsidR="001864B9" w:rsidRPr="00D36C0F" w:rsidRDefault="001864B9" w:rsidP="005B06FA">
      <w:pPr>
        <w:tabs>
          <w:tab w:val="left" w:pos="2127"/>
        </w:tabs>
        <w:rPr>
          <w:rFonts w:cs="Arial"/>
          <w:spacing w:val="0"/>
        </w:rPr>
      </w:pPr>
    </w:p>
    <w:p w:rsidR="001864B9" w:rsidRPr="00D36C0F" w:rsidRDefault="001864B9" w:rsidP="005B06FA">
      <w:pPr>
        <w:tabs>
          <w:tab w:val="left" w:pos="2127"/>
        </w:tabs>
        <w:rPr>
          <w:rFonts w:cs="Arial"/>
          <w:spacing w:val="0"/>
        </w:rPr>
      </w:pPr>
    </w:p>
    <w:p w:rsidR="00CF47CE" w:rsidRPr="00D36C0F" w:rsidRDefault="00D9481C" w:rsidP="005B06FA">
      <w:pPr>
        <w:tabs>
          <w:tab w:val="left" w:pos="2127"/>
        </w:tabs>
        <w:rPr>
          <w:rFonts w:cs="Arial"/>
          <w:spacing w:val="0"/>
        </w:rPr>
        <w:sectPr w:rsidR="00CF47CE" w:rsidRPr="00D36C0F" w:rsidSect="009D6817">
          <w:type w:val="oddPage"/>
          <w:pgSz w:w="11907" w:h="16840" w:code="9"/>
          <w:pgMar w:top="1418" w:right="1418" w:bottom="851" w:left="1418" w:header="709" w:footer="709" w:gutter="0"/>
          <w:cols w:space="567"/>
          <w:titlePg/>
        </w:sectPr>
      </w:pPr>
      <w:r>
        <w:rPr>
          <w:rFonts w:cs="Arial"/>
          <w:spacing w:val="0"/>
        </w:rPr>
        <w:t>H.S. den Bieman</w:t>
      </w:r>
      <w:r w:rsidR="00A9560E" w:rsidRPr="00D36C0F">
        <w:rPr>
          <w:rFonts w:cs="Arial"/>
          <w:spacing w:val="0"/>
        </w:rPr>
        <w:tab/>
      </w:r>
      <w:r w:rsidR="0006230F">
        <w:rPr>
          <w:rFonts w:cs="Arial"/>
          <w:spacing w:val="0"/>
        </w:rPr>
        <w:t>W.</w:t>
      </w:r>
      <w:r w:rsidR="008E3F0C">
        <w:rPr>
          <w:rFonts w:cs="Arial"/>
          <w:spacing w:val="0"/>
        </w:rPr>
        <w:t>M.</w:t>
      </w:r>
      <w:r w:rsidR="0006230F">
        <w:rPr>
          <w:rFonts w:cs="Arial"/>
          <w:spacing w:val="0"/>
        </w:rPr>
        <w:t xml:space="preserve"> de Jong</w:t>
      </w:r>
    </w:p>
    <w:p w:rsidR="00074CF3" w:rsidRPr="00D36C0F" w:rsidRDefault="00074CF3" w:rsidP="00074CF3">
      <w:pPr>
        <w:keepNext/>
        <w:keepLines/>
        <w:tabs>
          <w:tab w:val="left" w:pos="-1440"/>
          <w:tab w:val="left" w:pos="-720"/>
          <w:tab w:val="left" w:pos="2835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0"/>
        </w:rPr>
      </w:pPr>
    </w:p>
    <w:tbl>
      <w:tblPr>
        <w:tblpPr w:leftFromText="142" w:rightFromText="142" w:vertAnchor="page" w:horzAnchor="margin" w:tblpY="1265"/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0"/>
      </w:tblGrid>
      <w:tr w:rsidR="00074CF3" w:rsidRPr="00D36C0F" w:rsidTr="00D536C2">
        <w:trPr>
          <w:trHeight w:val="278"/>
        </w:trPr>
        <w:tc>
          <w:tcPr>
            <w:tcW w:w="9160" w:type="dxa"/>
            <w:shd w:val="pct20" w:color="auto" w:fill="auto"/>
          </w:tcPr>
          <w:p w:rsidR="00074CF3" w:rsidRPr="001059A4" w:rsidRDefault="00074CF3" w:rsidP="001059A4">
            <w:pPr>
              <w:spacing w:before="20" w:line="240" w:lineRule="auto"/>
              <w:rPr>
                <w:rFonts w:cs="Arial"/>
                <w:b/>
              </w:rPr>
            </w:pPr>
            <w:r w:rsidRPr="001059A4">
              <w:rPr>
                <w:rFonts w:cs="Arial"/>
                <w:b/>
              </w:rPr>
              <w:t>Opmerkingen van de secretaris / college:</w:t>
            </w:r>
          </w:p>
        </w:tc>
      </w:tr>
      <w:tr w:rsidR="00946E50" w:rsidRPr="00D36C0F" w:rsidTr="001059A4">
        <w:trPr>
          <w:trHeight w:val="3959"/>
        </w:trPr>
        <w:tc>
          <w:tcPr>
            <w:tcW w:w="9160" w:type="dxa"/>
            <w:shd w:val="clear" w:color="auto" w:fill="auto"/>
          </w:tcPr>
          <w:p w:rsidR="00946E50" w:rsidRPr="001059A4" w:rsidRDefault="00946E50" w:rsidP="001059A4">
            <w:pPr>
              <w:spacing w:line="240" w:lineRule="auto"/>
              <w:rPr>
                <w:rFonts w:cs="Arial"/>
                <w:b/>
              </w:rPr>
            </w:pPr>
          </w:p>
        </w:tc>
      </w:tr>
    </w:tbl>
    <w:p w:rsidR="007121CA" w:rsidRPr="00D36C0F" w:rsidRDefault="007121CA" w:rsidP="00074CF3">
      <w:pPr>
        <w:keepNext/>
        <w:keepLines/>
        <w:tabs>
          <w:tab w:val="left" w:pos="-1440"/>
          <w:tab w:val="left" w:pos="-720"/>
          <w:tab w:val="left" w:pos="2835"/>
        </w:tabs>
        <w:overflowPunct/>
        <w:autoSpaceDE/>
        <w:autoSpaceDN/>
        <w:adjustRightInd/>
        <w:spacing w:line="240" w:lineRule="exact"/>
        <w:textAlignment w:val="auto"/>
        <w:rPr>
          <w:rFonts w:cs="Arial"/>
          <w:spacing w:val="0"/>
        </w:rPr>
      </w:pPr>
    </w:p>
    <w:sectPr w:rsidR="007121CA" w:rsidRPr="00D36C0F" w:rsidSect="009D6817">
      <w:type w:val="oddPage"/>
      <w:pgSz w:w="11907" w:h="16840" w:code="9"/>
      <w:pgMar w:top="1418" w:right="1418" w:bottom="851" w:left="1418" w:header="709" w:footer="709" w:gutter="0"/>
      <w:cols w:space="567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4D" w:rsidRDefault="00C7004D">
      <w:r>
        <w:separator/>
      </w:r>
    </w:p>
  </w:endnote>
  <w:endnote w:type="continuationSeparator" w:id="0">
    <w:p w:rsidR="00C7004D" w:rsidRDefault="00C7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: 3of 9 BarCode">
    <w:panose1 w:val="0402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4D" w:rsidRDefault="00C7004D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AE" w:rsidRDefault="008B0BAE" w:rsidP="00420C4D">
    <w:pPr>
      <w:pStyle w:val="Voettekst"/>
      <w:jc w:val="right"/>
      <w:rPr>
        <w:sz w:val="16"/>
        <w:szCs w:val="16"/>
      </w:rPr>
    </w:pPr>
    <w:r>
      <w:rPr>
        <w:sz w:val="16"/>
        <w:szCs w:val="16"/>
      </w:rPr>
      <w:t xml:space="preserve">Datum: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"d-M-yyyy" </w:instrText>
    </w:r>
    <w:r>
      <w:rPr>
        <w:sz w:val="16"/>
        <w:szCs w:val="16"/>
      </w:rPr>
      <w:fldChar w:fldCharType="separate"/>
    </w:r>
    <w:r w:rsidR="00AD5A02">
      <w:rPr>
        <w:noProof/>
        <w:sz w:val="16"/>
        <w:szCs w:val="16"/>
      </w:rPr>
      <w:t>12-11-2013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</w:p>
  <w:p w:rsidR="008B0BAE" w:rsidRDefault="008B0BAE" w:rsidP="00420C4D">
    <w:pPr>
      <w:pStyle w:val="Voettekst"/>
      <w:jc w:val="right"/>
      <w:rPr>
        <w:sz w:val="16"/>
        <w:szCs w:val="16"/>
      </w:rPr>
    </w:pPr>
    <w:r>
      <w:rPr>
        <w:sz w:val="16"/>
        <w:szCs w:val="16"/>
      </w:rPr>
      <w:t>Versienr:</w:t>
    </w:r>
    <w:r w:rsidR="002834B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37" w:rsidRPr="00DF2B37" w:rsidRDefault="00DF2B37">
    <w:pPr>
      <w:pStyle w:val="Voettekst"/>
      <w:rPr>
        <w:rFonts w:ascii="Z: 3of 9 BarCode" w:hAnsi="Z: 3of 9 BarCode"/>
        <w:sz w:val="40"/>
        <w:szCs w:val="40"/>
      </w:rPr>
    </w:pPr>
    <w:r>
      <w:tab/>
    </w:r>
    <w:r>
      <w:tab/>
    </w:r>
    <w:r w:rsidRPr="00DF2B37">
      <w:rPr>
        <w:rFonts w:ascii="Z: 3of 9 BarCode" w:hAnsi="Z: 3of 9 BarCode"/>
        <w:sz w:val="40"/>
        <w:szCs w:val="40"/>
      </w:rPr>
      <w:t>*</w:t>
    </w:r>
    <w:r w:rsidR="00C7004D">
      <w:rPr>
        <w:rFonts w:ascii="Z: 3of 9 BarCode" w:hAnsi="Z: 3of 9 BarCode"/>
        <w:sz w:val="40"/>
        <w:szCs w:val="40"/>
      </w:rPr>
      <w:t>BWV13.0506</w:t>
    </w:r>
    <w:r w:rsidRPr="00DF2B37">
      <w:rPr>
        <w:rFonts w:ascii="Z: 3of 9 BarCode" w:hAnsi="Z: 3of 9 BarCode"/>
        <w:sz w:val="40"/>
        <w:szCs w:val="40"/>
      </w:rP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4D" w:rsidRDefault="00C7004D">
      <w:r>
        <w:separator/>
      </w:r>
    </w:p>
  </w:footnote>
  <w:footnote w:type="continuationSeparator" w:id="0">
    <w:p w:rsidR="00C7004D" w:rsidRDefault="00C70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4D" w:rsidRDefault="00C7004D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C8" w:rsidRPr="007B18A5" w:rsidRDefault="00D536C2" w:rsidP="008246C8">
    <w:r>
      <w:t>Voorsteln</w:t>
    </w:r>
    <w:r w:rsidR="008B0BAE" w:rsidRPr="007B18A5">
      <w:t>ummer:</w:t>
    </w:r>
    <w:r w:rsidR="007E3F54">
      <w:t xml:space="preserve"> </w:t>
    </w:r>
    <w:r w:rsidR="00C7004D">
      <w:t>BWV13.0506</w:t>
    </w:r>
    <w:r w:rsidR="008B0BAE" w:rsidRPr="007B18A5">
      <w:tab/>
    </w:r>
    <w:r w:rsidR="008246C8" w:rsidRPr="007B18A5">
      <w:t>-</w:t>
    </w:r>
    <w:r w:rsidR="008246C8" w:rsidRPr="007B18A5">
      <w:rPr>
        <w:rStyle w:val="Paginanummer"/>
        <w:rFonts w:cs="Arial"/>
      </w:rPr>
      <w:fldChar w:fldCharType="begin"/>
    </w:r>
    <w:r w:rsidR="008246C8" w:rsidRPr="007B18A5">
      <w:rPr>
        <w:rStyle w:val="Paginanummer"/>
        <w:rFonts w:cs="Arial"/>
      </w:rPr>
      <w:instrText xml:space="preserve"> PAGE </w:instrText>
    </w:r>
    <w:r w:rsidR="008246C8" w:rsidRPr="007B18A5">
      <w:rPr>
        <w:rStyle w:val="Paginanummer"/>
        <w:rFonts w:cs="Arial"/>
      </w:rPr>
      <w:fldChar w:fldCharType="separate"/>
    </w:r>
    <w:r w:rsidR="00AD5A02">
      <w:rPr>
        <w:rStyle w:val="Paginanummer"/>
        <w:rFonts w:cs="Arial"/>
        <w:noProof/>
      </w:rPr>
      <w:t>2</w:t>
    </w:r>
    <w:r w:rsidR="008246C8" w:rsidRPr="007B18A5">
      <w:rPr>
        <w:rStyle w:val="Paginanummer"/>
        <w:rFonts w:cs="Arial"/>
      </w:rPr>
      <w:fldChar w:fldCharType="end"/>
    </w:r>
    <w:r w:rsidR="008246C8" w:rsidRPr="007B18A5">
      <w:t>-</w:t>
    </w:r>
  </w:p>
  <w:p w:rsidR="008246C8" w:rsidRPr="008246C8" w:rsidRDefault="008246C8" w:rsidP="008246C8">
    <w:pPr>
      <w:rPr>
        <w:lang w:val="en-CA"/>
      </w:rPr>
    </w:pPr>
    <w:r w:rsidRPr="008246C8">
      <w:t xml:space="preserve">Zaaknummer: </w:t>
    </w:r>
    <w:r w:rsidR="00C7004D">
      <w:t>13CV000547</w:t>
    </w:r>
  </w:p>
  <w:p w:rsidR="008246C8" w:rsidRDefault="008246C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AE" w:rsidRPr="008246C8" w:rsidRDefault="00D536C2" w:rsidP="008246C8">
    <w:pPr>
      <w:rPr>
        <w:rFonts w:cs="Arial"/>
        <w:lang w:val="en-CA"/>
      </w:rPr>
    </w:pPr>
    <w:r w:rsidRPr="008246C8">
      <w:rPr>
        <w:rFonts w:cs="Arial"/>
      </w:rPr>
      <w:t>Voorsteln</w:t>
    </w:r>
    <w:r w:rsidR="008B0BAE" w:rsidRPr="008246C8">
      <w:rPr>
        <w:rFonts w:cs="Arial"/>
      </w:rPr>
      <w:t xml:space="preserve">ummer: </w:t>
    </w:r>
    <w:r w:rsidR="00C7004D">
      <w:rPr>
        <w:rFonts w:cs="Arial"/>
      </w:rPr>
      <w:t>BWV13.0506</w:t>
    </w:r>
  </w:p>
  <w:p w:rsidR="008246C8" w:rsidRPr="008246C8" w:rsidRDefault="008246C8" w:rsidP="008246C8">
    <w:pPr>
      <w:rPr>
        <w:lang w:val="en-CA"/>
      </w:rPr>
    </w:pPr>
    <w:r w:rsidRPr="008246C8">
      <w:rPr>
        <w:lang w:val="en-CA"/>
      </w:rPr>
      <w:t xml:space="preserve">Zaaknummer: </w:t>
    </w:r>
    <w:r w:rsidR="00C7004D">
      <w:t>13CV000547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4F6"/>
    <w:multiLevelType w:val="multilevel"/>
    <w:tmpl w:val="45F8B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77C76"/>
    <w:multiLevelType w:val="multilevel"/>
    <w:tmpl w:val="032C0A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31C7B"/>
    <w:multiLevelType w:val="hybridMultilevel"/>
    <w:tmpl w:val="98BE3C68"/>
    <w:lvl w:ilvl="0" w:tplc="85E40A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F2B46"/>
    <w:multiLevelType w:val="hybridMultilevel"/>
    <w:tmpl w:val="C67C23EC"/>
    <w:lvl w:ilvl="0" w:tplc="A4B89AA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22A020E"/>
    <w:multiLevelType w:val="hybridMultilevel"/>
    <w:tmpl w:val="EFBECD28"/>
    <w:lvl w:ilvl="0" w:tplc="6AB62D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D7372"/>
    <w:multiLevelType w:val="multilevel"/>
    <w:tmpl w:val="032C0A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D12303"/>
    <w:multiLevelType w:val="multilevel"/>
    <w:tmpl w:val="A90A72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554F2"/>
    <w:multiLevelType w:val="hybridMultilevel"/>
    <w:tmpl w:val="2ECEF99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817C3C"/>
    <w:multiLevelType w:val="hybridMultilevel"/>
    <w:tmpl w:val="DCFAFDAC"/>
    <w:lvl w:ilvl="0" w:tplc="85E40A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E1F43"/>
    <w:multiLevelType w:val="hybridMultilevel"/>
    <w:tmpl w:val="24A2D40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D9600B8"/>
    <w:multiLevelType w:val="multilevel"/>
    <w:tmpl w:val="BDACECD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6836CC"/>
    <w:multiLevelType w:val="hybridMultilevel"/>
    <w:tmpl w:val="D94860D8"/>
    <w:lvl w:ilvl="0" w:tplc="607E38E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E52233"/>
    <w:multiLevelType w:val="multilevel"/>
    <w:tmpl w:val="FB2C6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F7463AF"/>
    <w:multiLevelType w:val="multilevel"/>
    <w:tmpl w:val="CC36E0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7C5CA8"/>
    <w:multiLevelType w:val="hybridMultilevel"/>
    <w:tmpl w:val="032C0AAA"/>
    <w:lvl w:ilvl="0" w:tplc="EB108B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6F6005"/>
    <w:multiLevelType w:val="multilevel"/>
    <w:tmpl w:val="2070B8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F575C0"/>
    <w:multiLevelType w:val="hybridMultilevel"/>
    <w:tmpl w:val="3C90B746"/>
    <w:lvl w:ilvl="0" w:tplc="EB108B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E97229"/>
    <w:multiLevelType w:val="hybridMultilevel"/>
    <w:tmpl w:val="321E3808"/>
    <w:lvl w:ilvl="0" w:tplc="A4B89AA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E11B22"/>
    <w:multiLevelType w:val="hybridMultilevel"/>
    <w:tmpl w:val="3084AD4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3C7DA6"/>
    <w:multiLevelType w:val="multilevel"/>
    <w:tmpl w:val="B0D2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9"/>
  </w:num>
  <w:num w:numId="4">
    <w:abstractNumId w:val="0"/>
  </w:num>
  <w:num w:numId="5">
    <w:abstractNumId w:val="15"/>
  </w:num>
  <w:num w:numId="6">
    <w:abstractNumId w:val="10"/>
  </w:num>
  <w:num w:numId="7">
    <w:abstractNumId w:val="14"/>
  </w:num>
  <w:num w:numId="8">
    <w:abstractNumId w:val="3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1"/>
  </w:num>
  <w:num w:numId="14">
    <w:abstractNumId w:val="4"/>
  </w:num>
  <w:num w:numId="15">
    <w:abstractNumId w:val="5"/>
  </w:num>
  <w:num w:numId="16">
    <w:abstractNumId w:val="11"/>
  </w:num>
  <w:num w:numId="17">
    <w:abstractNumId w:val="12"/>
  </w:num>
  <w:num w:numId="18">
    <w:abstractNumId w:val="8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RSA_DOCUMENT_ID" w:val="BWV13.0506"/>
  </w:docVars>
  <w:rsids>
    <w:rsidRoot w:val="00C7004D"/>
    <w:rsid w:val="00002529"/>
    <w:rsid w:val="000074BF"/>
    <w:rsid w:val="00007E69"/>
    <w:rsid w:val="00020BC1"/>
    <w:rsid w:val="000234D0"/>
    <w:rsid w:val="00025ADC"/>
    <w:rsid w:val="00025B5E"/>
    <w:rsid w:val="000275D7"/>
    <w:rsid w:val="000306BE"/>
    <w:rsid w:val="00037575"/>
    <w:rsid w:val="000444BE"/>
    <w:rsid w:val="00045352"/>
    <w:rsid w:val="00045E3A"/>
    <w:rsid w:val="0004668A"/>
    <w:rsid w:val="00050FBD"/>
    <w:rsid w:val="00051D83"/>
    <w:rsid w:val="00052211"/>
    <w:rsid w:val="000550B6"/>
    <w:rsid w:val="0006230F"/>
    <w:rsid w:val="00064240"/>
    <w:rsid w:val="0006457F"/>
    <w:rsid w:val="000662F6"/>
    <w:rsid w:val="00074CF3"/>
    <w:rsid w:val="00084EBC"/>
    <w:rsid w:val="00090D95"/>
    <w:rsid w:val="000913CC"/>
    <w:rsid w:val="00094620"/>
    <w:rsid w:val="000A05FD"/>
    <w:rsid w:val="000A11C0"/>
    <w:rsid w:val="000A208F"/>
    <w:rsid w:val="000A24EB"/>
    <w:rsid w:val="000A3EDF"/>
    <w:rsid w:val="000A52CA"/>
    <w:rsid w:val="000A7541"/>
    <w:rsid w:val="000B5E8F"/>
    <w:rsid w:val="000B6F36"/>
    <w:rsid w:val="000C10BC"/>
    <w:rsid w:val="000C1CB9"/>
    <w:rsid w:val="000C2FE1"/>
    <w:rsid w:val="000C4609"/>
    <w:rsid w:val="000C4A47"/>
    <w:rsid w:val="000D1C12"/>
    <w:rsid w:val="000D34E4"/>
    <w:rsid w:val="000D45B9"/>
    <w:rsid w:val="000E0AE1"/>
    <w:rsid w:val="000E22D8"/>
    <w:rsid w:val="000E518F"/>
    <w:rsid w:val="000E5DA1"/>
    <w:rsid w:val="000F0767"/>
    <w:rsid w:val="000F2A88"/>
    <w:rsid w:val="000F4B33"/>
    <w:rsid w:val="0010191E"/>
    <w:rsid w:val="001059A4"/>
    <w:rsid w:val="00107E8F"/>
    <w:rsid w:val="00107F68"/>
    <w:rsid w:val="00110C34"/>
    <w:rsid w:val="00111771"/>
    <w:rsid w:val="00112DC3"/>
    <w:rsid w:val="00114216"/>
    <w:rsid w:val="0012279A"/>
    <w:rsid w:val="001262D8"/>
    <w:rsid w:val="00127D42"/>
    <w:rsid w:val="00131390"/>
    <w:rsid w:val="001333C8"/>
    <w:rsid w:val="00133A1F"/>
    <w:rsid w:val="00133B57"/>
    <w:rsid w:val="001342A4"/>
    <w:rsid w:val="00134A55"/>
    <w:rsid w:val="00141F8D"/>
    <w:rsid w:val="00147CA4"/>
    <w:rsid w:val="00154DC9"/>
    <w:rsid w:val="00155719"/>
    <w:rsid w:val="00160CFA"/>
    <w:rsid w:val="00162A7E"/>
    <w:rsid w:val="001644F9"/>
    <w:rsid w:val="0017123C"/>
    <w:rsid w:val="001719DC"/>
    <w:rsid w:val="00183AF6"/>
    <w:rsid w:val="001864B9"/>
    <w:rsid w:val="00191836"/>
    <w:rsid w:val="00195AB6"/>
    <w:rsid w:val="00197A95"/>
    <w:rsid w:val="001A17E3"/>
    <w:rsid w:val="001A4C33"/>
    <w:rsid w:val="001A5AB9"/>
    <w:rsid w:val="001A711B"/>
    <w:rsid w:val="001B1779"/>
    <w:rsid w:val="001B2496"/>
    <w:rsid w:val="001B7D04"/>
    <w:rsid w:val="001C0D4B"/>
    <w:rsid w:val="001C1BEA"/>
    <w:rsid w:val="001C3B2F"/>
    <w:rsid w:val="001C543C"/>
    <w:rsid w:val="001D050D"/>
    <w:rsid w:val="001D0E6B"/>
    <w:rsid w:val="001D2FC2"/>
    <w:rsid w:val="001E0A74"/>
    <w:rsid w:val="001E377C"/>
    <w:rsid w:val="001E3ED8"/>
    <w:rsid w:val="001E5DCB"/>
    <w:rsid w:val="001E73C6"/>
    <w:rsid w:val="001F08C0"/>
    <w:rsid w:val="001F407E"/>
    <w:rsid w:val="001F4D1F"/>
    <w:rsid w:val="001F55E1"/>
    <w:rsid w:val="00203887"/>
    <w:rsid w:val="00204326"/>
    <w:rsid w:val="00204454"/>
    <w:rsid w:val="00205D0D"/>
    <w:rsid w:val="002063D5"/>
    <w:rsid w:val="0021250C"/>
    <w:rsid w:val="00220E05"/>
    <w:rsid w:val="002222A0"/>
    <w:rsid w:val="0022389E"/>
    <w:rsid w:val="00224E4F"/>
    <w:rsid w:val="00225C95"/>
    <w:rsid w:val="0023103E"/>
    <w:rsid w:val="0023130A"/>
    <w:rsid w:val="00231511"/>
    <w:rsid w:val="00235F58"/>
    <w:rsid w:val="00237686"/>
    <w:rsid w:val="00237EBD"/>
    <w:rsid w:val="00240410"/>
    <w:rsid w:val="00240634"/>
    <w:rsid w:val="002439BD"/>
    <w:rsid w:val="00251577"/>
    <w:rsid w:val="00252633"/>
    <w:rsid w:val="002546BF"/>
    <w:rsid w:val="002552BD"/>
    <w:rsid w:val="00256724"/>
    <w:rsid w:val="002577C2"/>
    <w:rsid w:val="00257AED"/>
    <w:rsid w:val="0026244E"/>
    <w:rsid w:val="002636BA"/>
    <w:rsid w:val="00263F98"/>
    <w:rsid w:val="00267DFC"/>
    <w:rsid w:val="00270132"/>
    <w:rsid w:val="00272B6A"/>
    <w:rsid w:val="002744CB"/>
    <w:rsid w:val="0027686A"/>
    <w:rsid w:val="00280A07"/>
    <w:rsid w:val="002834B1"/>
    <w:rsid w:val="00285A42"/>
    <w:rsid w:val="0028696B"/>
    <w:rsid w:val="002933D4"/>
    <w:rsid w:val="00293CA9"/>
    <w:rsid w:val="00294BDC"/>
    <w:rsid w:val="002954F0"/>
    <w:rsid w:val="0029579C"/>
    <w:rsid w:val="00297007"/>
    <w:rsid w:val="002A0177"/>
    <w:rsid w:val="002A2BF5"/>
    <w:rsid w:val="002A501C"/>
    <w:rsid w:val="002A7878"/>
    <w:rsid w:val="002B1E7E"/>
    <w:rsid w:val="002B4483"/>
    <w:rsid w:val="002B7D23"/>
    <w:rsid w:val="002C06BF"/>
    <w:rsid w:val="002C39F2"/>
    <w:rsid w:val="002C6BD3"/>
    <w:rsid w:val="002D23FC"/>
    <w:rsid w:val="002D4CEF"/>
    <w:rsid w:val="002D4E30"/>
    <w:rsid w:val="002D59B8"/>
    <w:rsid w:val="002E04E3"/>
    <w:rsid w:val="002E1CF4"/>
    <w:rsid w:val="002E4D07"/>
    <w:rsid w:val="002E7047"/>
    <w:rsid w:val="002E7ED1"/>
    <w:rsid w:val="002F36C4"/>
    <w:rsid w:val="002F54CB"/>
    <w:rsid w:val="002F62E1"/>
    <w:rsid w:val="003026D1"/>
    <w:rsid w:val="00302863"/>
    <w:rsid w:val="00320356"/>
    <w:rsid w:val="00320A68"/>
    <w:rsid w:val="00322382"/>
    <w:rsid w:val="003265F7"/>
    <w:rsid w:val="00326620"/>
    <w:rsid w:val="0034053F"/>
    <w:rsid w:val="003423CE"/>
    <w:rsid w:val="00345737"/>
    <w:rsid w:val="00345A77"/>
    <w:rsid w:val="00347F09"/>
    <w:rsid w:val="00352406"/>
    <w:rsid w:val="0035465E"/>
    <w:rsid w:val="003608B3"/>
    <w:rsid w:val="003645A8"/>
    <w:rsid w:val="00371B1A"/>
    <w:rsid w:val="00381835"/>
    <w:rsid w:val="00387147"/>
    <w:rsid w:val="00387A45"/>
    <w:rsid w:val="00391BEB"/>
    <w:rsid w:val="0039355E"/>
    <w:rsid w:val="00394EAF"/>
    <w:rsid w:val="0039691B"/>
    <w:rsid w:val="0039693C"/>
    <w:rsid w:val="003A123C"/>
    <w:rsid w:val="003A3D00"/>
    <w:rsid w:val="003B3ECD"/>
    <w:rsid w:val="003B5D60"/>
    <w:rsid w:val="003C1EDF"/>
    <w:rsid w:val="003C209C"/>
    <w:rsid w:val="003C22A6"/>
    <w:rsid w:val="003C2E61"/>
    <w:rsid w:val="003D0C2A"/>
    <w:rsid w:val="003D3066"/>
    <w:rsid w:val="003D352B"/>
    <w:rsid w:val="003D5519"/>
    <w:rsid w:val="003D6F24"/>
    <w:rsid w:val="003D71C3"/>
    <w:rsid w:val="003D720B"/>
    <w:rsid w:val="003E214C"/>
    <w:rsid w:val="003F5947"/>
    <w:rsid w:val="003F5A62"/>
    <w:rsid w:val="004006F5"/>
    <w:rsid w:val="004144A3"/>
    <w:rsid w:val="0041589B"/>
    <w:rsid w:val="00415E2F"/>
    <w:rsid w:val="0041707B"/>
    <w:rsid w:val="00417895"/>
    <w:rsid w:val="00420C4D"/>
    <w:rsid w:val="0042280F"/>
    <w:rsid w:val="004274C6"/>
    <w:rsid w:val="00430C99"/>
    <w:rsid w:val="0043101B"/>
    <w:rsid w:val="00431C5C"/>
    <w:rsid w:val="00432927"/>
    <w:rsid w:val="00434C31"/>
    <w:rsid w:val="00436D23"/>
    <w:rsid w:val="00443C94"/>
    <w:rsid w:val="00443EEC"/>
    <w:rsid w:val="004446F9"/>
    <w:rsid w:val="0044791E"/>
    <w:rsid w:val="00450D7B"/>
    <w:rsid w:val="00451645"/>
    <w:rsid w:val="00451992"/>
    <w:rsid w:val="00457B37"/>
    <w:rsid w:val="004602D9"/>
    <w:rsid w:val="004630A2"/>
    <w:rsid w:val="00463D57"/>
    <w:rsid w:val="0046422D"/>
    <w:rsid w:val="00464A05"/>
    <w:rsid w:val="00465F1E"/>
    <w:rsid w:val="00467C48"/>
    <w:rsid w:val="00470E38"/>
    <w:rsid w:val="0047755E"/>
    <w:rsid w:val="00484216"/>
    <w:rsid w:val="00485F31"/>
    <w:rsid w:val="00490A8C"/>
    <w:rsid w:val="004918C3"/>
    <w:rsid w:val="00492CFB"/>
    <w:rsid w:val="00494145"/>
    <w:rsid w:val="00495A72"/>
    <w:rsid w:val="004A1F70"/>
    <w:rsid w:val="004A2D43"/>
    <w:rsid w:val="004B14B8"/>
    <w:rsid w:val="004B3488"/>
    <w:rsid w:val="004B4607"/>
    <w:rsid w:val="004B52FE"/>
    <w:rsid w:val="004C192B"/>
    <w:rsid w:val="004C2182"/>
    <w:rsid w:val="004C43BE"/>
    <w:rsid w:val="004C55A1"/>
    <w:rsid w:val="004D50FD"/>
    <w:rsid w:val="004D51A4"/>
    <w:rsid w:val="004D600B"/>
    <w:rsid w:val="004D73E5"/>
    <w:rsid w:val="004E2F12"/>
    <w:rsid w:val="004E5634"/>
    <w:rsid w:val="004E59CA"/>
    <w:rsid w:val="004E6ECB"/>
    <w:rsid w:val="004F147E"/>
    <w:rsid w:val="004F16DA"/>
    <w:rsid w:val="004F3328"/>
    <w:rsid w:val="004F3A9B"/>
    <w:rsid w:val="004F68A5"/>
    <w:rsid w:val="00500806"/>
    <w:rsid w:val="005012C6"/>
    <w:rsid w:val="00502DE7"/>
    <w:rsid w:val="00504BA2"/>
    <w:rsid w:val="0050531A"/>
    <w:rsid w:val="00506D70"/>
    <w:rsid w:val="005078F3"/>
    <w:rsid w:val="00510C3C"/>
    <w:rsid w:val="00512EEC"/>
    <w:rsid w:val="00525897"/>
    <w:rsid w:val="00537D4A"/>
    <w:rsid w:val="0054336B"/>
    <w:rsid w:val="00554D88"/>
    <w:rsid w:val="00562E03"/>
    <w:rsid w:val="00565850"/>
    <w:rsid w:val="0056724A"/>
    <w:rsid w:val="005672BD"/>
    <w:rsid w:val="005711AC"/>
    <w:rsid w:val="00571764"/>
    <w:rsid w:val="00571B66"/>
    <w:rsid w:val="00574928"/>
    <w:rsid w:val="00575785"/>
    <w:rsid w:val="00586C7F"/>
    <w:rsid w:val="0059013C"/>
    <w:rsid w:val="0059298B"/>
    <w:rsid w:val="00592F70"/>
    <w:rsid w:val="005A0BFF"/>
    <w:rsid w:val="005A1BC1"/>
    <w:rsid w:val="005A28BD"/>
    <w:rsid w:val="005A2915"/>
    <w:rsid w:val="005A2A4E"/>
    <w:rsid w:val="005A3325"/>
    <w:rsid w:val="005A4079"/>
    <w:rsid w:val="005A45A3"/>
    <w:rsid w:val="005A4762"/>
    <w:rsid w:val="005A717A"/>
    <w:rsid w:val="005A731C"/>
    <w:rsid w:val="005B06FA"/>
    <w:rsid w:val="005B0D83"/>
    <w:rsid w:val="005B366E"/>
    <w:rsid w:val="005B5794"/>
    <w:rsid w:val="005B5D6B"/>
    <w:rsid w:val="005B71ED"/>
    <w:rsid w:val="005C03A0"/>
    <w:rsid w:val="005C69A0"/>
    <w:rsid w:val="005D1239"/>
    <w:rsid w:val="005D1ED4"/>
    <w:rsid w:val="005D30DC"/>
    <w:rsid w:val="005D31F9"/>
    <w:rsid w:val="005D3D1E"/>
    <w:rsid w:val="005D5A3D"/>
    <w:rsid w:val="005D5B21"/>
    <w:rsid w:val="005E2BE4"/>
    <w:rsid w:val="005E7121"/>
    <w:rsid w:val="005F6611"/>
    <w:rsid w:val="0060387A"/>
    <w:rsid w:val="0061068A"/>
    <w:rsid w:val="00611A36"/>
    <w:rsid w:val="00611C08"/>
    <w:rsid w:val="006120B0"/>
    <w:rsid w:val="00612B2B"/>
    <w:rsid w:val="00620986"/>
    <w:rsid w:val="00624A18"/>
    <w:rsid w:val="00635670"/>
    <w:rsid w:val="006371C3"/>
    <w:rsid w:val="006476F5"/>
    <w:rsid w:val="00650557"/>
    <w:rsid w:val="0065086E"/>
    <w:rsid w:val="006509A8"/>
    <w:rsid w:val="00661BBC"/>
    <w:rsid w:val="006653FD"/>
    <w:rsid w:val="00670DA3"/>
    <w:rsid w:val="00672559"/>
    <w:rsid w:val="00673EEB"/>
    <w:rsid w:val="00681BD7"/>
    <w:rsid w:val="00685D93"/>
    <w:rsid w:val="00685DD0"/>
    <w:rsid w:val="006921CD"/>
    <w:rsid w:val="0069333C"/>
    <w:rsid w:val="00695856"/>
    <w:rsid w:val="006A5F1D"/>
    <w:rsid w:val="006A6AD2"/>
    <w:rsid w:val="006B0C2D"/>
    <w:rsid w:val="006B1DB6"/>
    <w:rsid w:val="006B427C"/>
    <w:rsid w:val="006B6F7A"/>
    <w:rsid w:val="006B7CE8"/>
    <w:rsid w:val="006C2E56"/>
    <w:rsid w:val="006C5EFC"/>
    <w:rsid w:val="006D2309"/>
    <w:rsid w:val="006D4503"/>
    <w:rsid w:val="006E560C"/>
    <w:rsid w:val="006E79E0"/>
    <w:rsid w:val="006E7B63"/>
    <w:rsid w:val="006F04D9"/>
    <w:rsid w:val="006F300B"/>
    <w:rsid w:val="006F7D45"/>
    <w:rsid w:val="007009FC"/>
    <w:rsid w:val="00703731"/>
    <w:rsid w:val="007049AC"/>
    <w:rsid w:val="00704C05"/>
    <w:rsid w:val="00704FD6"/>
    <w:rsid w:val="00705718"/>
    <w:rsid w:val="007063FF"/>
    <w:rsid w:val="007121CA"/>
    <w:rsid w:val="00713B66"/>
    <w:rsid w:val="00717F95"/>
    <w:rsid w:val="00727F32"/>
    <w:rsid w:val="0074513E"/>
    <w:rsid w:val="0074524E"/>
    <w:rsid w:val="00746D76"/>
    <w:rsid w:val="0074760C"/>
    <w:rsid w:val="007507B9"/>
    <w:rsid w:val="00751B75"/>
    <w:rsid w:val="00753863"/>
    <w:rsid w:val="00755230"/>
    <w:rsid w:val="00756E50"/>
    <w:rsid w:val="0075740B"/>
    <w:rsid w:val="0076192B"/>
    <w:rsid w:val="007619C3"/>
    <w:rsid w:val="00763326"/>
    <w:rsid w:val="007643A9"/>
    <w:rsid w:val="007725E4"/>
    <w:rsid w:val="007744F1"/>
    <w:rsid w:val="00776840"/>
    <w:rsid w:val="007778CE"/>
    <w:rsid w:val="007833A2"/>
    <w:rsid w:val="007849EF"/>
    <w:rsid w:val="007927DA"/>
    <w:rsid w:val="0079770A"/>
    <w:rsid w:val="007A575C"/>
    <w:rsid w:val="007A5BFB"/>
    <w:rsid w:val="007A6A44"/>
    <w:rsid w:val="007A7DAF"/>
    <w:rsid w:val="007B027F"/>
    <w:rsid w:val="007B0615"/>
    <w:rsid w:val="007B18A5"/>
    <w:rsid w:val="007B2B36"/>
    <w:rsid w:val="007B5AF5"/>
    <w:rsid w:val="007B6F13"/>
    <w:rsid w:val="007B7049"/>
    <w:rsid w:val="007B7385"/>
    <w:rsid w:val="007B7A1F"/>
    <w:rsid w:val="007C0B46"/>
    <w:rsid w:val="007C0CF1"/>
    <w:rsid w:val="007C13C1"/>
    <w:rsid w:val="007C19EB"/>
    <w:rsid w:val="007D6E7F"/>
    <w:rsid w:val="007D786B"/>
    <w:rsid w:val="007E106F"/>
    <w:rsid w:val="007E166A"/>
    <w:rsid w:val="007E3F54"/>
    <w:rsid w:val="007E62AF"/>
    <w:rsid w:val="007F2420"/>
    <w:rsid w:val="007F281B"/>
    <w:rsid w:val="007F3B5E"/>
    <w:rsid w:val="007F73BF"/>
    <w:rsid w:val="00800A92"/>
    <w:rsid w:val="00805405"/>
    <w:rsid w:val="00806EC0"/>
    <w:rsid w:val="0081448E"/>
    <w:rsid w:val="00815D45"/>
    <w:rsid w:val="00815FEA"/>
    <w:rsid w:val="008162A7"/>
    <w:rsid w:val="00816364"/>
    <w:rsid w:val="00817FBD"/>
    <w:rsid w:val="0082028D"/>
    <w:rsid w:val="008217BF"/>
    <w:rsid w:val="008246C8"/>
    <w:rsid w:val="0082487C"/>
    <w:rsid w:val="008303B9"/>
    <w:rsid w:val="00831728"/>
    <w:rsid w:val="00834C8F"/>
    <w:rsid w:val="00836740"/>
    <w:rsid w:val="00840EE6"/>
    <w:rsid w:val="00841E87"/>
    <w:rsid w:val="00842857"/>
    <w:rsid w:val="00844062"/>
    <w:rsid w:val="00844F49"/>
    <w:rsid w:val="00845E47"/>
    <w:rsid w:val="00850018"/>
    <w:rsid w:val="008509C9"/>
    <w:rsid w:val="00851C4B"/>
    <w:rsid w:val="00852935"/>
    <w:rsid w:val="00854D93"/>
    <w:rsid w:val="00863A40"/>
    <w:rsid w:val="00863F7D"/>
    <w:rsid w:val="00864A7D"/>
    <w:rsid w:val="00867064"/>
    <w:rsid w:val="0087095E"/>
    <w:rsid w:val="008727B2"/>
    <w:rsid w:val="00875CC0"/>
    <w:rsid w:val="00875E66"/>
    <w:rsid w:val="0087738E"/>
    <w:rsid w:val="00877569"/>
    <w:rsid w:val="00884822"/>
    <w:rsid w:val="00884CAC"/>
    <w:rsid w:val="008929E5"/>
    <w:rsid w:val="00892CEA"/>
    <w:rsid w:val="0089313C"/>
    <w:rsid w:val="008933B6"/>
    <w:rsid w:val="00894A02"/>
    <w:rsid w:val="008972FC"/>
    <w:rsid w:val="008A3029"/>
    <w:rsid w:val="008A3203"/>
    <w:rsid w:val="008A3540"/>
    <w:rsid w:val="008A56FE"/>
    <w:rsid w:val="008A5D83"/>
    <w:rsid w:val="008A6CAA"/>
    <w:rsid w:val="008A7B9E"/>
    <w:rsid w:val="008B0BAE"/>
    <w:rsid w:val="008B5801"/>
    <w:rsid w:val="008B7099"/>
    <w:rsid w:val="008C0861"/>
    <w:rsid w:val="008C107A"/>
    <w:rsid w:val="008C3141"/>
    <w:rsid w:val="008C4B22"/>
    <w:rsid w:val="008C6DD6"/>
    <w:rsid w:val="008D4A54"/>
    <w:rsid w:val="008D7502"/>
    <w:rsid w:val="008D762E"/>
    <w:rsid w:val="008E3385"/>
    <w:rsid w:val="008E35B3"/>
    <w:rsid w:val="008E3F0C"/>
    <w:rsid w:val="008E45B1"/>
    <w:rsid w:val="008E50FD"/>
    <w:rsid w:val="008E77C6"/>
    <w:rsid w:val="008F1864"/>
    <w:rsid w:val="008F7A4E"/>
    <w:rsid w:val="0090102B"/>
    <w:rsid w:val="00904491"/>
    <w:rsid w:val="00905B5A"/>
    <w:rsid w:val="00906C2B"/>
    <w:rsid w:val="00910576"/>
    <w:rsid w:val="00910E78"/>
    <w:rsid w:val="009115F1"/>
    <w:rsid w:val="0091308E"/>
    <w:rsid w:val="00913A2D"/>
    <w:rsid w:val="00917C4B"/>
    <w:rsid w:val="0092089A"/>
    <w:rsid w:val="00922DCC"/>
    <w:rsid w:val="00924F51"/>
    <w:rsid w:val="009250D6"/>
    <w:rsid w:val="00927389"/>
    <w:rsid w:val="009279C7"/>
    <w:rsid w:val="009333B7"/>
    <w:rsid w:val="009348E9"/>
    <w:rsid w:val="00936640"/>
    <w:rsid w:val="00937A6F"/>
    <w:rsid w:val="00937EDA"/>
    <w:rsid w:val="00940C15"/>
    <w:rsid w:val="009419E1"/>
    <w:rsid w:val="00942247"/>
    <w:rsid w:val="00943297"/>
    <w:rsid w:val="009451BD"/>
    <w:rsid w:val="00945CAA"/>
    <w:rsid w:val="00946E50"/>
    <w:rsid w:val="009517F8"/>
    <w:rsid w:val="00953E6D"/>
    <w:rsid w:val="00955FEC"/>
    <w:rsid w:val="009568AE"/>
    <w:rsid w:val="00967A2B"/>
    <w:rsid w:val="00967B2D"/>
    <w:rsid w:val="00974CB4"/>
    <w:rsid w:val="009776CD"/>
    <w:rsid w:val="00980573"/>
    <w:rsid w:val="00981FBA"/>
    <w:rsid w:val="00985CEC"/>
    <w:rsid w:val="00992976"/>
    <w:rsid w:val="00996542"/>
    <w:rsid w:val="00997214"/>
    <w:rsid w:val="00997596"/>
    <w:rsid w:val="00997826"/>
    <w:rsid w:val="009A3CD2"/>
    <w:rsid w:val="009A4FC3"/>
    <w:rsid w:val="009A5A90"/>
    <w:rsid w:val="009B3AD1"/>
    <w:rsid w:val="009B3E6F"/>
    <w:rsid w:val="009B469F"/>
    <w:rsid w:val="009B613C"/>
    <w:rsid w:val="009B64DD"/>
    <w:rsid w:val="009B7F65"/>
    <w:rsid w:val="009C077D"/>
    <w:rsid w:val="009C119D"/>
    <w:rsid w:val="009C48D8"/>
    <w:rsid w:val="009D1ABB"/>
    <w:rsid w:val="009D4C5A"/>
    <w:rsid w:val="009D5A2F"/>
    <w:rsid w:val="009D6817"/>
    <w:rsid w:val="009E36A5"/>
    <w:rsid w:val="009E62A3"/>
    <w:rsid w:val="009E73AD"/>
    <w:rsid w:val="009F1323"/>
    <w:rsid w:val="009F1AE8"/>
    <w:rsid w:val="009F3373"/>
    <w:rsid w:val="00A01C34"/>
    <w:rsid w:val="00A02060"/>
    <w:rsid w:val="00A0236D"/>
    <w:rsid w:val="00A02E73"/>
    <w:rsid w:val="00A075BE"/>
    <w:rsid w:val="00A11FEC"/>
    <w:rsid w:val="00A126D2"/>
    <w:rsid w:val="00A145A6"/>
    <w:rsid w:val="00A167E3"/>
    <w:rsid w:val="00A22CEA"/>
    <w:rsid w:val="00A2436B"/>
    <w:rsid w:val="00A33AE7"/>
    <w:rsid w:val="00A36A49"/>
    <w:rsid w:val="00A4056D"/>
    <w:rsid w:val="00A46E65"/>
    <w:rsid w:val="00A4710D"/>
    <w:rsid w:val="00A526C4"/>
    <w:rsid w:val="00A53417"/>
    <w:rsid w:val="00A53457"/>
    <w:rsid w:val="00A54D46"/>
    <w:rsid w:val="00A65955"/>
    <w:rsid w:val="00A66311"/>
    <w:rsid w:val="00A73A78"/>
    <w:rsid w:val="00A83AA1"/>
    <w:rsid w:val="00A908C6"/>
    <w:rsid w:val="00A9560E"/>
    <w:rsid w:val="00A95C14"/>
    <w:rsid w:val="00A97371"/>
    <w:rsid w:val="00AA0008"/>
    <w:rsid w:val="00AA01BE"/>
    <w:rsid w:val="00AA3532"/>
    <w:rsid w:val="00AA628B"/>
    <w:rsid w:val="00AA6FB6"/>
    <w:rsid w:val="00AA7571"/>
    <w:rsid w:val="00AB0ADC"/>
    <w:rsid w:val="00AC483E"/>
    <w:rsid w:val="00AC7CA7"/>
    <w:rsid w:val="00AD1509"/>
    <w:rsid w:val="00AD35C7"/>
    <w:rsid w:val="00AD4DF7"/>
    <w:rsid w:val="00AD5A02"/>
    <w:rsid w:val="00AD7C4E"/>
    <w:rsid w:val="00AE2AE5"/>
    <w:rsid w:val="00AE2B13"/>
    <w:rsid w:val="00AE3BAB"/>
    <w:rsid w:val="00AE475D"/>
    <w:rsid w:val="00AE4CF0"/>
    <w:rsid w:val="00AE5299"/>
    <w:rsid w:val="00AE54B0"/>
    <w:rsid w:val="00AF4D88"/>
    <w:rsid w:val="00AF5DCC"/>
    <w:rsid w:val="00AF7AB2"/>
    <w:rsid w:val="00AF7E2B"/>
    <w:rsid w:val="00B0173C"/>
    <w:rsid w:val="00B05EEA"/>
    <w:rsid w:val="00B120DC"/>
    <w:rsid w:val="00B137DD"/>
    <w:rsid w:val="00B20F93"/>
    <w:rsid w:val="00B21E5F"/>
    <w:rsid w:val="00B22B69"/>
    <w:rsid w:val="00B23212"/>
    <w:rsid w:val="00B23F4F"/>
    <w:rsid w:val="00B25F1D"/>
    <w:rsid w:val="00B26370"/>
    <w:rsid w:val="00B26B26"/>
    <w:rsid w:val="00B26E9A"/>
    <w:rsid w:val="00B270EE"/>
    <w:rsid w:val="00B30157"/>
    <w:rsid w:val="00B30C1B"/>
    <w:rsid w:val="00B326A4"/>
    <w:rsid w:val="00B36B78"/>
    <w:rsid w:val="00B37BF3"/>
    <w:rsid w:val="00B4022D"/>
    <w:rsid w:val="00B43D5E"/>
    <w:rsid w:val="00B43E46"/>
    <w:rsid w:val="00B458A3"/>
    <w:rsid w:val="00B46F9D"/>
    <w:rsid w:val="00B50D90"/>
    <w:rsid w:val="00B534D3"/>
    <w:rsid w:val="00B54D6F"/>
    <w:rsid w:val="00B60055"/>
    <w:rsid w:val="00B6086E"/>
    <w:rsid w:val="00B60E09"/>
    <w:rsid w:val="00B60F03"/>
    <w:rsid w:val="00B62368"/>
    <w:rsid w:val="00B63BF2"/>
    <w:rsid w:val="00B65026"/>
    <w:rsid w:val="00B66FE7"/>
    <w:rsid w:val="00B67492"/>
    <w:rsid w:val="00B702C9"/>
    <w:rsid w:val="00B704A5"/>
    <w:rsid w:val="00B7068D"/>
    <w:rsid w:val="00B7488C"/>
    <w:rsid w:val="00B75AC5"/>
    <w:rsid w:val="00B7729B"/>
    <w:rsid w:val="00B81260"/>
    <w:rsid w:val="00B8139B"/>
    <w:rsid w:val="00B818B4"/>
    <w:rsid w:val="00B831C6"/>
    <w:rsid w:val="00B850AE"/>
    <w:rsid w:val="00B9015F"/>
    <w:rsid w:val="00B90804"/>
    <w:rsid w:val="00B9698B"/>
    <w:rsid w:val="00B97163"/>
    <w:rsid w:val="00B97747"/>
    <w:rsid w:val="00BA28C1"/>
    <w:rsid w:val="00BA2C6A"/>
    <w:rsid w:val="00BA59F8"/>
    <w:rsid w:val="00BA7D63"/>
    <w:rsid w:val="00BB569D"/>
    <w:rsid w:val="00BB7C54"/>
    <w:rsid w:val="00BC3382"/>
    <w:rsid w:val="00BC3899"/>
    <w:rsid w:val="00BC3C21"/>
    <w:rsid w:val="00BC5103"/>
    <w:rsid w:val="00BC6234"/>
    <w:rsid w:val="00BC6DFC"/>
    <w:rsid w:val="00BC72AC"/>
    <w:rsid w:val="00BD32EA"/>
    <w:rsid w:val="00BD40F6"/>
    <w:rsid w:val="00BD4181"/>
    <w:rsid w:val="00BD5B1A"/>
    <w:rsid w:val="00BD5D7D"/>
    <w:rsid w:val="00BD611C"/>
    <w:rsid w:val="00BD7C1A"/>
    <w:rsid w:val="00BE3BA4"/>
    <w:rsid w:val="00BE3C0C"/>
    <w:rsid w:val="00BE5760"/>
    <w:rsid w:val="00BE7940"/>
    <w:rsid w:val="00BF39E3"/>
    <w:rsid w:val="00BF4022"/>
    <w:rsid w:val="00BF4D9E"/>
    <w:rsid w:val="00C07238"/>
    <w:rsid w:val="00C07509"/>
    <w:rsid w:val="00C11C3F"/>
    <w:rsid w:val="00C15B79"/>
    <w:rsid w:val="00C17277"/>
    <w:rsid w:val="00C252C2"/>
    <w:rsid w:val="00C272D7"/>
    <w:rsid w:val="00C315FB"/>
    <w:rsid w:val="00C32FE0"/>
    <w:rsid w:val="00C33213"/>
    <w:rsid w:val="00C33E83"/>
    <w:rsid w:val="00C34948"/>
    <w:rsid w:val="00C358AF"/>
    <w:rsid w:val="00C35F6D"/>
    <w:rsid w:val="00C364EF"/>
    <w:rsid w:val="00C37946"/>
    <w:rsid w:val="00C47F10"/>
    <w:rsid w:val="00C50EFE"/>
    <w:rsid w:val="00C51DD5"/>
    <w:rsid w:val="00C56205"/>
    <w:rsid w:val="00C56B29"/>
    <w:rsid w:val="00C571E7"/>
    <w:rsid w:val="00C60635"/>
    <w:rsid w:val="00C61FB6"/>
    <w:rsid w:val="00C6693C"/>
    <w:rsid w:val="00C66C12"/>
    <w:rsid w:val="00C7004D"/>
    <w:rsid w:val="00C7010D"/>
    <w:rsid w:val="00C71236"/>
    <w:rsid w:val="00C75E99"/>
    <w:rsid w:val="00C77806"/>
    <w:rsid w:val="00C82218"/>
    <w:rsid w:val="00C82C09"/>
    <w:rsid w:val="00C82C9B"/>
    <w:rsid w:val="00C84FF7"/>
    <w:rsid w:val="00C87427"/>
    <w:rsid w:val="00C87ABD"/>
    <w:rsid w:val="00C92904"/>
    <w:rsid w:val="00C93A1E"/>
    <w:rsid w:val="00C93C95"/>
    <w:rsid w:val="00C976A2"/>
    <w:rsid w:val="00C978B2"/>
    <w:rsid w:val="00C97C2D"/>
    <w:rsid w:val="00CA0269"/>
    <w:rsid w:val="00CA2DEA"/>
    <w:rsid w:val="00CA3231"/>
    <w:rsid w:val="00CA41A4"/>
    <w:rsid w:val="00CA474D"/>
    <w:rsid w:val="00CA723A"/>
    <w:rsid w:val="00CB402A"/>
    <w:rsid w:val="00CB63BB"/>
    <w:rsid w:val="00CB7882"/>
    <w:rsid w:val="00CC2D84"/>
    <w:rsid w:val="00CC4175"/>
    <w:rsid w:val="00CC4D6C"/>
    <w:rsid w:val="00CC5C89"/>
    <w:rsid w:val="00CD010E"/>
    <w:rsid w:val="00CD3845"/>
    <w:rsid w:val="00CD4F43"/>
    <w:rsid w:val="00CD78BA"/>
    <w:rsid w:val="00CE1D29"/>
    <w:rsid w:val="00CE3884"/>
    <w:rsid w:val="00CE52CD"/>
    <w:rsid w:val="00CE6A02"/>
    <w:rsid w:val="00CF0F80"/>
    <w:rsid w:val="00CF34A5"/>
    <w:rsid w:val="00CF47CE"/>
    <w:rsid w:val="00D00756"/>
    <w:rsid w:val="00D023B4"/>
    <w:rsid w:val="00D0557E"/>
    <w:rsid w:val="00D06823"/>
    <w:rsid w:val="00D06F50"/>
    <w:rsid w:val="00D130C9"/>
    <w:rsid w:val="00D14779"/>
    <w:rsid w:val="00D17C84"/>
    <w:rsid w:val="00D20764"/>
    <w:rsid w:val="00D20D40"/>
    <w:rsid w:val="00D21BA7"/>
    <w:rsid w:val="00D27274"/>
    <w:rsid w:val="00D27793"/>
    <w:rsid w:val="00D30CF8"/>
    <w:rsid w:val="00D31CD1"/>
    <w:rsid w:val="00D320BF"/>
    <w:rsid w:val="00D32CAB"/>
    <w:rsid w:val="00D3698F"/>
    <w:rsid w:val="00D36C0F"/>
    <w:rsid w:val="00D3787B"/>
    <w:rsid w:val="00D466F8"/>
    <w:rsid w:val="00D46874"/>
    <w:rsid w:val="00D5099F"/>
    <w:rsid w:val="00D536C2"/>
    <w:rsid w:val="00D57574"/>
    <w:rsid w:val="00D60507"/>
    <w:rsid w:val="00D60615"/>
    <w:rsid w:val="00D618F0"/>
    <w:rsid w:val="00D62DA9"/>
    <w:rsid w:val="00D64C10"/>
    <w:rsid w:val="00D67A3B"/>
    <w:rsid w:val="00D71075"/>
    <w:rsid w:val="00D76F23"/>
    <w:rsid w:val="00D80B26"/>
    <w:rsid w:val="00D80C46"/>
    <w:rsid w:val="00D81393"/>
    <w:rsid w:val="00D820E5"/>
    <w:rsid w:val="00D90CFB"/>
    <w:rsid w:val="00D927F0"/>
    <w:rsid w:val="00D929C6"/>
    <w:rsid w:val="00D92BF5"/>
    <w:rsid w:val="00D92C08"/>
    <w:rsid w:val="00D94065"/>
    <w:rsid w:val="00D9481C"/>
    <w:rsid w:val="00D95B95"/>
    <w:rsid w:val="00DB008F"/>
    <w:rsid w:val="00DB0F98"/>
    <w:rsid w:val="00DC2CFE"/>
    <w:rsid w:val="00DC5E71"/>
    <w:rsid w:val="00DC6464"/>
    <w:rsid w:val="00DC7ED6"/>
    <w:rsid w:val="00DC7FC1"/>
    <w:rsid w:val="00DD0808"/>
    <w:rsid w:val="00DD09F0"/>
    <w:rsid w:val="00DD214C"/>
    <w:rsid w:val="00DD21C5"/>
    <w:rsid w:val="00DD2BE8"/>
    <w:rsid w:val="00DD4092"/>
    <w:rsid w:val="00DD5E5D"/>
    <w:rsid w:val="00DD6FEE"/>
    <w:rsid w:val="00DE1F36"/>
    <w:rsid w:val="00DE2756"/>
    <w:rsid w:val="00DE2A11"/>
    <w:rsid w:val="00DE3058"/>
    <w:rsid w:val="00DE4EAF"/>
    <w:rsid w:val="00DE6C00"/>
    <w:rsid w:val="00DF2B37"/>
    <w:rsid w:val="00DF2FB4"/>
    <w:rsid w:val="00DF3DC4"/>
    <w:rsid w:val="00DF7C32"/>
    <w:rsid w:val="00E02345"/>
    <w:rsid w:val="00E03947"/>
    <w:rsid w:val="00E132A6"/>
    <w:rsid w:val="00E13365"/>
    <w:rsid w:val="00E14A81"/>
    <w:rsid w:val="00E15C7D"/>
    <w:rsid w:val="00E16695"/>
    <w:rsid w:val="00E179B2"/>
    <w:rsid w:val="00E20629"/>
    <w:rsid w:val="00E23A1F"/>
    <w:rsid w:val="00E262ED"/>
    <w:rsid w:val="00E31272"/>
    <w:rsid w:val="00E325FB"/>
    <w:rsid w:val="00E330F7"/>
    <w:rsid w:val="00E34157"/>
    <w:rsid w:val="00E41BF4"/>
    <w:rsid w:val="00E42A15"/>
    <w:rsid w:val="00E44ECD"/>
    <w:rsid w:val="00E56EE3"/>
    <w:rsid w:val="00E62D66"/>
    <w:rsid w:val="00E7031A"/>
    <w:rsid w:val="00E708C8"/>
    <w:rsid w:val="00E76ECF"/>
    <w:rsid w:val="00E812E8"/>
    <w:rsid w:val="00E848AD"/>
    <w:rsid w:val="00E969A7"/>
    <w:rsid w:val="00EB0EE8"/>
    <w:rsid w:val="00EB512C"/>
    <w:rsid w:val="00EB5393"/>
    <w:rsid w:val="00EC25AE"/>
    <w:rsid w:val="00EC3FAE"/>
    <w:rsid w:val="00ED0BD1"/>
    <w:rsid w:val="00ED262E"/>
    <w:rsid w:val="00ED7376"/>
    <w:rsid w:val="00EE43B5"/>
    <w:rsid w:val="00EE63C1"/>
    <w:rsid w:val="00EF73BB"/>
    <w:rsid w:val="00F009F9"/>
    <w:rsid w:val="00F0120F"/>
    <w:rsid w:val="00F02AD5"/>
    <w:rsid w:val="00F03CF6"/>
    <w:rsid w:val="00F04EED"/>
    <w:rsid w:val="00F07ED1"/>
    <w:rsid w:val="00F105B5"/>
    <w:rsid w:val="00F12651"/>
    <w:rsid w:val="00F14809"/>
    <w:rsid w:val="00F16475"/>
    <w:rsid w:val="00F345D4"/>
    <w:rsid w:val="00F351D0"/>
    <w:rsid w:val="00F36EC7"/>
    <w:rsid w:val="00F370C1"/>
    <w:rsid w:val="00F40B99"/>
    <w:rsid w:val="00F457B6"/>
    <w:rsid w:val="00F45EE4"/>
    <w:rsid w:val="00F5232B"/>
    <w:rsid w:val="00F57187"/>
    <w:rsid w:val="00F628E6"/>
    <w:rsid w:val="00F63A5A"/>
    <w:rsid w:val="00F67750"/>
    <w:rsid w:val="00F70C26"/>
    <w:rsid w:val="00F70C3B"/>
    <w:rsid w:val="00F7132E"/>
    <w:rsid w:val="00F73CE5"/>
    <w:rsid w:val="00F74F1F"/>
    <w:rsid w:val="00F82411"/>
    <w:rsid w:val="00F86201"/>
    <w:rsid w:val="00F87455"/>
    <w:rsid w:val="00F915BA"/>
    <w:rsid w:val="00F96D56"/>
    <w:rsid w:val="00FB1016"/>
    <w:rsid w:val="00FB326C"/>
    <w:rsid w:val="00FB3537"/>
    <w:rsid w:val="00FB3C6C"/>
    <w:rsid w:val="00FB40E2"/>
    <w:rsid w:val="00FB5A52"/>
    <w:rsid w:val="00FB6A24"/>
    <w:rsid w:val="00FB6D08"/>
    <w:rsid w:val="00FC22A8"/>
    <w:rsid w:val="00FC3CF4"/>
    <w:rsid w:val="00FC79F8"/>
    <w:rsid w:val="00FD0499"/>
    <w:rsid w:val="00FD0A51"/>
    <w:rsid w:val="00FD0F0D"/>
    <w:rsid w:val="00FD74C5"/>
    <w:rsid w:val="00FE0C45"/>
    <w:rsid w:val="00FE23C0"/>
    <w:rsid w:val="00FE415C"/>
    <w:rsid w:val="00FE4B2B"/>
    <w:rsid w:val="00FE5175"/>
    <w:rsid w:val="00FE75F6"/>
    <w:rsid w:val="00FF0B9C"/>
    <w:rsid w:val="00FF3BE6"/>
    <w:rsid w:val="00FF45B4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D4C5A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/>
      <w:spacing w:val="10"/>
    </w:rPr>
  </w:style>
  <w:style w:type="paragraph" w:styleId="Kop1">
    <w:name w:val="heading 1"/>
    <w:basedOn w:val="Standaard"/>
    <w:next w:val="Standaard"/>
    <w:qFormat/>
    <w:pPr>
      <w:keepNext/>
      <w:spacing w:before="120" w:after="360"/>
      <w:outlineLvl w:val="0"/>
    </w:pPr>
    <w:rPr>
      <w:b/>
      <w:i/>
      <w:kern w:val="28"/>
      <w:sz w:val="28"/>
      <w:lang w:val="nl"/>
    </w:rPr>
  </w:style>
  <w:style w:type="paragraph" w:styleId="Kop2">
    <w:name w:val="heading 2"/>
    <w:basedOn w:val="Standaard"/>
    <w:next w:val="Standaard"/>
    <w:qFormat/>
    <w:pPr>
      <w:keepNext/>
      <w:spacing w:before="120" w:after="120"/>
      <w:outlineLvl w:val="1"/>
    </w:pPr>
    <w:rPr>
      <w:b/>
      <w:i/>
      <w:sz w:val="24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pPr>
      <w:spacing w:after="240"/>
    </w:pPr>
    <w:rPr>
      <w:lang w:val="nl"/>
    </w:rPr>
  </w:style>
  <w:style w:type="character" w:styleId="Paginanummer">
    <w:name w:val="page number"/>
    <w:basedOn w:val="Standaardalinea-lettertype"/>
  </w:style>
  <w:style w:type="paragraph" w:styleId="Koptekst">
    <w:name w:val="header"/>
    <w:basedOn w:val="Standaard"/>
    <w:pPr>
      <w:spacing w:after="240"/>
      <w:jc w:val="center"/>
    </w:pPr>
    <w:rPr>
      <w:lang w:val="nl"/>
    </w:r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Plattetekst2">
    <w:name w:val="Body Text 2"/>
    <w:basedOn w:val="Standaard"/>
    <w:pPr>
      <w:framePr w:hSpace="142" w:wrap="around" w:vAnchor="page" w:hAnchor="margin" w:y="6665"/>
      <w:tabs>
        <w:tab w:val="left" w:pos="993"/>
      </w:tabs>
      <w:suppressOverlap/>
    </w:pPr>
    <w:rPr>
      <w:rFonts w:cs="Arial"/>
    </w:rPr>
  </w:style>
  <w:style w:type="table" w:styleId="Tabelraster">
    <w:name w:val="Table Grid"/>
    <w:basedOn w:val="Standaardtabel"/>
    <w:rsid w:val="00DE2A11"/>
    <w:pPr>
      <w:overflowPunct w:val="0"/>
      <w:autoSpaceDE w:val="0"/>
      <w:autoSpaceDN w:val="0"/>
      <w:adjustRightInd w:val="0"/>
      <w:spacing w:line="2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815F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815FEA"/>
    <w:rPr>
      <w:rFonts w:ascii="Tahoma" w:hAnsi="Tahoma" w:cs="Tahoma"/>
      <w:spacing w:val="10"/>
      <w:sz w:val="16"/>
      <w:szCs w:val="16"/>
      <w:lang w:val="nl-NL" w:eastAsia="nl-NL"/>
    </w:rPr>
  </w:style>
  <w:style w:type="paragraph" w:styleId="Geenafstand">
    <w:name w:val="No Spacing"/>
    <w:uiPriority w:val="1"/>
    <w:qFormat/>
    <w:rsid w:val="00C7004D"/>
    <w:rPr>
      <w:rFonts w:ascii="Arial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C42CA0-929D-4FB2-8F86-F3B714DE63C9}"/>
</file>

<file path=customXml/itemProps2.xml><?xml version="1.0" encoding="utf-8"?>
<ds:datastoreItem xmlns:ds="http://schemas.openxmlformats.org/officeDocument/2006/customXml" ds:itemID="{76605540-2609-47AA-8264-1F621FC5D981}"/>
</file>

<file path=customXml/itemProps3.xml><?xml version="1.0" encoding="utf-8"?>
<ds:datastoreItem xmlns:ds="http://schemas.openxmlformats.org/officeDocument/2006/customXml" ds:itemID="{9E105B93-3D59-4763-AA55-9AA04EF8E088}"/>
</file>

<file path=customXml/itemProps4.xml><?xml version="1.0" encoding="utf-8"?>
<ds:datastoreItem xmlns:ds="http://schemas.openxmlformats.org/officeDocument/2006/customXml" ds:itemID="{17A48C5F-5E18-474C-A8FC-1198328164D1}"/>
</file>

<file path=docProps/app.xml><?xml version="1.0" encoding="utf-8"?>
<Properties xmlns="http://schemas.openxmlformats.org/officeDocument/2006/extended-properties" xmlns:vt="http://schemas.openxmlformats.org/officeDocument/2006/docPropsVTypes">
  <Template>E08694A2.dotm</Template>
  <TotalTime>0</TotalTime>
  <Pages>7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Harderwijk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RB10310</dc:creator>
  <cp:lastModifiedBy>Robert Beutick</cp:lastModifiedBy>
  <cp:revision>2</cp:revision>
  <cp:lastPrinted>1900-12-31T23:00:00Z</cp:lastPrinted>
  <dcterms:created xsi:type="dcterms:W3CDTF">2013-11-12T12:26:00Z</dcterms:created>
  <dcterms:modified xsi:type="dcterms:W3CDTF">2013-11-12T12:26:00Z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dc0ba161-4584-4859-9f3e-d959f8a15681</vt:lpwstr>
  </property>
  <property fmtid="{D5CDD505-2E9C-101B-9397-08002B2CF9AE}" pid="4" name="Order">
    <vt:r8>7148500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